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FB04" w14:textId="5B7FC08A" w:rsidR="00C31433" w:rsidRPr="00831EDF" w:rsidRDefault="00C31433" w:rsidP="001C2D53">
      <w:pPr>
        <w:pStyle w:val="Didascalia"/>
        <w:ind w:left="-284" w:firstLine="7088"/>
        <w:jc w:val="right"/>
        <w:rPr>
          <w:rFonts w:ascii="Arial" w:hAnsi="Arial" w:cs="Arial"/>
          <w:b w:val="0"/>
          <w:i/>
          <w:iCs/>
          <w:sz w:val="20"/>
        </w:rPr>
      </w:pPr>
      <w:r w:rsidRPr="00831EDF">
        <w:rPr>
          <w:rFonts w:ascii="Arial" w:hAnsi="Arial" w:cs="Arial"/>
          <w:b w:val="0"/>
          <w:i/>
          <w:iCs/>
          <w:sz w:val="20"/>
        </w:rPr>
        <w:t xml:space="preserve">Allegato </w:t>
      </w:r>
      <w:r w:rsidR="00A576E5">
        <w:rPr>
          <w:rFonts w:ascii="Arial" w:hAnsi="Arial" w:cs="Arial"/>
          <w:b w:val="0"/>
          <w:i/>
          <w:iCs/>
          <w:sz w:val="20"/>
        </w:rPr>
        <w:t>D</w:t>
      </w:r>
    </w:p>
    <w:p w14:paraId="348A9E79" w14:textId="77777777" w:rsidR="005A77C0" w:rsidRPr="00831EDF" w:rsidRDefault="005A77C0">
      <w:pPr>
        <w:jc w:val="both"/>
        <w:rPr>
          <w:rFonts w:ascii="Arial" w:hAnsi="Arial" w:cs="Arial"/>
          <w:b/>
        </w:rPr>
      </w:pPr>
    </w:p>
    <w:p w14:paraId="056D4057" w14:textId="5492703A" w:rsidR="00E73C62" w:rsidRPr="00831EDF" w:rsidRDefault="002C28FF" w:rsidP="00A576E5">
      <w:pPr>
        <w:jc w:val="center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ACCERTAMENTO DI </w:t>
      </w:r>
      <w:r w:rsidR="00A576E5">
        <w:rPr>
          <w:rFonts w:ascii="Arial" w:hAnsi="Arial" w:cs="Arial"/>
          <w:b/>
          <w:sz w:val="24"/>
          <w:szCs w:val="24"/>
        </w:rPr>
        <w:t xml:space="preserve">NUOVI </w:t>
      </w:r>
      <w:r w:rsidRPr="00831EDF">
        <w:rPr>
          <w:rFonts w:ascii="Arial" w:hAnsi="Arial" w:cs="Arial"/>
          <w:b/>
          <w:sz w:val="24"/>
          <w:szCs w:val="24"/>
        </w:rPr>
        <w:t>GIACIMENTI</w:t>
      </w:r>
    </w:p>
    <w:p w14:paraId="4B4A04B9" w14:textId="77777777" w:rsidR="005A77C0" w:rsidRPr="00831EDF" w:rsidRDefault="002C28FF" w:rsidP="005A77C0">
      <w:pPr>
        <w:jc w:val="center"/>
        <w:rPr>
          <w:rFonts w:ascii="Arial" w:hAnsi="Arial" w:cs="Arial"/>
          <w:b/>
        </w:rPr>
      </w:pPr>
      <w:r w:rsidRPr="00831EDF">
        <w:rPr>
          <w:rFonts w:ascii="Arial" w:hAnsi="Arial" w:cs="Arial"/>
          <w:b/>
        </w:rPr>
        <w:t>SCHEDA INFORMATIVA</w:t>
      </w:r>
    </w:p>
    <w:p w14:paraId="71A4131B" w14:textId="77777777" w:rsidR="002C28FF" w:rsidRPr="00831EDF" w:rsidRDefault="000A52C0" w:rsidP="005A77C0">
      <w:pPr>
        <w:jc w:val="center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</w:t>
      </w:r>
      <w:r w:rsidR="00A924AE" w:rsidRPr="00831EDF">
        <w:rPr>
          <w:rFonts w:ascii="Arial" w:hAnsi="Arial" w:cs="Arial"/>
          <w:bCs/>
          <w:sz w:val="16"/>
          <w:szCs w:val="16"/>
        </w:rPr>
        <w:t>R.R.3/2005 art.4 comma 2 let. e)</w:t>
      </w:r>
    </w:p>
    <w:p w14:paraId="3E7DF436" w14:textId="07D73C9B" w:rsidR="00E2331B" w:rsidRPr="00831EDF" w:rsidRDefault="00266355" w:rsidP="005A77C0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B42D7E" wp14:editId="79FA0679">
                <wp:simplePos x="0" y="0"/>
                <wp:positionH relativeFrom="column">
                  <wp:posOffset>-97155</wp:posOffset>
                </wp:positionH>
                <wp:positionV relativeFrom="paragraph">
                  <wp:posOffset>179070</wp:posOffset>
                </wp:positionV>
                <wp:extent cx="6400800" cy="872490"/>
                <wp:effectExtent l="0" t="0" r="0" b="381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8724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7D6E8" w14:textId="77777777" w:rsidR="00C24C27" w:rsidRPr="005A77C0" w:rsidRDefault="00C24C27" w:rsidP="00471A2B">
                            <w:pPr>
                              <w:pStyle w:val="Titolo7"/>
                              <w:spacing w:after="60"/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5A77C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AREA RISERVATA AGLI UFFICI</w:t>
                            </w:r>
                          </w:p>
                          <w:p w14:paraId="29EC36F5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PRESENTAZIONE AL COMUNE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6052314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RICEZIONE ALLA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 xml:space="preserve"> REGIONE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 xml:space="preserve"> PROTOCOLLO N°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  <w:p w14:paraId="6E1F9A71" w14:textId="77777777" w:rsidR="00C24C27" w:rsidRPr="00471A2B" w:rsidRDefault="00C24C27" w:rsidP="00471A2B">
                            <w:pPr>
                              <w:pStyle w:val="Corpotesto"/>
                              <w:spacing w:after="60"/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DATA DI CONVOCAZIONE DELLA CONFERENZA DI COPIANIFICAZIONE</w:t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471A2B"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________________</w:t>
                            </w:r>
                            <w:r>
                              <w:rPr>
                                <w:rFonts w:ascii="Arial" w:hAnsi="Arial" w:cs="Arial"/>
                                <w:b w:val="0"/>
                                <w:bCs/>
                                <w:sz w:val="18"/>
                                <w:szCs w:val="18"/>
                              </w:rPr>
                              <w:t>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42D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65pt;margin-top:14.1pt;width:7in;height:6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ScLKgIAAFAEAAAOAAAAZHJzL2Uyb0RvYy54bWysVG1v2yAQ/j5p/wHxfbGTOW1ixam6dJ0m&#10;dS9Sux+AMbbRgGNAYne/vgdOs6jbvkxLJMRxx8Pd89x5czVqRQ7CeQmmovNZTokwHBppuop+e7h9&#10;s6LEB2YapsCIij4KT6+2r19tBluKBfSgGuEIghhfDraifQi2zDLPe6GZn4EVBp0tOM0Cmq7LGscG&#10;RNcqW+T5RTaAa6wDLrzH05vJSbcJv20FD1/a1otAVEUxt5BWl9Y6rtl2w8rOMdtLfkyD/UMWmkmD&#10;j56gblhgZO/kb1Bacgce2jDjoDNoW8lFqgGrmecvqrnvmRWpFiTH2xNN/v/B8s+Hr47IpqIFJYZp&#10;lOhBjIG8g5G8jewM1pcYdG8xLIx4jCqnSr29A/7dEwO7nplOXDsHQy9Yg9nN483s7OqE4yNIPXyC&#10;Bp9h+wAJaGydjtQhGQTRUaXHkzIxFY6HF0Wer3J0cfStLhfFOkmXsfL5tnU+fBCgSdxU1KHyCZ0d&#10;7nyI2bDyOSQ+5kHJ5lYqlQzX1TvlyIFhl+zy+E8FvAhThgwVXS8Xy4mAv0Lk6fcnCC0DtruSGqs4&#10;BbEy0vbeNKkZA5Nq2mPKyhx5jNRNJIaxHo+61NA8IqMOprbGMcRND+4nJQO2dEX9jz1zghL10aAq&#10;63lRxBlIRrG8XKDhzj31uYcZjlAVDZRM212Y5mZvnex6fGnqAwPXqGQrE8lR8imrY97Yton744jF&#10;uTi3U9SvD8H2CQAA//8DAFBLAwQUAAYACAAAACEAFFSM9d8AAAAKAQAADwAAAGRycy9kb3ducmV2&#10;LnhtbEyPQU+DQBCF7yb+h82YeGuXYootZWkMSaOejBTvC0wBZWcJuxT8944nPU7el/e+SY6L6cUV&#10;R9dZUrBZByCQKlt31CgozqfVDoTzmmrdW0IF3+jgmN7eJDqu7UzveM19I7iEXKwVtN4PsZSuatFo&#10;t7YDEmcXOxrt+RwbWY965nLTyzAIIml0R7zQ6gGzFquvfDIKXqfPypYfZfA8ZCZ7m/Pi5XwqlLq/&#10;W54OIDwu/g+GX31Wh5SdSjtR7USvYLXZPjCqINyFIBjY78NHECWT0TYCmSby/wvpDwAAAP//AwBQ&#10;SwECLQAUAAYACAAAACEAtoM4kv4AAADhAQAAEwAAAAAAAAAAAAAAAAAAAAAAW0NvbnRlbnRfVHlw&#10;ZXNdLnhtbFBLAQItABQABgAIAAAAIQA4/SH/1gAAAJQBAAALAAAAAAAAAAAAAAAAAC8BAABfcmVs&#10;cy8ucmVsc1BLAQItABQABgAIAAAAIQDpdScLKgIAAFAEAAAOAAAAAAAAAAAAAAAAAC4CAABkcnMv&#10;ZTJvRG9jLnhtbFBLAQItABQABgAIAAAAIQAUVIz13wAAAAoBAAAPAAAAAAAAAAAAAAAAAIQEAABk&#10;cnMvZG93bnJldi54bWxQSwUGAAAAAAQABADzAAAAkAUAAAAA&#10;" fillcolor="silver">
                <v:textbox>
                  <w:txbxContent>
                    <w:p w14:paraId="08A7D6E8" w14:textId="77777777" w:rsidR="00C24C27" w:rsidRPr="005A77C0" w:rsidRDefault="00C24C27" w:rsidP="00471A2B">
                      <w:pPr>
                        <w:pStyle w:val="Titolo7"/>
                        <w:spacing w:after="60"/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5A77C0">
                        <w:rPr>
                          <w:rFonts w:ascii="Arial" w:hAnsi="Arial" w:cs="Arial"/>
                          <w:sz w:val="28"/>
                          <w:szCs w:val="28"/>
                        </w:rPr>
                        <w:t>AREA RISERVATA AGLI UFFICI</w:t>
                      </w:r>
                    </w:p>
                    <w:p w14:paraId="29EC36F5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PRESENTAZIONE AL COMUNE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6052314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RICEZIONE ALLA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 xml:space="preserve"> REGIONE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 xml:space="preserve"> PROTOCOLLO N°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  <w:p w14:paraId="6E1F9A71" w14:textId="77777777" w:rsidR="00C24C27" w:rsidRPr="00471A2B" w:rsidRDefault="00C24C27" w:rsidP="00471A2B">
                      <w:pPr>
                        <w:pStyle w:val="Corpotesto"/>
                        <w:spacing w:after="60"/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  <w:u w:val="single"/>
                        </w:rPr>
                      </w:pP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DATA DI CONVOCAZIONE DELLA CONFERENZA DI COPIANIFICAZIONE</w:t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ab/>
                      </w:r>
                      <w:r w:rsidRPr="00471A2B"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________________</w:t>
                      </w:r>
                      <w:r>
                        <w:rPr>
                          <w:rFonts w:ascii="Arial" w:hAnsi="Arial" w:cs="Arial"/>
                          <w:b w:val="0"/>
                          <w:bCs/>
                          <w:sz w:val="18"/>
                          <w:szCs w:val="18"/>
                        </w:rPr>
                        <w:t>___</w:t>
                      </w:r>
                    </w:p>
                  </w:txbxContent>
                </v:textbox>
              </v:shape>
            </w:pict>
          </mc:Fallback>
        </mc:AlternateContent>
      </w:r>
    </w:p>
    <w:p w14:paraId="010E89C6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25C80F5A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0701BFCC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6927BAC1" w14:textId="77777777" w:rsidR="00E2331B" w:rsidRPr="00831EDF" w:rsidRDefault="00E2331B">
      <w:pPr>
        <w:jc w:val="both"/>
        <w:rPr>
          <w:rFonts w:ascii="Arial" w:hAnsi="Arial" w:cs="Arial"/>
        </w:rPr>
      </w:pPr>
    </w:p>
    <w:p w14:paraId="343464CE" w14:textId="77777777" w:rsidR="00672FC2" w:rsidRPr="00831EDF" w:rsidRDefault="00672FC2">
      <w:pPr>
        <w:jc w:val="both"/>
        <w:rPr>
          <w:rFonts w:ascii="Arial" w:hAnsi="Arial" w:cs="Arial"/>
        </w:rPr>
      </w:pPr>
    </w:p>
    <w:p w14:paraId="590BF72B" w14:textId="77777777" w:rsidR="00672FC2" w:rsidRPr="00831EDF" w:rsidRDefault="00672FC2">
      <w:pPr>
        <w:jc w:val="both"/>
        <w:rPr>
          <w:rFonts w:ascii="Arial" w:hAnsi="Arial" w:cs="Arial"/>
          <w:sz w:val="24"/>
        </w:rPr>
      </w:pPr>
    </w:p>
    <w:p w14:paraId="3B161FA3" w14:textId="77777777" w:rsidR="00672FC2" w:rsidRDefault="00672FC2">
      <w:pPr>
        <w:jc w:val="both"/>
        <w:rPr>
          <w:rFonts w:ascii="Arial" w:hAnsi="Arial" w:cs="Arial"/>
          <w:sz w:val="24"/>
        </w:rPr>
      </w:pPr>
    </w:p>
    <w:p w14:paraId="5AC88316" w14:textId="77777777" w:rsidR="00831EDF" w:rsidRPr="00831EDF" w:rsidRDefault="00831EDF">
      <w:pPr>
        <w:jc w:val="both"/>
        <w:rPr>
          <w:rFonts w:ascii="Arial" w:hAnsi="Arial" w:cs="Arial"/>
          <w:sz w:val="24"/>
        </w:rPr>
      </w:pPr>
    </w:p>
    <w:p w14:paraId="5959B8C9" w14:textId="77777777" w:rsidR="00130495" w:rsidRPr="00831EDF" w:rsidRDefault="00537CA0" w:rsidP="00A801A8">
      <w:pPr>
        <w:pStyle w:val="Paragrafoelenco"/>
        <w:numPr>
          <w:ilvl w:val="0"/>
          <w:numId w:val="21"/>
        </w:num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GENERALITÀ</w:t>
      </w:r>
    </w:p>
    <w:p w14:paraId="6212D008" w14:textId="77777777" w:rsidR="000D5CD9" w:rsidRPr="00831EDF" w:rsidRDefault="000D5CD9" w:rsidP="00A801A8">
      <w:pPr>
        <w:jc w:val="both"/>
        <w:rPr>
          <w:rFonts w:ascii="Arial" w:hAnsi="Arial" w:cs="Arial"/>
        </w:rPr>
      </w:pPr>
    </w:p>
    <w:p w14:paraId="538B2597" w14:textId="794919CA" w:rsidR="00A801A8" w:rsidRPr="00A801A8" w:rsidRDefault="00F54CF8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>Proponente</w:t>
      </w:r>
      <w:r w:rsidR="00D746AD"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__________________________</w:t>
      </w:r>
      <w:r w:rsidR="00A801A8">
        <w:rPr>
          <w:rFonts w:ascii="Arial" w:hAnsi="Arial" w:cs="Arial"/>
          <w:sz w:val="20"/>
          <w:szCs w:val="16"/>
        </w:rPr>
        <w:t>_</w:t>
      </w:r>
      <w:r w:rsidR="006422CB" w:rsidRPr="00831EDF">
        <w:rPr>
          <w:rFonts w:ascii="Arial" w:hAnsi="Arial" w:cs="Arial"/>
          <w:sz w:val="20"/>
          <w:szCs w:val="16"/>
        </w:rPr>
        <w:t xml:space="preserve"> </w:t>
      </w:r>
      <w:r w:rsidR="002C28FF" w:rsidRPr="00831EDF">
        <w:rPr>
          <w:rFonts w:ascii="Arial" w:hAnsi="Arial" w:cs="Arial"/>
          <w:sz w:val="20"/>
          <w:szCs w:val="16"/>
        </w:rPr>
        <w:t>Indirizzo</w:t>
      </w:r>
      <w:r w:rsidR="000C735B">
        <w:rPr>
          <w:rFonts w:ascii="Arial" w:hAnsi="Arial" w:cs="Arial"/>
          <w:sz w:val="20"/>
          <w:szCs w:val="16"/>
        </w:rPr>
        <w:t xml:space="preserve"> _______________________________________</w:t>
      </w:r>
    </w:p>
    <w:p w14:paraId="2BC2DA4A" w14:textId="0887CB6D" w:rsidR="00A801A8" w:rsidRPr="00A801A8" w:rsidRDefault="000C735B" w:rsidP="00A801A8">
      <w:pPr>
        <w:pStyle w:val="Titolo9"/>
        <w:spacing w:before="60" w:after="60"/>
        <w:ind w:left="358" w:hanging="74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PEC</w:t>
      </w:r>
      <w:r w:rsidR="00A801A8">
        <w:rPr>
          <w:rFonts w:ascii="Arial" w:hAnsi="Arial" w:cs="Arial"/>
          <w:sz w:val="20"/>
          <w:szCs w:val="16"/>
        </w:rPr>
        <w:t xml:space="preserve"> proponente</w:t>
      </w:r>
      <w:r w:rsidR="00CB54A3">
        <w:rPr>
          <w:rFonts w:ascii="Arial" w:hAnsi="Arial" w:cs="Arial"/>
          <w:sz w:val="20"/>
          <w:szCs w:val="16"/>
        </w:rPr>
        <w:t>_</w:t>
      </w:r>
      <w:r>
        <w:rPr>
          <w:rFonts w:ascii="Arial" w:hAnsi="Arial" w:cs="Arial"/>
          <w:sz w:val="20"/>
          <w:szCs w:val="16"/>
        </w:rPr>
        <w:t>_____________________________________________________________________</w:t>
      </w:r>
    </w:p>
    <w:p w14:paraId="5CB4CD06" w14:textId="5079441E" w:rsidR="00A801A8" w:rsidRPr="00A801A8" w:rsidRDefault="002C28FF" w:rsidP="00A801A8">
      <w:pPr>
        <w:pStyle w:val="Titolo9"/>
        <w:spacing w:before="80" w:after="120" w:line="360" w:lineRule="auto"/>
        <w:ind w:left="358" w:hanging="74"/>
        <w:jc w:val="both"/>
        <w:rPr>
          <w:rFonts w:ascii="Arial" w:hAnsi="Arial" w:cs="Arial"/>
          <w:sz w:val="20"/>
          <w:szCs w:val="16"/>
        </w:rPr>
      </w:pPr>
      <w:r w:rsidRPr="00831EDF">
        <w:rPr>
          <w:rFonts w:ascii="Arial" w:hAnsi="Arial" w:cs="Arial"/>
          <w:sz w:val="20"/>
          <w:szCs w:val="16"/>
        </w:rPr>
        <w:t xml:space="preserve">Referente </w:t>
      </w:r>
      <w:r w:rsidR="00F26B3A" w:rsidRPr="00831EDF">
        <w:rPr>
          <w:rFonts w:ascii="Arial" w:hAnsi="Arial" w:cs="Arial"/>
          <w:sz w:val="20"/>
          <w:szCs w:val="16"/>
        </w:rPr>
        <w:t>Tecnico</w:t>
      </w:r>
      <w:r w:rsidRPr="00831EDF">
        <w:rPr>
          <w:rFonts w:ascii="Arial" w:hAnsi="Arial" w:cs="Arial"/>
          <w:sz w:val="20"/>
          <w:szCs w:val="16"/>
        </w:rPr>
        <w:t xml:space="preserve"> </w:t>
      </w:r>
      <w:r w:rsidR="000C735B">
        <w:rPr>
          <w:rFonts w:ascii="Arial" w:hAnsi="Arial" w:cs="Arial"/>
          <w:sz w:val="20"/>
          <w:szCs w:val="16"/>
        </w:rPr>
        <w:t>__________________</w:t>
      </w:r>
      <w:r w:rsidRPr="00831EDF">
        <w:rPr>
          <w:rFonts w:ascii="Arial" w:hAnsi="Arial" w:cs="Arial"/>
          <w:sz w:val="20"/>
          <w:szCs w:val="16"/>
        </w:rPr>
        <w:t xml:space="preserve"> Telefono </w:t>
      </w:r>
      <w:r w:rsidR="000C735B">
        <w:rPr>
          <w:rFonts w:ascii="Arial" w:hAnsi="Arial" w:cs="Arial"/>
          <w:sz w:val="20"/>
          <w:szCs w:val="16"/>
        </w:rPr>
        <w:t>______________</w:t>
      </w:r>
      <w:r w:rsidR="00537CA0" w:rsidRPr="00831EDF">
        <w:rPr>
          <w:rFonts w:ascii="Arial" w:hAnsi="Arial" w:cs="Arial"/>
          <w:sz w:val="20"/>
          <w:szCs w:val="16"/>
        </w:rPr>
        <w:t xml:space="preserve"> e-mail </w:t>
      </w:r>
      <w:r w:rsidR="000C735B">
        <w:rPr>
          <w:rFonts w:ascii="Arial" w:hAnsi="Arial" w:cs="Arial"/>
          <w:sz w:val="20"/>
          <w:szCs w:val="16"/>
        </w:rPr>
        <w:t>______________________</w:t>
      </w:r>
    </w:p>
    <w:p w14:paraId="24501540" w14:textId="77777777" w:rsidR="004D1ACD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Proprietà</w:t>
      </w:r>
      <w:r w:rsidR="002C28FF" w:rsidRPr="00831EDF">
        <w:rPr>
          <w:rFonts w:ascii="Arial" w:hAnsi="Arial" w:cs="Arial"/>
          <w:b/>
          <w:sz w:val="24"/>
        </w:rPr>
        <w:t xml:space="preserve"> del terreno</w:t>
      </w:r>
    </w:p>
    <w:p w14:paraId="2F4C00B5" w14:textId="57372311" w:rsidR="00BF56E3" w:rsidRPr="00831EDF" w:rsidRDefault="00BE3755" w:rsidP="00A801A8">
      <w:pPr>
        <w:pStyle w:val="Paragrafoelenco"/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del proponente</w:t>
      </w:r>
      <w:r w:rsidR="006422CB" w:rsidRPr="00831EDF">
        <w:rPr>
          <w:rFonts w:ascii="Arial" w:hAnsi="Arial" w:cs="Arial"/>
        </w:rPr>
        <w:tab/>
      </w:r>
      <w:r w:rsidR="006422CB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di altri privati</w:t>
      </w:r>
      <w:r w:rsidR="000C735B" w:rsidRPr="00831EDF">
        <w:rPr>
          <w:rStyle w:val="Rimandonotadichiusura"/>
          <w:rFonts w:ascii="Arial" w:hAnsi="Arial" w:cs="Arial"/>
        </w:rPr>
        <w:endnoteReference w:id="1"/>
      </w:r>
      <w:r w:rsidR="00BF56E3" w:rsidRPr="00831EDF">
        <w:rPr>
          <w:rFonts w:ascii="Arial" w:hAnsi="Arial" w:cs="Arial"/>
        </w:rPr>
        <w:t xml:space="preserve"> </w:t>
      </w:r>
      <w:r w:rsidR="00A801A8">
        <w:rPr>
          <w:rFonts w:ascii="Arial" w:hAnsi="Arial" w:cs="Arial"/>
        </w:rPr>
        <w:t xml:space="preserve"> </w:t>
      </w:r>
      <w:r w:rsidR="00BF56E3" w:rsidRPr="00831EDF">
        <w:rPr>
          <w:rFonts w:ascii="Arial" w:hAnsi="Arial" w:cs="Arial"/>
        </w:rPr>
        <w:t>_______________________________________________</w:t>
      </w:r>
    </w:p>
    <w:p w14:paraId="11C3EC09" w14:textId="77777777" w:rsidR="00BE3755" w:rsidRPr="00831EDF" w:rsidRDefault="00BE3755" w:rsidP="00A801A8">
      <w:pPr>
        <w:spacing w:line="360" w:lineRule="auto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6422CB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</w:rPr>
        <w:t xml:space="preserve">  </w:t>
      </w:r>
      <w:r w:rsidRPr="00831EDF">
        <w:rPr>
          <w:rFonts w:ascii="Arial" w:hAnsi="Arial" w:cs="Arial"/>
        </w:rPr>
        <w:t>di enti pubblici</w:t>
      </w:r>
      <w:r w:rsidR="000C735B" w:rsidRPr="00831EDF">
        <w:rPr>
          <w:rStyle w:val="Rimandonotadichiusura"/>
          <w:rFonts w:ascii="Arial" w:hAnsi="Arial" w:cs="Arial"/>
        </w:rPr>
        <w:endnoteReference w:id="2"/>
      </w:r>
      <w:r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____________________________________________________________________</w:t>
      </w:r>
    </w:p>
    <w:p w14:paraId="2442C54D" w14:textId="77777777" w:rsidR="002C28FF" w:rsidRPr="00831EDF" w:rsidRDefault="00BE3755" w:rsidP="00A801A8">
      <w:pPr>
        <w:spacing w:after="60" w:line="360" w:lineRule="auto"/>
        <w:ind w:left="284" w:firstLine="6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130495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di enti di diritto pubblico</w:t>
      </w:r>
      <w:r w:rsidR="00BF56E3" w:rsidRPr="00831EDF">
        <w:rPr>
          <w:rFonts w:ascii="Arial" w:hAnsi="Arial" w:cs="Arial"/>
        </w:rPr>
        <w:t xml:space="preserve"> </w:t>
      </w:r>
      <w:r w:rsidR="000C735B">
        <w:rPr>
          <w:rFonts w:ascii="Arial" w:hAnsi="Arial" w:cs="Arial"/>
          <w:szCs w:val="16"/>
        </w:rPr>
        <w:t>_____________________________________________________________</w:t>
      </w:r>
    </w:p>
    <w:p w14:paraId="3097DF02" w14:textId="77777777" w:rsidR="00BE3755" w:rsidRPr="00831EDF" w:rsidRDefault="00BE3755" w:rsidP="00A801A8">
      <w:pPr>
        <w:spacing w:line="360" w:lineRule="auto"/>
        <w:ind w:left="644"/>
        <w:jc w:val="both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Titolo di disponibilità del terreno (se non di proprietà del proponente)</w:t>
      </w:r>
    </w:p>
    <w:p w14:paraId="4D5326DE" w14:textId="77777777" w:rsidR="00BE3755" w:rsidRPr="00831EDF" w:rsidRDefault="00BE3755" w:rsidP="00A801A8">
      <w:pPr>
        <w:spacing w:line="360" w:lineRule="auto"/>
        <w:ind w:left="284" w:firstLine="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>contratto di affitto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="00F1044D" w:rsidRPr="00831EDF">
        <w:rPr>
          <w:rFonts w:ascii="Arial" w:hAnsi="Arial" w:cs="Arial"/>
        </w:rPr>
        <w:t xml:space="preserve">    </w:t>
      </w:r>
      <w:r w:rsidRPr="00831EDF">
        <w:rPr>
          <w:rFonts w:ascii="Arial" w:hAnsi="Arial" w:cs="Arial"/>
        </w:rPr>
        <w:t>contratto di cessione dei diritti di escavazione</w:t>
      </w:r>
      <w:r w:rsidRPr="00831EDF">
        <w:rPr>
          <w:rFonts w:ascii="Arial" w:hAnsi="Arial" w:cs="Arial"/>
        </w:rPr>
        <w:tab/>
      </w:r>
    </w:p>
    <w:p w14:paraId="0A06F602" w14:textId="71C8D911" w:rsidR="00BE3755" w:rsidRDefault="00130495" w:rsidP="00A801A8">
      <w:pPr>
        <w:spacing w:after="120"/>
        <w:ind w:left="289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ab/>
      </w:r>
      <w:r w:rsidR="00BE3755" w:rsidRPr="00831EDF">
        <w:rPr>
          <w:rFonts w:ascii="Arial" w:hAnsi="Arial" w:cs="Arial"/>
        </w:rPr>
        <w:t>convenzione con enti pubblici o di diritto pubblico</w:t>
      </w:r>
    </w:p>
    <w:p w14:paraId="413C582A" w14:textId="77777777" w:rsidR="00216E9E" w:rsidRPr="00831EDF" w:rsidRDefault="00216E9E" w:rsidP="00216E9E">
      <w:pPr>
        <w:spacing w:before="120" w:after="120"/>
        <w:ind w:left="289"/>
        <w:jc w:val="both"/>
        <w:rPr>
          <w:rFonts w:ascii="Arial" w:hAnsi="Arial" w:cs="Arial"/>
        </w:rPr>
      </w:pPr>
    </w:p>
    <w:p w14:paraId="481858A8" w14:textId="046693AB" w:rsidR="006422CB" w:rsidRPr="00831EDF" w:rsidRDefault="00537CA0" w:rsidP="00A801A8">
      <w:pPr>
        <w:pStyle w:val="Paragrafoelenco"/>
        <w:numPr>
          <w:ilvl w:val="0"/>
          <w:numId w:val="21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</w:rPr>
        <w:t xml:space="preserve">DATI ATTIVITÀ DI CAVA IN </w:t>
      </w:r>
      <w:r w:rsidR="00A7709D">
        <w:rPr>
          <w:rFonts w:ascii="Arial" w:hAnsi="Arial" w:cs="Arial"/>
          <w:b/>
          <w:sz w:val="24"/>
        </w:rPr>
        <w:t>SCADENZA O ESAURIMENTO</w:t>
      </w:r>
      <w:r w:rsidR="00AC11FE" w:rsidRPr="002340A1">
        <w:rPr>
          <w:rStyle w:val="Rimandonotadichiusura"/>
          <w:rFonts w:ascii="Arial" w:hAnsi="Arial" w:cs="Arial"/>
        </w:rPr>
        <w:endnoteReference w:id="3"/>
      </w:r>
    </w:p>
    <w:p w14:paraId="690E0C21" w14:textId="77777777" w:rsidR="00F2490B" w:rsidRPr="00831EDF" w:rsidRDefault="00F2490B" w:rsidP="00A801A8">
      <w:pPr>
        <w:spacing w:before="60" w:after="60"/>
        <w:jc w:val="both"/>
        <w:rPr>
          <w:rFonts w:ascii="Arial" w:hAnsi="Arial" w:cs="Arial"/>
          <w:szCs w:val="16"/>
          <w:u w:val="single"/>
        </w:rPr>
      </w:pPr>
      <w:r w:rsidRPr="00831EDF">
        <w:rPr>
          <w:rFonts w:ascii="Arial" w:hAnsi="Arial" w:cs="Arial"/>
          <w:szCs w:val="16"/>
        </w:rPr>
        <w:t xml:space="preserve">Codice </w:t>
      </w:r>
      <w:r w:rsidR="00EA4224" w:rsidRPr="00831EDF">
        <w:rPr>
          <w:rFonts w:ascii="Arial" w:hAnsi="Arial" w:cs="Arial"/>
          <w:szCs w:val="16"/>
        </w:rPr>
        <w:t>Identificativo</w:t>
      </w:r>
      <w:r w:rsidRPr="00831EDF">
        <w:rPr>
          <w:rFonts w:ascii="Arial" w:hAnsi="Arial" w:cs="Arial"/>
          <w:szCs w:val="16"/>
        </w:rPr>
        <w:t xml:space="preserve"> PRAE della</w:t>
      </w:r>
      <w:r w:rsidR="00EA4224" w:rsidRPr="00831EDF">
        <w:rPr>
          <w:rFonts w:ascii="Arial" w:hAnsi="Arial" w:cs="Arial"/>
          <w:szCs w:val="16"/>
        </w:rPr>
        <w:t xml:space="preserve"> Cava</w:t>
      </w:r>
      <w:r w:rsidR="00BF56E3" w:rsidRPr="00831EDF">
        <w:rPr>
          <w:rFonts w:ascii="Arial" w:hAnsi="Arial" w:cs="Arial"/>
          <w:szCs w:val="16"/>
        </w:rPr>
        <w:tab/>
      </w:r>
      <w:r w:rsidR="00AC11FE">
        <w:rPr>
          <w:rFonts w:ascii="Arial" w:hAnsi="Arial" w:cs="Arial"/>
          <w:szCs w:val="16"/>
        </w:rPr>
        <w:t>__________________</w:t>
      </w:r>
    </w:p>
    <w:p w14:paraId="5AF44BCB" w14:textId="77777777" w:rsidR="005D6D72" w:rsidRPr="00831EDF" w:rsidRDefault="005D6D72" w:rsidP="00A801A8">
      <w:pPr>
        <w:spacing w:before="60" w:after="60"/>
        <w:jc w:val="both"/>
        <w:rPr>
          <w:rFonts w:ascii="Arial" w:hAnsi="Arial" w:cs="Arial"/>
          <w:szCs w:val="22"/>
          <w:u w:val="single"/>
        </w:rPr>
      </w:pPr>
      <w:r w:rsidRPr="00831EDF">
        <w:rPr>
          <w:rFonts w:ascii="Arial" w:hAnsi="Arial" w:cs="Arial"/>
          <w:szCs w:val="22"/>
        </w:rPr>
        <w:t>Comune di _________________________ Prov.__</w:t>
      </w:r>
      <w:r w:rsidR="00AC11FE">
        <w:rPr>
          <w:rFonts w:ascii="Arial" w:hAnsi="Arial" w:cs="Arial"/>
          <w:szCs w:val="22"/>
        </w:rPr>
        <w:t>_</w:t>
      </w:r>
      <w:r w:rsidRPr="00831EDF">
        <w:rPr>
          <w:rFonts w:ascii="Arial" w:hAnsi="Arial" w:cs="Arial"/>
          <w:szCs w:val="22"/>
        </w:rPr>
        <w:t xml:space="preserve"> Località</w:t>
      </w:r>
      <w:r w:rsidR="00AC11FE">
        <w:rPr>
          <w:rFonts w:ascii="Arial" w:hAnsi="Arial" w:cs="Arial"/>
          <w:szCs w:val="22"/>
        </w:rPr>
        <w:t xml:space="preserve"> ______________________________</w:t>
      </w:r>
      <w:r w:rsidRPr="00831EDF">
        <w:rPr>
          <w:rFonts w:ascii="Arial" w:hAnsi="Arial" w:cs="Arial"/>
          <w:szCs w:val="22"/>
        </w:rPr>
        <w:t>_______</w:t>
      </w:r>
    </w:p>
    <w:p w14:paraId="690C839C" w14:textId="29712BEE" w:rsidR="008F72AF" w:rsidRPr="00831EDF" w:rsidRDefault="00AC11FE" w:rsidP="00A801A8">
      <w:pPr>
        <w:spacing w:before="60"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Estremi</w:t>
      </w:r>
      <w:r w:rsidR="00B92ACA" w:rsidRPr="00831EDF">
        <w:rPr>
          <w:rFonts w:ascii="Arial" w:hAnsi="Arial" w:cs="Arial"/>
        </w:rPr>
        <w:t xml:space="preserve"> autorizzazione vigente</w:t>
      </w:r>
      <w:r w:rsidRPr="00831EDF">
        <w:rPr>
          <w:rStyle w:val="Rimandonotadichiusura"/>
          <w:rFonts w:ascii="Arial" w:hAnsi="Arial" w:cs="Arial"/>
        </w:rPr>
        <w:endnoteReference w:id="4"/>
      </w:r>
      <w:r w:rsidR="00B92ACA" w:rsidRPr="00831E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n. </w:t>
      </w:r>
      <w:r>
        <w:rPr>
          <w:rFonts w:ascii="Arial" w:hAnsi="Arial" w:cs="Arial"/>
          <w:szCs w:val="16"/>
        </w:rPr>
        <w:t>______</w:t>
      </w:r>
      <w:r w:rsidR="003C2022">
        <w:rPr>
          <w:rFonts w:ascii="Arial" w:hAnsi="Arial" w:cs="Arial"/>
          <w:szCs w:val="16"/>
        </w:rPr>
        <w:t>__</w:t>
      </w:r>
      <w:r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</w:rPr>
        <w:t xml:space="preserve">del </w:t>
      </w:r>
      <w:r w:rsidR="00B92ACA" w:rsidRPr="00831EDF">
        <w:rPr>
          <w:rFonts w:ascii="Arial" w:hAnsi="Arial" w:cs="Arial"/>
        </w:rPr>
        <w:t>___/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B92ACA" w:rsidRPr="00831EDF">
        <w:rPr>
          <w:rFonts w:ascii="Arial" w:hAnsi="Arial" w:cs="Arial"/>
        </w:rPr>
        <w:t xml:space="preserve"> </w:t>
      </w:r>
      <w:r w:rsidR="00CB54A3">
        <w:rPr>
          <w:rFonts w:ascii="Arial" w:hAnsi="Arial" w:cs="Arial"/>
        </w:rPr>
        <w:t xml:space="preserve">  </w:t>
      </w:r>
      <w:r w:rsidR="00537CA0" w:rsidRPr="00831EDF">
        <w:rPr>
          <w:rFonts w:ascii="Arial" w:hAnsi="Arial" w:cs="Arial"/>
        </w:rPr>
        <w:t>Data scadenza autorizzazione</w:t>
      </w:r>
      <w:r w:rsidRPr="00831EDF">
        <w:rPr>
          <w:rStyle w:val="Rimandonotadichiusura"/>
          <w:rFonts w:ascii="Arial" w:hAnsi="Arial" w:cs="Arial"/>
        </w:rPr>
        <w:endnoteReference w:id="5"/>
      </w:r>
      <w:r w:rsidR="00537CA0" w:rsidRPr="00831EDF">
        <w:rPr>
          <w:rFonts w:ascii="Arial" w:hAnsi="Arial" w:cs="Arial"/>
        </w:rPr>
        <w:t xml:space="preserve"> 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  <w:r w:rsidR="00537CA0" w:rsidRPr="00831EDF">
        <w:rPr>
          <w:rFonts w:ascii="Arial" w:hAnsi="Arial" w:cs="Arial"/>
        </w:rPr>
        <w:t>/</w:t>
      </w:r>
      <w:r w:rsidR="00181772" w:rsidRPr="00831EDF">
        <w:rPr>
          <w:rFonts w:ascii="Arial" w:hAnsi="Arial" w:cs="Arial"/>
        </w:rPr>
        <w:t>___</w:t>
      </w:r>
    </w:p>
    <w:p w14:paraId="2021E1D9" w14:textId="730EFB43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Area totale di cava autorizzata</w:t>
      </w:r>
      <w:r w:rsidR="00AC11FE" w:rsidRPr="00831EDF">
        <w:rPr>
          <w:rStyle w:val="Rimandonotadichiusura"/>
          <w:rFonts w:ascii="Arial" w:hAnsi="Arial" w:cs="Arial"/>
        </w:rPr>
        <w:endnoteReference w:id="6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Pr="00831EDF">
        <w:rPr>
          <w:rFonts w:ascii="Arial" w:hAnsi="Arial" w:cs="Arial"/>
        </w:rPr>
        <w:t>____</w:t>
      </w:r>
      <w:r w:rsidR="00AC11FE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Area residua di cava autorizzata</w:t>
      </w:r>
      <w:r w:rsidR="004E1C17" w:rsidRPr="00831EDF">
        <w:rPr>
          <w:rStyle w:val="Rimandonotadichiusura"/>
          <w:rFonts w:ascii="Arial" w:hAnsi="Arial" w:cs="Arial"/>
        </w:rPr>
        <w:endnoteReference w:id="7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2</w:t>
      </w:r>
      <w:r w:rsidR="00537CA0" w:rsidRPr="00831EDF">
        <w:rPr>
          <w:rFonts w:ascii="Arial" w:hAnsi="Arial" w:cs="Arial"/>
        </w:rPr>
        <w:t xml:space="preserve">) </w:t>
      </w:r>
      <w:r w:rsidR="00AC11FE" w:rsidRPr="00831EDF">
        <w:rPr>
          <w:rFonts w:ascii="Arial" w:hAnsi="Arial" w:cs="Arial"/>
        </w:rPr>
        <w:t>___________</w:t>
      </w:r>
    </w:p>
    <w:p w14:paraId="4EE20411" w14:textId="20CA3EA4" w:rsidR="008F72AF" w:rsidRPr="00831EDF" w:rsidRDefault="00B92ACA" w:rsidP="00A801A8">
      <w:pPr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t>Volume totale autorizzato</w:t>
      </w:r>
      <w:r w:rsidR="004E1C17" w:rsidRPr="00831EDF">
        <w:rPr>
          <w:rStyle w:val="Rimandonotadichiusura"/>
          <w:rFonts w:ascii="Arial" w:hAnsi="Arial" w:cs="Arial"/>
        </w:rPr>
        <w:endnoteReference w:id="8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Pr="00831EDF">
        <w:rPr>
          <w:rFonts w:ascii="Arial" w:hAnsi="Arial" w:cs="Arial"/>
        </w:rPr>
        <w:t xml:space="preserve"> </w:t>
      </w:r>
      <w:r w:rsidR="003C2022">
        <w:rPr>
          <w:rFonts w:ascii="Arial" w:hAnsi="Arial" w:cs="Arial"/>
        </w:rPr>
        <w:tab/>
      </w:r>
      <w:r w:rsidRPr="00831EDF">
        <w:rPr>
          <w:rFonts w:ascii="Arial" w:hAnsi="Arial" w:cs="Arial"/>
        </w:rPr>
        <w:t>Volume residuo autorizzato</w:t>
      </w:r>
      <w:r w:rsidR="004E1C17" w:rsidRPr="00831EDF">
        <w:rPr>
          <w:rStyle w:val="Rimandonotadichiusura"/>
          <w:rFonts w:ascii="Arial" w:hAnsi="Arial" w:cs="Arial"/>
        </w:rPr>
        <w:endnoteReference w:id="9"/>
      </w:r>
      <w:r w:rsidRPr="00831EDF">
        <w:rPr>
          <w:rFonts w:ascii="Arial" w:hAnsi="Arial" w:cs="Arial"/>
        </w:rPr>
        <w:t xml:space="preserve">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</w:t>
      </w:r>
      <w:r w:rsidR="004E1C17" w:rsidRPr="00831EDF">
        <w:rPr>
          <w:rFonts w:ascii="Arial" w:hAnsi="Arial" w:cs="Arial"/>
        </w:rPr>
        <w:t>____</w:t>
      </w:r>
      <w:r w:rsidR="004E1C17">
        <w:rPr>
          <w:rFonts w:ascii="Arial" w:hAnsi="Arial" w:cs="Arial"/>
        </w:rPr>
        <w:t>__________</w:t>
      </w:r>
      <w:r w:rsidR="003C2022">
        <w:rPr>
          <w:rFonts w:ascii="Arial" w:hAnsi="Arial" w:cs="Arial"/>
        </w:rPr>
        <w:t>_</w:t>
      </w:r>
    </w:p>
    <w:p w14:paraId="4FC2EFE5" w14:textId="77777777" w:rsidR="008F72AF" w:rsidRPr="00831EDF" w:rsidRDefault="00B92ACA" w:rsidP="00A801A8">
      <w:pPr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 xml:space="preserve">Volume </w:t>
      </w:r>
      <w:r w:rsidR="00784D20" w:rsidRPr="00831EDF">
        <w:rPr>
          <w:rFonts w:ascii="Arial" w:hAnsi="Arial" w:cs="Arial"/>
        </w:rPr>
        <w:t xml:space="preserve">utile </w:t>
      </w:r>
      <w:r w:rsidRPr="00831EDF">
        <w:rPr>
          <w:rFonts w:ascii="Arial" w:hAnsi="Arial" w:cs="Arial"/>
        </w:rPr>
        <w:t>annuo estratto (m</w:t>
      </w:r>
      <w:r w:rsidRPr="00831EDF">
        <w:rPr>
          <w:rFonts w:ascii="Arial" w:hAnsi="Arial" w:cs="Arial"/>
          <w:vertAlign w:val="superscript"/>
        </w:rPr>
        <w:t>3</w:t>
      </w:r>
      <w:r w:rsidRPr="00831EDF">
        <w:rPr>
          <w:rFonts w:ascii="Arial" w:hAnsi="Arial" w:cs="Arial"/>
        </w:rPr>
        <w:t xml:space="preserve">) dichiarato con perizia: </w:t>
      </w:r>
      <w:r w:rsidR="001F6529" w:rsidRPr="00831EDF">
        <w:rPr>
          <w:rFonts w:ascii="Arial" w:hAnsi="Arial" w:cs="Arial"/>
        </w:rPr>
        <w:t>(</w:t>
      </w:r>
      <w:r w:rsidR="001F6529" w:rsidRPr="00831EDF">
        <w:rPr>
          <w:rFonts w:ascii="Arial" w:hAnsi="Arial" w:cs="Arial"/>
          <w:u w:val="single"/>
        </w:rPr>
        <w:t xml:space="preserve">indicare volume degli ultimi </w:t>
      </w:r>
      <w:r w:rsidR="004E1C17">
        <w:rPr>
          <w:rFonts w:ascii="Arial" w:hAnsi="Arial" w:cs="Arial"/>
          <w:u w:val="single"/>
        </w:rPr>
        <w:t>12</w:t>
      </w:r>
      <w:r w:rsidR="001F6529" w:rsidRPr="00831EDF">
        <w:rPr>
          <w:rFonts w:ascii="Arial" w:hAnsi="Arial" w:cs="Arial"/>
          <w:u w:val="single"/>
        </w:rPr>
        <w:t xml:space="preserve"> anni</w:t>
      </w:r>
      <w:r w:rsidR="001F6529" w:rsidRPr="00831EDF">
        <w:rPr>
          <w:rFonts w:ascii="Arial" w:hAnsi="Arial" w:cs="Arial"/>
        </w:rPr>
        <w:t>)</w:t>
      </w:r>
    </w:p>
    <w:p w14:paraId="0479F75E" w14:textId="77777777" w:rsidR="008F72AF" w:rsidRPr="00831EDF" w:rsidRDefault="00D111C2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8F72AF" w:rsidRPr="00831EDF">
        <w:rPr>
          <w:rFonts w:ascii="Arial" w:hAnsi="Arial" w:cs="Arial"/>
        </w:rPr>
        <w:t>20</w:t>
      </w:r>
      <w:r w:rsidR="001F6529" w:rsidRPr="00831EDF">
        <w:rPr>
          <w:rFonts w:ascii="Arial" w:hAnsi="Arial" w:cs="Arial"/>
        </w:rPr>
        <w:t>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 __________________</w:t>
      </w:r>
      <w:r w:rsidR="001F6529"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</w:t>
      </w:r>
      <w:r w:rsidR="001F6529" w:rsidRPr="00831EDF">
        <w:rPr>
          <w:rFonts w:ascii="Arial" w:hAnsi="Arial" w:cs="Arial"/>
        </w:rPr>
        <w:t>20….</w:t>
      </w:r>
      <w:r w:rsidR="00F15E97" w:rsidRPr="00831EDF">
        <w:rPr>
          <w:rFonts w:ascii="Arial" w:hAnsi="Arial" w:cs="Arial"/>
        </w:rPr>
        <w:t xml:space="preserve"> </w:t>
      </w:r>
      <w:r w:rsidR="001F6529" w:rsidRPr="00831EDF">
        <w:rPr>
          <w:rFonts w:ascii="Arial" w:hAnsi="Arial" w:cs="Arial"/>
        </w:rPr>
        <w:t>__________________</w:t>
      </w:r>
    </w:p>
    <w:p w14:paraId="56137616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43A618E3" w14:textId="77777777" w:rsidR="00784D20" w:rsidRPr="00831EDF" w:rsidRDefault="00784D20" w:rsidP="00A801A8">
      <w:pPr>
        <w:tabs>
          <w:tab w:val="left" w:pos="3261"/>
        </w:tabs>
        <w:spacing w:before="60" w:after="6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56158FB6" w14:textId="77777777" w:rsidR="004E1C17" w:rsidRPr="00831EDF" w:rsidRDefault="004E1C17" w:rsidP="00CB54A3">
      <w:pPr>
        <w:tabs>
          <w:tab w:val="left" w:pos="3261"/>
        </w:tabs>
        <w:spacing w:before="60" w:after="120"/>
        <w:jc w:val="both"/>
        <w:rPr>
          <w:rFonts w:ascii="Arial" w:hAnsi="Arial" w:cs="Arial"/>
          <w:u w:val="single"/>
        </w:rPr>
      </w:pP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 20…. __________________</w:t>
      </w:r>
    </w:p>
    <w:p w14:paraId="14370B64" w14:textId="2EF1AE4D" w:rsidR="00B92ACA" w:rsidRPr="00831EDF" w:rsidRDefault="00B92ACA" w:rsidP="00CB54A3">
      <w:pPr>
        <w:pStyle w:val="Titolo9"/>
        <w:spacing w:before="12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lastRenderedPageBreak/>
        <w:t>Anno inizio attività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0"/>
      </w:r>
      <w:r w:rsidRPr="00831EDF">
        <w:rPr>
          <w:rFonts w:ascii="Arial" w:hAnsi="Arial" w:cs="Arial"/>
          <w:sz w:val="20"/>
        </w:rPr>
        <w:t xml:space="preserve"> _____</w:t>
      </w:r>
      <w:r w:rsidR="00F56F49" w:rsidRPr="00831EDF">
        <w:rPr>
          <w:rFonts w:ascii="Arial" w:hAnsi="Arial" w:cs="Arial"/>
          <w:sz w:val="20"/>
        </w:rPr>
        <w:t>_____</w:t>
      </w:r>
      <w:r w:rsidRPr="00831EDF">
        <w:rPr>
          <w:rFonts w:ascii="Arial" w:hAnsi="Arial" w:cs="Arial"/>
          <w:sz w:val="20"/>
        </w:rPr>
        <w:t xml:space="preserve"> </w:t>
      </w:r>
      <w:r w:rsidR="00F56F49" w:rsidRPr="00831EDF">
        <w:rPr>
          <w:rFonts w:ascii="Arial" w:hAnsi="Arial" w:cs="Arial"/>
          <w:sz w:val="20"/>
        </w:rPr>
        <w:t>Sup.</w:t>
      </w:r>
      <w:r w:rsidRPr="00831EDF">
        <w:rPr>
          <w:rFonts w:ascii="Arial" w:hAnsi="Arial" w:cs="Arial"/>
          <w:sz w:val="20"/>
        </w:rPr>
        <w:t xml:space="preserve"> tot</w:t>
      </w:r>
      <w:r w:rsidR="005A28D2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di cava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1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2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 xml:space="preserve">__________ </w:t>
      </w:r>
      <w:r w:rsidRPr="00831EDF">
        <w:rPr>
          <w:rFonts w:ascii="Arial" w:hAnsi="Arial" w:cs="Arial"/>
          <w:sz w:val="20"/>
        </w:rPr>
        <w:t>Vol</w:t>
      </w:r>
      <w:r w:rsidR="00F26B3A" w:rsidRPr="00831EDF">
        <w:rPr>
          <w:rFonts w:ascii="Arial" w:hAnsi="Arial" w:cs="Arial"/>
          <w:sz w:val="20"/>
        </w:rPr>
        <w:t>.</w:t>
      </w:r>
      <w:r w:rsidRPr="00831EDF">
        <w:rPr>
          <w:rFonts w:ascii="Arial" w:hAnsi="Arial" w:cs="Arial"/>
          <w:sz w:val="20"/>
        </w:rPr>
        <w:t xml:space="preserve"> totale cavato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2"/>
      </w:r>
      <w:r w:rsidRPr="00831EDF">
        <w:rPr>
          <w:rFonts w:ascii="Arial" w:hAnsi="Arial" w:cs="Arial"/>
          <w:sz w:val="20"/>
        </w:rPr>
        <w:t xml:space="preserve"> (m</w:t>
      </w:r>
      <w:r w:rsidRPr="00831EDF">
        <w:rPr>
          <w:rFonts w:ascii="Arial" w:hAnsi="Arial" w:cs="Arial"/>
          <w:sz w:val="20"/>
          <w:vertAlign w:val="superscript"/>
        </w:rPr>
        <w:t>3</w:t>
      </w:r>
      <w:r w:rsidRPr="00831EDF">
        <w:rPr>
          <w:rFonts w:ascii="Arial" w:hAnsi="Arial" w:cs="Arial"/>
          <w:sz w:val="20"/>
        </w:rPr>
        <w:t xml:space="preserve">) </w:t>
      </w:r>
      <w:r w:rsidR="00A22E30" w:rsidRPr="00831EDF">
        <w:rPr>
          <w:rFonts w:ascii="Arial" w:hAnsi="Arial" w:cs="Arial"/>
          <w:sz w:val="20"/>
        </w:rPr>
        <w:t>__________</w:t>
      </w:r>
    </w:p>
    <w:p w14:paraId="1EBCBFBD" w14:textId="315AA535" w:rsidR="00FC0068" w:rsidRPr="00831EDF" w:rsidRDefault="00B92ACA" w:rsidP="00CB54A3">
      <w:pPr>
        <w:pStyle w:val="Titolo9"/>
        <w:spacing w:before="60" w:after="12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Destinazione urbanistica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3"/>
      </w:r>
      <w:r w:rsidR="00A22E30">
        <w:rPr>
          <w:rFonts w:ascii="Arial" w:hAnsi="Arial" w:cs="Arial"/>
          <w:sz w:val="20"/>
        </w:rPr>
        <w:t xml:space="preserve"> ________________________________________________________________</w:t>
      </w:r>
    </w:p>
    <w:p w14:paraId="4A148948" w14:textId="25383C47" w:rsidR="00B92ACA" w:rsidRPr="00831EDF" w:rsidRDefault="00B92ACA" w:rsidP="00A801A8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  <w:u w:val="single"/>
        </w:rPr>
      </w:pPr>
      <w:r w:rsidRPr="00831EDF">
        <w:rPr>
          <w:rFonts w:ascii="Arial" w:hAnsi="Arial" w:cs="Arial"/>
          <w:sz w:val="20"/>
        </w:rPr>
        <w:t>Destinazione finale prevista</w:t>
      </w:r>
      <w:r w:rsidR="004E1C17" w:rsidRPr="00831EDF">
        <w:rPr>
          <w:rStyle w:val="Rimandonotadichiusura"/>
          <w:rFonts w:ascii="Arial" w:hAnsi="Arial" w:cs="Arial"/>
          <w:sz w:val="20"/>
        </w:rPr>
        <w:endnoteReference w:id="14"/>
      </w:r>
      <w:r w:rsidR="00A22E30">
        <w:rPr>
          <w:rFonts w:ascii="Arial" w:hAnsi="Arial" w:cs="Arial"/>
          <w:sz w:val="20"/>
        </w:rPr>
        <w:t xml:space="preserve"> </w:t>
      </w:r>
      <w:r w:rsidR="0044556E">
        <w:rPr>
          <w:rFonts w:ascii="Arial" w:hAnsi="Arial" w:cs="Arial"/>
          <w:sz w:val="20"/>
        </w:rPr>
        <w:t xml:space="preserve"> </w:t>
      </w:r>
      <w:r w:rsidR="00A22E30">
        <w:rPr>
          <w:rFonts w:ascii="Arial" w:hAnsi="Arial" w:cs="Arial"/>
          <w:sz w:val="20"/>
        </w:rPr>
        <w:t>_____________________________________________________________</w:t>
      </w:r>
    </w:p>
    <w:p w14:paraId="57B04F1F" w14:textId="501C4E78" w:rsidR="003300AE" w:rsidRPr="00831EDF" w:rsidRDefault="003300AE" w:rsidP="003300AE">
      <w:pPr>
        <w:pStyle w:val="Titolo9"/>
        <w:spacing w:before="60" w:after="60"/>
        <w:ind w:left="142" w:hanging="142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>Data</w:t>
      </w:r>
      <w:r w:rsidRPr="00831ED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di chiusura</w:t>
      </w:r>
      <w:r w:rsidRPr="00831EDF">
        <w:rPr>
          <w:rFonts w:ascii="Arial" w:hAnsi="Arial" w:cs="Arial"/>
          <w:sz w:val="20"/>
        </w:rPr>
        <w:t xml:space="preserve"> prevista</w:t>
      </w:r>
      <w:r w:rsidRPr="00831EDF">
        <w:rPr>
          <w:rStyle w:val="Rimandonotadichiusura"/>
          <w:rFonts w:ascii="Arial" w:hAnsi="Arial" w:cs="Arial"/>
          <w:sz w:val="20"/>
        </w:rPr>
        <w:endnoteReference w:id="15"/>
      </w:r>
      <w:r>
        <w:rPr>
          <w:rFonts w:ascii="Arial" w:hAnsi="Arial" w:cs="Arial"/>
          <w:sz w:val="20"/>
        </w:rPr>
        <w:t xml:space="preserve">  _______________________________________________________________</w:t>
      </w:r>
    </w:p>
    <w:p w14:paraId="10E35DE9" w14:textId="77777777" w:rsidR="00FC0068" w:rsidRPr="00831EDF" w:rsidRDefault="00FC0068" w:rsidP="00FC0068">
      <w:pPr>
        <w:rPr>
          <w:rFonts w:ascii="Arial" w:hAnsi="Arial" w:cs="Arial"/>
        </w:rPr>
      </w:pPr>
    </w:p>
    <w:p w14:paraId="52E5451A" w14:textId="5E88106D" w:rsidR="00326516" w:rsidRPr="00831EDF" w:rsidRDefault="00326516" w:rsidP="00A9149C">
      <w:pPr>
        <w:spacing w:after="60"/>
        <w:ind w:firstLine="6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Localizzazione impianti</w:t>
      </w:r>
      <w:r>
        <w:rPr>
          <w:rFonts w:ascii="Arial" w:hAnsi="Arial" w:cs="Arial"/>
          <w:b/>
          <w:sz w:val="24"/>
          <w:szCs w:val="24"/>
        </w:rPr>
        <w:t xml:space="preserve"> approvvigionati dall’attività in chiusura</w:t>
      </w:r>
      <w:r w:rsidRPr="002340A1">
        <w:rPr>
          <w:rStyle w:val="Rimandonotadichiusura"/>
          <w:rFonts w:ascii="Arial" w:hAnsi="Arial" w:cs="Arial"/>
        </w:rPr>
        <w:endnoteReference w:id="16"/>
      </w:r>
    </w:p>
    <w:p w14:paraId="67BC6105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0E2EA49" w14:textId="77777777" w:rsidR="00730E16" w:rsidRPr="005A35E1" w:rsidRDefault="00730E16" w:rsidP="00730E16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5C42DAD1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0BD17E23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7EE0C201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0F7F9089" w14:textId="77777777" w:rsidR="00730E16" w:rsidRPr="005A35E1" w:rsidRDefault="00730E16" w:rsidP="00730E16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2BD8881A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2CEA06FE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291B04EF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0C990351" w14:textId="77777777" w:rsidR="00730E16" w:rsidRPr="005A35E1" w:rsidRDefault="00730E16" w:rsidP="00216E9E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03CE45F6" w14:textId="622BC14B" w:rsidR="00326516" w:rsidRPr="00831EDF" w:rsidRDefault="00326516" w:rsidP="00216E9E">
      <w:pPr>
        <w:pStyle w:val="Titolo9"/>
        <w:spacing w:before="240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Viabilità interessata:</w:t>
      </w:r>
    </w:p>
    <w:p w14:paraId="50719084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Vicinale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2FC1F889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Comunale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3F687EC7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Provinciale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26D47E6C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Regionale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4102BED0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Nazionale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215F19A4" w14:textId="77777777" w:rsidR="00730E16" w:rsidRPr="005A35E1" w:rsidRDefault="00730E16" w:rsidP="00730E16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5A35E1">
        <w:rPr>
          <w:rFonts w:ascii="Arial" w:hAnsi="Arial" w:cs="Arial"/>
          <w:sz w:val="20"/>
          <w:szCs w:val="16"/>
        </w:rPr>
        <w:t>Frequenza mezzi pesanti in uscita dalla cava (veicoli/giorno)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58676784" w14:textId="77777777" w:rsidR="00730E16" w:rsidRPr="00841834" w:rsidRDefault="00730E16" w:rsidP="00216E9E">
      <w:pPr>
        <w:pStyle w:val="Titolo9"/>
        <w:spacing w:before="240" w:after="240"/>
        <w:rPr>
          <w:rFonts w:ascii="Arial" w:hAnsi="Arial" w:cs="Arial"/>
          <w:sz w:val="20"/>
          <w:szCs w:val="16"/>
        </w:rPr>
      </w:pPr>
      <w:r w:rsidRPr="00841834">
        <w:rPr>
          <w:rFonts w:ascii="Arial" w:hAnsi="Arial" w:cs="Arial"/>
          <w:sz w:val="20"/>
          <w:szCs w:val="16"/>
        </w:rPr>
        <w:t>Numero addetti agli impianti</w:t>
      </w:r>
      <w:r>
        <w:rPr>
          <w:rFonts w:ascii="Arial" w:hAnsi="Arial" w:cs="Arial"/>
          <w:sz w:val="20"/>
          <w:szCs w:val="16"/>
          <w:u w:val="single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_______ </w:t>
      </w:r>
      <w:r w:rsidRPr="00841834">
        <w:rPr>
          <w:rFonts w:ascii="Arial" w:hAnsi="Arial" w:cs="Arial"/>
          <w:sz w:val="20"/>
          <w:szCs w:val="16"/>
        </w:rPr>
        <w:t>Numero addetti alla cava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16FFCC79" w14:textId="77777777" w:rsidR="00130495" w:rsidRPr="00831EDF" w:rsidRDefault="00D111C2" w:rsidP="00216E9E">
      <w:pPr>
        <w:pStyle w:val="Paragrafoelenco"/>
        <w:numPr>
          <w:ilvl w:val="0"/>
          <w:numId w:val="21"/>
        </w:numPr>
        <w:spacing w:before="240" w:after="120"/>
        <w:ind w:left="425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CARATTERISTICHE DEL GIACIMENTO</w:t>
      </w:r>
      <w:r w:rsidR="00FC0068" w:rsidRPr="00831EDF">
        <w:rPr>
          <w:rFonts w:ascii="Arial" w:hAnsi="Arial" w:cs="Arial"/>
          <w:b/>
          <w:sz w:val="24"/>
          <w:szCs w:val="24"/>
        </w:rPr>
        <w:t xml:space="preserve"> RICHIESTO</w:t>
      </w:r>
      <w:r w:rsidRPr="00831EDF">
        <w:rPr>
          <w:rFonts w:ascii="Arial" w:hAnsi="Arial" w:cs="Arial"/>
          <w:b/>
          <w:sz w:val="24"/>
          <w:szCs w:val="24"/>
        </w:rPr>
        <w:t xml:space="preserve"> E DATI DI PROGETTO</w:t>
      </w:r>
    </w:p>
    <w:p w14:paraId="3505B839" w14:textId="2BEB6F7C" w:rsidR="00DA5296" w:rsidRPr="00DA5296" w:rsidRDefault="00DA5296" w:rsidP="00DA5296">
      <w:pPr>
        <w:autoSpaceDE w:val="0"/>
        <w:spacing w:before="120" w:after="12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Variante al P.R.G. comunale: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r>
        <w:rPr>
          <w:rFonts w:ascii="Arial" w:hAnsi="Arial" w:cs="Arial"/>
          <w:b/>
          <w:bCs/>
          <w:sz w:val="28"/>
          <w:szCs w:val="22"/>
        </w:rPr>
        <w:t xml:space="preserve">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SI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Wingdings" w:hAnsi="Wingdings" w:cs="Wingdings"/>
          <w:b/>
          <w:bCs/>
          <w:sz w:val="28"/>
          <w:szCs w:val="22"/>
        </w:rPr>
        <w:t>¨</w:t>
      </w:r>
      <w:proofErr w:type="gramEnd"/>
      <w:r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NO</w:t>
      </w:r>
    </w:p>
    <w:p w14:paraId="261FB876" w14:textId="283B129D" w:rsidR="00A924AE" w:rsidRPr="00831EDF" w:rsidRDefault="00F54CF8" w:rsidP="00BE552B">
      <w:pPr>
        <w:pStyle w:val="Titolo9"/>
        <w:spacing w:before="120" w:after="60"/>
        <w:ind w:left="142" w:hanging="142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 xml:space="preserve">Durata </w:t>
      </w:r>
      <w:r w:rsidR="00A924AE" w:rsidRPr="00831EDF">
        <w:rPr>
          <w:rFonts w:ascii="Arial" w:hAnsi="Arial" w:cs="Arial"/>
          <w:sz w:val="20"/>
        </w:rPr>
        <w:t>complessiva</w:t>
      </w:r>
      <w:r w:rsidR="00BE552B">
        <w:rPr>
          <w:rFonts w:ascii="Arial" w:hAnsi="Arial" w:cs="Arial"/>
          <w:sz w:val="20"/>
        </w:rPr>
        <w:t xml:space="preserve"> presunta</w:t>
      </w:r>
      <w:r w:rsidR="00A924AE" w:rsidRPr="00831EDF">
        <w:rPr>
          <w:rFonts w:ascii="Arial" w:hAnsi="Arial" w:cs="Arial"/>
          <w:sz w:val="20"/>
        </w:rPr>
        <w:t xml:space="preserve"> dell’intervento</w:t>
      </w:r>
      <w:r w:rsidR="008A062A" w:rsidRPr="00831EDF">
        <w:rPr>
          <w:rStyle w:val="Rimandonotadichiusura"/>
          <w:rFonts w:ascii="Arial" w:hAnsi="Arial" w:cs="Arial"/>
          <w:sz w:val="20"/>
        </w:rPr>
        <w:endnoteReference w:id="17"/>
      </w:r>
      <w:r w:rsidR="00A924AE" w:rsidRPr="00831EDF">
        <w:rPr>
          <w:rFonts w:ascii="Arial" w:hAnsi="Arial" w:cs="Arial"/>
          <w:sz w:val="20"/>
        </w:rPr>
        <w:t xml:space="preserve"> </w:t>
      </w:r>
      <w:r w:rsidRPr="00831EDF">
        <w:rPr>
          <w:rFonts w:ascii="Arial" w:hAnsi="Arial" w:cs="Arial"/>
          <w:sz w:val="20"/>
        </w:rPr>
        <w:t>(anni</w:t>
      </w:r>
      <w:r w:rsidR="003463B0" w:rsidRPr="00831EDF">
        <w:rPr>
          <w:rFonts w:ascii="Arial" w:hAnsi="Arial" w:cs="Arial"/>
          <w:sz w:val="20"/>
        </w:rPr>
        <w:t>) ___________</w:t>
      </w:r>
      <w:r w:rsidR="00ED6887" w:rsidRPr="00831EDF">
        <w:rPr>
          <w:rFonts w:ascii="Arial" w:hAnsi="Arial" w:cs="Arial"/>
          <w:sz w:val="20"/>
        </w:rPr>
        <w:t xml:space="preserve"> Totale </w:t>
      </w:r>
      <w:r w:rsidR="00BE552B">
        <w:rPr>
          <w:rFonts w:ascii="Arial" w:hAnsi="Arial" w:cs="Arial"/>
          <w:sz w:val="20"/>
        </w:rPr>
        <w:t>Fasi</w:t>
      </w:r>
      <w:r w:rsidR="00ED6887" w:rsidRPr="00831EDF">
        <w:rPr>
          <w:rFonts w:ascii="Arial" w:hAnsi="Arial" w:cs="Arial"/>
          <w:sz w:val="20"/>
        </w:rPr>
        <w:t xml:space="preserve"> funzionali:</w:t>
      </w:r>
      <w:r w:rsidR="003463B0" w:rsidRPr="00831EDF">
        <w:rPr>
          <w:rFonts w:ascii="Arial" w:hAnsi="Arial" w:cs="Arial"/>
          <w:sz w:val="20"/>
        </w:rPr>
        <w:t xml:space="preserve"> ___________ </w:t>
      </w:r>
      <w:r w:rsidR="00ED6887" w:rsidRPr="00831EDF">
        <w:rPr>
          <w:rFonts w:ascii="Arial" w:hAnsi="Arial" w:cs="Arial"/>
          <w:sz w:val="20"/>
        </w:rPr>
        <w:t xml:space="preserve"> </w:t>
      </w:r>
    </w:p>
    <w:p w14:paraId="1E995827" w14:textId="0D17430C" w:rsidR="003463B0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</w:t>
      </w:r>
      <w:r w:rsidR="000141B1" w:rsidRPr="00831EDF">
        <w:rPr>
          <w:rFonts w:ascii="Arial" w:hAnsi="Arial" w:cs="Arial"/>
          <w:sz w:val="20"/>
        </w:rPr>
        <w:t>.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</w:t>
      </w:r>
      <w:r w:rsidR="00F15E97" w:rsidRPr="00831EDF">
        <w:rPr>
          <w:rFonts w:ascii="Arial" w:hAnsi="Arial" w:cs="Arial"/>
          <w:sz w:val="20"/>
        </w:rPr>
        <w:t xml:space="preserve"> funzionali</w:t>
      </w:r>
      <w:r w:rsidR="00BE552B" w:rsidRPr="00831EDF">
        <w:rPr>
          <w:rStyle w:val="Rimandonotadichiusura"/>
          <w:rFonts w:ascii="Arial" w:hAnsi="Arial" w:cs="Arial"/>
          <w:sz w:val="20"/>
        </w:rPr>
        <w:endnoteReference w:id="18"/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BD799AB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192F3C98" w14:textId="77777777" w:rsidR="00A924AE" w:rsidRPr="00831EDF" w:rsidRDefault="00A924AE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>___________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</w:t>
      </w:r>
      <w:r w:rsidR="000141B1" w:rsidRPr="00831EDF">
        <w:rPr>
          <w:rFonts w:ascii="Arial" w:hAnsi="Arial" w:cs="Arial"/>
          <w:sz w:val="20"/>
        </w:rPr>
        <w:t xml:space="preserve">i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44345648" w14:textId="77777777" w:rsidR="003463B0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</w:t>
      </w:r>
      <w:r w:rsidR="003463B0" w:rsidRPr="00831EDF">
        <w:rPr>
          <w:rFonts w:ascii="Arial" w:hAnsi="Arial" w:cs="Arial"/>
          <w:sz w:val="20"/>
        </w:rPr>
        <w:t xml:space="preserve">: 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26DED170" w14:textId="77777777" w:rsidR="00922D8D" w:rsidRPr="00831EDF" w:rsidRDefault="00922D8D" w:rsidP="00BE552B">
      <w:pPr>
        <w:pStyle w:val="Titolo9"/>
        <w:spacing w:before="60"/>
        <w:jc w:val="both"/>
        <w:rPr>
          <w:rFonts w:ascii="Arial" w:hAnsi="Arial" w:cs="Arial"/>
          <w:sz w:val="20"/>
        </w:rPr>
      </w:pPr>
      <w:r w:rsidRPr="00831EDF">
        <w:rPr>
          <w:rFonts w:ascii="Arial" w:hAnsi="Arial" w:cs="Arial"/>
          <w:sz w:val="20"/>
        </w:rPr>
        <w:t>Fase funzionale n.</w:t>
      </w:r>
      <w:r w:rsidR="000141B1" w:rsidRPr="00831EDF">
        <w:rPr>
          <w:rFonts w:ascii="Arial" w:hAnsi="Arial" w:cs="Arial"/>
          <w:sz w:val="20"/>
        </w:rPr>
        <w:t xml:space="preserve"> ____</w:t>
      </w:r>
      <w:r w:rsidR="000141B1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Durata:</w:t>
      </w:r>
      <w:r w:rsidR="003463B0" w:rsidRPr="00831EDF">
        <w:rPr>
          <w:rFonts w:ascii="Arial" w:hAnsi="Arial" w:cs="Arial"/>
          <w:sz w:val="20"/>
          <w:u w:val="single"/>
        </w:rPr>
        <w:t xml:space="preserve"> </w:t>
      </w:r>
      <w:r w:rsidR="003463B0" w:rsidRPr="00831EDF">
        <w:rPr>
          <w:rFonts w:ascii="Arial" w:hAnsi="Arial" w:cs="Arial"/>
          <w:sz w:val="20"/>
        </w:rPr>
        <w:t xml:space="preserve">___________ </w:t>
      </w:r>
      <w:r w:rsidR="003463B0" w:rsidRPr="00831EDF">
        <w:rPr>
          <w:rFonts w:ascii="Arial" w:hAnsi="Arial" w:cs="Arial"/>
          <w:sz w:val="20"/>
        </w:rPr>
        <w:tab/>
      </w:r>
      <w:r w:rsidRPr="00831EDF">
        <w:rPr>
          <w:rFonts w:ascii="Arial" w:hAnsi="Arial" w:cs="Arial"/>
          <w:sz w:val="20"/>
        </w:rPr>
        <w:t>N. Lotti funzionali</w:t>
      </w:r>
      <w:r w:rsidR="000141B1" w:rsidRPr="00831EDF">
        <w:rPr>
          <w:rFonts w:ascii="Arial" w:hAnsi="Arial" w:cs="Arial"/>
          <w:sz w:val="20"/>
        </w:rPr>
        <w:t xml:space="preserve"> </w:t>
      </w:r>
      <w:r w:rsidR="000141B1" w:rsidRPr="00831EDF">
        <w:rPr>
          <w:rFonts w:ascii="Arial" w:hAnsi="Arial" w:cs="Arial"/>
          <w:sz w:val="20"/>
        </w:rPr>
        <w:tab/>
      </w:r>
      <w:r w:rsidR="003463B0" w:rsidRPr="00831EDF">
        <w:rPr>
          <w:rFonts w:ascii="Arial" w:hAnsi="Arial" w:cs="Arial"/>
          <w:sz w:val="20"/>
        </w:rPr>
        <w:t>___________</w:t>
      </w:r>
    </w:p>
    <w:p w14:paraId="77BE7C55" w14:textId="58E9958F" w:rsidR="00130495" w:rsidRPr="00831EDF" w:rsidRDefault="00130495" w:rsidP="00216E9E">
      <w:pPr>
        <w:spacing w:before="240" w:after="60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Caratteristiche geologiche</w:t>
      </w:r>
      <w:r w:rsidR="002F3228" w:rsidRPr="002340A1">
        <w:rPr>
          <w:rStyle w:val="Rimandonotadichiusura"/>
          <w:rFonts w:ascii="Arial" w:hAnsi="Arial" w:cs="Arial"/>
        </w:rPr>
        <w:endnoteReference w:id="19"/>
      </w:r>
    </w:p>
    <w:p w14:paraId="4345EB40" w14:textId="77777777" w:rsidR="00264854" w:rsidRDefault="00130495" w:rsidP="0041102D">
      <w:pPr>
        <w:spacing w:after="60"/>
        <w:ind w:left="284" w:firstLine="6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Litologia:</w:t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41102D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Arenarie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 w:rsidRPr="003401D7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Argilla</w:t>
      </w:r>
      <w:r w:rsidR="00264854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Basalti</w:t>
      </w:r>
      <w:r w:rsidR="00264854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Calcareniti</w:t>
      </w:r>
      <w:r w:rsidR="003401D7">
        <w:rPr>
          <w:rFonts w:ascii="Arial" w:hAnsi="Arial" w:cs="Arial"/>
        </w:rPr>
        <w:tab/>
      </w:r>
      <w:r w:rsidR="00264854" w:rsidRPr="00831EDF">
        <w:rPr>
          <w:rFonts w:ascii="Arial" w:hAnsi="Arial" w:cs="Arial"/>
        </w:rPr>
        <w:sym w:font="Webdings" w:char="F063"/>
      </w:r>
      <w:r w:rsidR="00264854">
        <w:rPr>
          <w:rFonts w:ascii="Arial" w:hAnsi="Arial" w:cs="Arial"/>
        </w:rPr>
        <w:t xml:space="preserve"> </w:t>
      </w:r>
      <w:r w:rsidR="00264854" w:rsidRPr="00831EDF">
        <w:rPr>
          <w:rFonts w:ascii="Arial" w:hAnsi="Arial" w:cs="Arial"/>
        </w:rPr>
        <w:t>Calcari</w:t>
      </w:r>
    </w:p>
    <w:p w14:paraId="6BC76816" w14:textId="3BAD8ACD" w:rsidR="00130495" w:rsidRDefault="00264854" w:rsidP="00264854">
      <w:pPr>
        <w:spacing w:after="120"/>
        <w:ind w:left="284" w:firstLine="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Ghiaie</w:t>
      </w:r>
      <w:r w:rsidR="0041102D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Marne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</w:t>
      </w:r>
    </w:p>
    <w:p w14:paraId="3A70637B" w14:textId="2EF8F230" w:rsidR="002B6D6E" w:rsidRDefault="00130495" w:rsidP="00264854">
      <w:pPr>
        <w:tabs>
          <w:tab w:val="left" w:pos="2835"/>
          <w:tab w:val="left" w:pos="3261"/>
          <w:tab w:val="left" w:pos="4962"/>
          <w:tab w:val="left" w:pos="7088"/>
        </w:tabs>
        <w:spacing w:before="60" w:after="60"/>
        <w:ind w:left="284"/>
        <w:jc w:val="both"/>
        <w:rPr>
          <w:rFonts w:ascii="Arial" w:hAnsi="Arial" w:cs="Arial"/>
        </w:rPr>
      </w:pPr>
      <w:r w:rsidRPr="00BF654D">
        <w:rPr>
          <w:rFonts w:ascii="Arial" w:hAnsi="Arial" w:cs="Arial"/>
          <w:b/>
          <w:bCs/>
        </w:rPr>
        <w:t>Formazione geologica:</w:t>
      </w:r>
      <w:r w:rsidRPr="00831EDF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Alluvioni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Basalti</w:t>
      </w:r>
      <w:r w:rsidR="002B6D6E"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Calcar</w:t>
      </w:r>
      <w:r w:rsidR="002B6D6E">
        <w:rPr>
          <w:rFonts w:ascii="Arial" w:hAnsi="Arial" w:cs="Arial"/>
        </w:rPr>
        <w:t>e</w:t>
      </w:r>
      <w:r w:rsidR="002B6D6E" w:rsidRPr="00831EDF">
        <w:rPr>
          <w:rFonts w:ascii="Arial" w:hAnsi="Arial" w:cs="Arial"/>
        </w:rPr>
        <w:t xml:space="preserve"> </w:t>
      </w:r>
      <w:r w:rsidR="002B6D6E">
        <w:rPr>
          <w:rFonts w:ascii="Arial" w:hAnsi="Arial" w:cs="Arial"/>
        </w:rPr>
        <w:tab/>
      </w:r>
    </w:p>
    <w:p w14:paraId="5BF10030" w14:textId="752EAF81" w:rsidR="00F72BAD" w:rsidRDefault="002B6D6E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>Calcare massiccio</w:t>
      </w:r>
      <w:r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Corniola Maiolica</w:t>
      </w:r>
      <w:r w:rsidR="003401D7">
        <w:rPr>
          <w:rFonts w:ascii="Arial" w:hAnsi="Arial" w:cs="Arial"/>
        </w:rPr>
        <w:tab/>
      </w:r>
      <w:r w:rsidR="003401D7" w:rsidRPr="00831EDF">
        <w:rPr>
          <w:rFonts w:ascii="Arial" w:hAnsi="Arial" w:cs="Arial"/>
        </w:rPr>
        <w:sym w:font="Webdings" w:char="F063"/>
      </w:r>
      <w:r w:rsidR="003401D7"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Fluvio-lacustre</w:t>
      </w:r>
      <w:r w:rsidR="003401D7">
        <w:rPr>
          <w:rFonts w:ascii="Arial" w:hAnsi="Arial" w:cs="Arial"/>
        </w:rPr>
        <w:tab/>
      </w:r>
    </w:p>
    <w:p w14:paraId="47A1165E" w14:textId="3F718B1F" w:rsidR="003401D7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Marnoso-arenacea</w:t>
      </w:r>
      <w:r>
        <w:rPr>
          <w:rFonts w:ascii="Arial" w:hAnsi="Arial" w:cs="Arial"/>
        </w:rPr>
        <w:tab/>
      </w:r>
      <w:r w:rsidR="002B6D6E" w:rsidRPr="00831EDF">
        <w:rPr>
          <w:rFonts w:ascii="Arial" w:hAnsi="Arial" w:cs="Arial"/>
        </w:rPr>
        <w:sym w:font="Webdings" w:char="F063"/>
      </w:r>
      <w:r w:rsidR="002B6D6E">
        <w:rPr>
          <w:rFonts w:ascii="Arial" w:hAnsi="Arial" w:cs="Arial"/>
        </w:rPr>
        <w:t xml:space="preserve"> </w:t>
      </w:r>
      <w:r w:rsidR="002B6D6E" w:rsidRPr="00831EDF">
        <w:rPr>
          <w:rFonts w:ascii="Arial" w:hAnsi="Arial" w:cs="Arial"/>
        </w:rPr>
        <w:t>Maiolica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Scaglia</w:t>
      </w:r>
    </w:p>
    <w:p w14:paraId="09E3E154" w14:textId="0BB2BF7B" w:rsidR="00130495" w:rsidRPr="00831EDF" w:rsidRDefault="003401D7" w:rsidP="00264854">
      <w:pPr>
        <w:tabs>
          <w:tab w:val="left" w:pos="2835"/>
          <w:tab w:val="left" w:pos="3261"/>
        </w:tabs>
        <w:spacing w:before="60" w:after="6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Travertino</w:t>
      </w:r>
      <w:r>
        <w:rPr>
          <w:rFonts w:ascii="Arial" w:hAnsi="Arial" w:cs="Arial"/>
        </w:rPr>
        <w:tab/>
      </w:r>
      <w:r w:rsidR="002B6D6E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>
        <w:rPr>
          <w:rFonts w:ascii="Arial" w:hAnsi="Arial" w:cs="Arial"/>
        </w:rPr>
        <w:t xml:space="preserve"> </w:t>
      </w:r>
      <w:r w:rsidR="00130495" w:rsidRPr="00831EDF">
        <w:rPr>
          <w:rFonts w:ascii="Arial" w:hAnsi="Arial" w:cs="Arial"/>
        </w:rPr>
        <w:t>Altro</w:t>
      </w:r>
      <w:r>
        <w:rPr>
          <w:rFonts w:ascii="Arial" w:hAnsi="Arial" w:cs="Arial"/>
        </w:rPr>
        <w:t xml:space="preserve"> ____________________________</w:t>
      </w:r>
      <w:r w:rsidR="002B6D6E">
        <w:rPr>
          <w:rFonts w:ascii="Arial" w:hAnsi="Arial" w:cs="Arial"/>
        </w:rPr>
        <w:t>______</w:t>
      </w:r>
    </w:p>
    <w:p w14:paraId="62E48A0F" w14:textId="77777777" w:rsidR="00D63D78" w:rsidRDefault="00D63D78" w:rsidP="009738D4">
      <w:pPr>
        <w:spacing w:before="120" w:after="60"/>
        <w:jc w:val="both"/>
        <w:rPr>
          <w:rFonts w:ascii="Arial" w:hAnsi="Arial" w:cs="Arial"/>
          <w:bCs/>
          <w:sz w:val="24"/>
          <w:szCs w:val="24"/>
        </w:rPr>
      </w:pPr>
    </w:p>
    <w:p w14:paraId="06480A71" w14:textId="089BFA78" w:rsidR="00130495" w:rsidRDefault="00130495" w:rsidP="009738D4">
      <w:pPr>
        <w:spacing w:before="120" w:after="60"/>
        <w:jc w:val="both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Riferimenti Catastali</w:t>
      </w:r>
      <w:r w:rsidR="00BE552B" w:rsidRPr="002340A1">
        <w:rPr>
          <w:rStyle w:val="Rimandonotadichiusura"/>
          <w:rFonts w:ascii="Arial" w:hAnsi="Arial" w:cs="Arial"/>
        </w:rPr>
        <w:endnoteReference w:id="20"/>
      </w:r>
      <w:r w:rsidRPr="00831EDF">
        <w:rPr>
          <w:rFonts w:ascii="Arial" w:hAnsi="Arial" w:cs="Arial"/>
          <w:sz w:val="24"/>
          <w:szCs w:val="24"/>
        </w:rPr>
        <w:t>: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097"/>
        <w:gridCol w:w="3210"/>
        <w:gridCol w:w="3214"/>
      </w:tblGrid>
      <w:tr w:rsidR="009D5055" w:rsidRPr="00903B4F" w14:paraId="53A14C79" w14:textId="77777777" w:rsidTr="00207C38">
        <w:tc>
          <w:tcPr>
            <w:tcW w:w="9521" w:type="dxa"/>
            <w:gridSpan w:val="3"/>
          </w:tcPr>
          <w:p w14:paraId="7B2EF606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 xml:space="preserve">PIANO PARTICELLARE </w:t>
            </w:r>
            <w:r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DELL'</w:t>
            </w:r>
            <w:r w:rsidRPr="00903B4F">
              <w:rPr>
                <w:rFonts w:ascii="Arial" w:hAnsi="Arial" w:cs="Arial"/>
                <w:b/>
                <w:bCs/>
                <w:snapToGrid w:val="0"/>
                <w:sz w:val="18"/>
                <w:szCs w:val="18"/>
                <w:lang w:eastAsia="it-IT"/>
              </w:rPr>
              <w:t>INTERVENTO PROPOSTO</w:t>
            </w:r>
          </w:p>
        </w:tc>
      </w:tr>
      <w:tr w:rsidR="009D5055" w:rsidRPr="00903B4F" w14:paraId="05ED7C81" w14:textId="77777777" w:rsidTr="00207C38">
        <w:tc>
          <w:tcPr>
            <w:tcW w:w="3097" w:type="dxa"/>
            <w:tcBorders>
              <w:bottom w:val="single" w:sz="4" w:space="0" w:color="auto"/>
            </w:tcBorders>
          </w:tcPr>
          <w:p w14:paraId="6DFFA761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Foglio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03C523E3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Particella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n.</w:t>
            </w: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3CFE6174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Superficie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della particella</w:t>
            </w:r>
            <w:r w:rsidRPr="00903B4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interessata dal Giacimento 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(m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903B4F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</w:tr>
      <w:tr w:rsidR="009D5055" w:rsidRPr="00903B4F" w14:paraId="02E00A48" w14:textId="77777777" w:rsidTr="00207C38">
        <w:tc>
          <w:tcPr>
            <w:tcW w:w="3097" w:type="dxa"/>
            <w:vMerge w:val="restart"/>
          </w:tcPr>
          <w:p w14:paraId="02CE20C8" w14:textId="77777777" w:rsidR="009D5055" w:rsidRDefault="009D5055" w:rsidP="00207C38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8CC49CF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10386A0A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5F48B1F6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505FAE27" w14:textId="77777777" w:rsidTr="00207C38">
        <w:tc>
          <w:tcPr>
            <w:tcW w:w="3097" w:type="dxa"/>
            <w:vMerge/>
          </w:tcPr>
          <w:p w14:paraId="67F70C73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0BA57CA3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66AB300F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29EE1F20" w14:textId="77777777" w:rsidTr="00207C38">
        <w:tc>
          <w:tcPr>
            <w:tcW w:w="309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01A8EDEE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8BC7C2E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F4DDD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4DCBE462" w14:textId="77777777" w:rsidTr="00207C38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2F2CC8B3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641C3CBD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2A5303F7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26C80031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220572A6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460C052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562D66A7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180ADFEB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1BC2460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09CC6925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01EA63FF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604C48E7" w14:textId="77777777" w:rsidTr="00207C38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43CE947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5FCE2E65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03D6BE39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14FBE252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995A899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2D71D7E4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0374054C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3BBCDB3F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1E260FA0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35322A91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6097D46A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254416AF" w14:textId="77777777" w:rsidTr="00207C38"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5733D993" w14:textId="77777777" w:rsidR="009D5055" w:rsidRDefault="009D5055" w:rsidP="00207C38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B2EC67F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10" w:type="dxa"/>
          </w:tcPr>
          <w:p w14:paraId="4C81FE22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</w:tcPr>
          <w:p w14:paraId="31FF2BE7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54B219B6" w14:textId="77777777" w:rsidTr="00207C38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40270247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338F3B4E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18E2ED3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2025DEA3" w14:textId="77777777" w:rsidTr="00207C38"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4F913BB3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11AC210A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137C3C66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4B33EB95" w14:textId="77777777" w:rsidTr="00207C38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67DAD4ED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51276D66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709CD212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4FEE10B8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21E19477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6094AD5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0D88B0AA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421691E0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7B044E10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6F33B93D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2E565C1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3C281BF9" w14:textId="77777777" w:rsidTr="00207C38">
        <w:trPr>
          <w:trHeight w:val="101"/>
        </w:trPr>
        <w:tc>
          <w:tcPr>
            <w:tcW w:w="3097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76E723D3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</w:tcPr>
          <w:p w14:paraId="1C56539C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top w:val="single" w:sz="12" w:space="0" w:color="auto"/>
            </w:tcBorders>
          </w:tcPr>
          <w:p w14:paraId="36D2483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10C218FC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69C604AF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4" w:space="0" w:color="auto"/>
            </w:tcBorders>
          </w:tcPr>
          <w:p w14:paraId="6CAE969F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4" w:space="0" w:color="auto"/>
            </w:tcBorders>
          </w:tcPr>
          <w:p w14:paraId="00D544EE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5055" w:rsidRPr="00903B4F" w14:paraId="2844220A" w14:textId="77777777" w:rsidTr="00207C38">
        <w:trPr>
          <w:trHeight w:val="99"/>
        </w:trPr>
        <w:tc>
          <w:tcPr>
            <w:tcW w:w="3097" w:type="dxa"/>
            <w:vMerge/>
            <w:tcBorders>
              <w:bottom w:val="single" w:sz="12" w:space="0" w:color="auto"/>
            </w:tcBorders>
          </w:tcPr>
          <w:p w14:paraId="014529B5" w14:textId="77777777" w:rsidR="009D5055" w:rsidRPr="00903B4F" w:rsidRDefault="009D5055" w:rsidP="00207C3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napToGrid w:val="0"/>
                <w:sz w:val="18"/>
                <w:szCs w:val="18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</w:tcPr>
          <w:p w14:paraId="555DBF89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14" w:type="dxa"/>
            <w:tcBorders>
              <w:bottom w:val="single" w:sz="12" w:space="0" w:color="auto"/>
            </w:tcBorders>
          </w:tcPr>
          <w:p w14:paraId="0889C480" w14:textId="77777777" w:rsidR="009D5055" w:rsidRPr="00903B4F" w:rsidRDefault="009D5055" w:rsidP="00207C38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F4DE58" w14:textId="46D54128" w:rsidR="00130495" w:rsidRPr="00831EDF" w:rsidRDefault="00130495" w:rsidP="009D5055">
      <w:pPr>
        <w:pStyle w:val="Titolo9"/>
        <w:spacing w:before="240" w:after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Morfologia area di cava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1"/>
      </w:r>
      <w:r w:rsidRPr="00831EDF">
        <w:rPr>
          <w:rFonts w:ascii="Arial" w:hAnsi="Arial" w:cs="Arial"/>
          <w:sz w:val="24"/>
        </w:rPr>
        <w:t xml:space="preserve">: </w:t>
      </w:r>
    </w:p>
    <w:p w14:paraId="1B029D87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di monte su versante</w:t>
      </w:r>
    </w:p>
    <w:p w14:paraId="4E62096D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</w:rPr>
        <w:t>di monte in posizione culminale</w:t>
      </w:r>
    </w:p>
    <w:p w14:paraId="22107C15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aperta</w:t>
      </w:r>
    </w:p>
    <w:p w14:paraId="6D74F12A" w14:textId="77777777" w:rsidR="00130495" w:rsidRPr="00831EDF" w:rsidRDefault="00B83F2A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di pianura chiusa</w:t>
      </w:r>
    </w:p>
    <w:p w14:paraId="3A54D9A9" w14:textId="3D1169EB" w:rsidR="00130495" w:rsidRPr="00831EDF" w:rsidRDefault="00130495" w:rsidP="009738D4">
      <w:pPr>
        <w:numPr>
          <w:ilvl w:val="0"/>
          <w:numId w:val="9"/>
        </w:numPr>
        <w:tabs>
          <w:tab w:val="clear" w:pos="3537"/>
          <w:tab w:val="num" w:pos="3685"/>
        </w:tabs>
        <w:spacing w:line="24" w:lineRule="atLeast"/>
        <w:ind w:left="851" w:hanging="425"/>
        <w:jc w:val="both"/>
        <w:rPr>
          <w:rFonts w:ascii="Arial" w:hAnsi="Arial" w:cs="Arial"/>
          <w:szCs w:val="16"/>
        </w:rPr>
      </w:pPr>
      <w:r w:rsidRPr="00831EDF">
        <w:rPr>
          <w:rFonts w:ascii="Arial" w:hAnsi="Arial" w:cs="Arial"/>
          <w:szCs w:val="16"/>
        </w:rPr>
        <w:t>altro</w:t>
      </w:r>
      <w:r w:rsidR="00EA4619">
        <w:rPr>
          <w:rFonts w:ascii="Arial" w:hAnsi="Arial" w:cs="Arial"/>
          <w:szCs w:val="16"/>
        </w:rPr>
        <w:t xml:space="preserve"> </w:t>
      </w:r>
      <w:r w:rsidR="00EA4619">
        <w:rPr>
          <w:rFonts w:ascii="Arial" w:hAnsi="Arial" w:cs="Arial"/>
        </w:rPr>
        <w:t>______________________________________________________</w:t>
      </w:r>
    </w:p>
    <w:p w14:paraId="642EF68B" w14:textId="5DE9A784" w:rsidR="00130495" w:rsidRPr="00831EDF" w:rsidRDefault="00130495" w:rsidP="009738D4">
      <w:pPr>
        <w:pStyle w:val="Titolo9"/>
        <w:spacing w:before="120"/>
        <w:jc w:val="both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Tecnica di coltivazione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2"/>
      </w:r>
      <w:r w:rsidRPr="00831EDF">
        <w:rPr>
          <w:rFonts w:ascii="Arial" w:hAnsi="Arial" w:cs="Arial"/>
          <w:sz w:val="24"/>
        </w:rPr>
        <w:t xml:space="preserve">: 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78B51DA4" w14:textId="77777777" w:rsidR="00130495" w:rsidRPr="00831EDF" w:rsidRDefault="00130495" w:rsidP="009738D4">
      <w:pPr>
        <w:pStyle w:val="Titolo9"/>
        <w:spacing w:before="120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573F13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gradoni e trance orizzontali discendenti</w:t>
      </w:r>
      <w:r w:rsidR="00D111C2" w:rsidRPr="00831EDF">
        <w:rPr>
          <w:rFonts w:ascii="Arial" w:hAnsi="Arial" w:cs="Arial"/>
        </w:rPr>
        <w:t xml:space="preserve"> /con </w:t>
      </w:r>
      <w:r w:rsidRPr="00831EDF">
        <w:rPr>
          <w:rFonts w:ascii="Arial" w:hAnsi="Arial" w:cs="Arial"/>
        </w:rPr>
        <w:t xml:space="preserve">quinta di mascheramento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 </w:t>
      </w:r>
    </w:p>
    <w:p w14:paraId="29CA4738" w14:textId="77777777" w:rsidR="00130495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="00667099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501AE7FD" w14:textId="77777777" w:rsidR="00667099" w:rsidRPr="00667099" w:rsidRDefault="00667099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 imbuto</w:t>
      </w:r>
      <w:r>
        <w:rPr>
          <w:rFonts w:ascii="Arial" w:hAnsi="Arial" w:cs="Arial"/>
        </w:rPr>
        <w:t xml:space="preserve"> con </w:t>
      </w:r>
      <w:r w:rsidRPr="00831EDF">
        <w:rPr>
          <w:rFonts w:ascii="Arial" w:hAnsi="Arial" w:cs="Arial"/>
        </w:rPr>
        <w:t>fornello di alimentazione e galleria di estrazione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31EDF">
        <w:rPr>
          <w:rFonts w:ascii="Arial" w:hAnsi="Arial" w:cs="Arial"/>
        </w:rPr>
        <w:t xml:space="preserve"> 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3342BB0A" w14:textId="77777777" w:rsidR="00130495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in sotterraneo</w:t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tab/>
      </w:r>
      <w:r w:rsidR="00AE0F41">
        <w:rPr>
          <w:rFonts w:ascii="Arial" w:hAnsi="Arial" w:cs="Arial"/>
        </w:rPr>
        <w:tab/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SI  </w:t>
      </w:r>
      <w:r w:rsidRPr="00831EDF">
        <w:rPr>
          <w:rFonts w:ascii="Arial" w:hAnsi="Arial" w:cs="Arial"/>
        </w:rPr>
        <w:sym w:font="Webdings" w:char="F063"/>
      </w:r>
      <w:r w:rsidRPr="00831EDF">
        <w:rPr>
          <w:rFonts w:ascii="Arial" w:hAnsi="Arial" w:cs="Arial"/>
        </w:rPr>
        <w:t xml:space="preserve"> NO</w:t>
      </w:r>
    </w:p>
    <w:p w14:paraId="220E3837" w14:textId="77777777" w:rsidR="00852884" w:rsidRPr="00831EDF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831EDF">
        <w:rPr>
          <w:rFonts w:ascii="Arial" w:hAnsi="Arial" w:cs="Arial"/>
        </w:rPr>
        <w:t>altro</w:t>
      </w:r>
      <w:r w:rsidR="00AE0F41">
        <w:rPr>
          <w:rFonts w:ascii="Arial" w:hAnsi="Arial" w:cs="Arial"/>
        </w:rPr>
        <w:t xml:space="preserve"> ______________________________________________________</w:t>
      </w:r>
    </w:p>
    <w:p w14:paraId="168F57B2" w14:textId="77777777" w:rsidR="00130495" w:rsidRPr="00831EDF" w:rsidRDefault="00130495" w:rsidP="009738D4">
      <w:pPr>
        <w:pStyle w:val="Titolo9"/>
        <w:spacing w:before="120" w:line="360" w:lineRule="auto"/>
        <w:ind w:left="357"/>
        <w:jc w:val="both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pianura chiusa</w:t>
      </w:r>
    </w:p>
    <w:p w14:paraId="1424069B" w14:textId="77777777" w:rsidR="00130495" w:rsidRPr="00EA4619" w:rsidRDefault="00130495" w:rsidP="009738D4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a fossa con presenza di falda affiorante</w:t>
      </w:r>
    </w:p>
    <w:p w14:paraId="451E31F7" w14:textId="77777777" w:rsidR="00130495" w:rsidRPr="00EA4619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profondità della falda rispetto al piano di campagna</w:t>
      </w:r>
      <w:r w:rsidR="00AC5219" w:rsidRPr="00EA4619">
        <w:rPr>
          <w:rFonts w:ascii="Arial" w:hAnsi="Arial" w:cs="Arial"/>
        </w:rPr>
        <w:tab/>
      </w:r>
      <w:r w:rsidR="00AC5219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 xml:space="preserve">(m) </w:t>
      </w:r>
      <w:r w:rsidR="00AC5219" w:rsidRPr="00EA4619">
        <w:rPr>
          <w:rFonts w:ascii="Arial" w:hAnsi="Arial" w:cs="Arial"/>
        </w:rPr>
        <w:t>__________________________</w:t>
      </w:r>
    </w:p>
    <w:p w14:paraId="326F9969" w14:textId="77777777" w:rsidR="00130495" w:rsidRPr="00EA4619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 xml:space="preserve">previsione di oscillazione della falda freatica </w:t>
      </w:r>
      <w:r w:rsidR="00AC5219" w:rsidRPr="00EA4619">
        <w:rPr>
          <w:rFonts w:ascii="Arial" w:hAnsi="Arial" w:cs="Arial"/>
        </w:rPr>
        <w:tab/>
      </w:r>
      <w:r w:rsidR="00AC5219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 xml:space="preserve">(m) </w:t>
      </w:r>
      <w:r w:rsidR="00AC5219" w:rsidRPr="00EA4619">
        <w:rPr>
          <w:rFonts w:ascii="Arial" w:hAnsi="Arial" w:cs="Arial"/>
        </w:rPr>
        <w:t>__________________________</w:t>
      </w:r>
    </w:p>
    <w:p w14:paraId="7E5D3253" w14:textId="77777777" w:rsidR="00130495" w:rsidRPr="00EA4619" w:rsidRDefault="00130495" w:rsidP="009738D4">
      <w:pPr>
        <w:numPr>
          <w:ilvl w:val="0"/>
          <w:numId w:val="9"/>
        </w:numPr>
        <w:tabs>
          <w:tab w:val="clear" w:pos="3537"/>
        </w:tabs>
        <w:spacing w:before="120" w:line="24" w:lineRule="atLeast"/>
        <w:ind w:left="850" w:hanging="425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a fossa in assenza di falda affiorante</w:t>
      </w:r>
    </w:p>
    <w:p w14:paraId="58608A8B" w14:textId="77777777" w:rsidR="00130495" w:rsidRPr="00EA4619" w:rsidRDefault="00130495" w:rsidP="009738D4">
      <w:pPr>
        <w:numPr>
          <w:ilvl w:val="1"/>
          <w:numId w:val="9"/>
        </w:numPr>
        <w:tabs>
          <w:tab w:val="clear" w:pos="3912"/>
        </w:tabs>
        <w:spacing w:line="24" w:lineRule="atLeast"/>
        <w:ind w:left="1134" w:hanging="283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 xml:space="preserve">profondità della falda rispetto al piano di campagna </w:t>
      </w:r>
      <w:r w:rsidR="00357FCA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(m)</w:t>
      </w:r>
      <w:r w:rsidR="00357FCA" w:rsidRPr="00EA4619">
        <w:rPr>
          <w:rFonts w:ascii="Arial" w:hAnsi="Arial" w:cs="Arial"/>
        </w:rPr>
        <w:t xml:space="preserve"> __________________________</w:t>
      </w:r>
    </w:p>
    <w:p w14:paraId="0AAFE206" w14:textId="77777777" w:rsidR="00130495" w:rsidRPr="00EA4619" w:rsidRDefault="00130495" w:rsidP="009738D4">
      <w:pPr>
        <w:numPr>
          <w:ilvl w:val="0"/>
          <w:numId w:val="9"/>
        </w:numPr>
        <w:tabs>
          <w:tab w:val="clear" w:pos="3537"/>
        </w:tabs>
        <w:spacing w:before="120" w:after="120" w:line="24" w:lineRule="atLeast"/>
        <w:ind w:left="850" w:hanging="425"/>
        <w:jc w:val="both"/>
        <w:rPr>
          <w:rFonts w:ascii="Arial" w:hAnsi="Arial" w:cs="Arial"/>
          <w:szCs w:val="16"/>
        </w:rPr>
      </w:pPr>
      <w:r w:rsidRPr="00EA4619">
        <w:rPr>
          <w:rFonts w:ascii="Arial" w:hAnsi="Arial" w:cs="Arial"/>
          <w:szCs w:val="16"/>
        </w:rPr>
        <w:t>altro</w:t>
      </w:r>
      <w:r w:rsidR="00667099" w:rsidRPr="00EA4619">
        <w:rPr>
          <w:rFonts w:ascii="Arial" w:hAnsi="Arial" w:cs="Arial"/>
          <w:szCs w:val="16"/>
        </w:rPr>
        <w:t xml:space="preserve"> ___________________________________________________________________________</w:t>
      </w:r>
    </w:p>
    <w:p w14:paraId="187EA665" w14:textId="4079D885" w:rsidR="00130495" w:rsidRPr="00831EDF" w:rsidRDefault="00130495" w:rsidP="00965E22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Tecnica di ricomposizione</w:t>
      </w:r>
      <w:r w:rsidR="00EB7CE5" w:rsidRPr="002340A1">
        <w:rPr>
          <w:rStyle w:val="Rimandonotadichiusura"/>
          <w:rFonts w:ascii="Arial" w:hAnsi="Arial" w:cs="Arial"/>
          <w:sz w:val="20"/>
        </w:rPr>
        <w:endnoteReference w:id="23"/>
      </w:r>
      <w:r w:rsidRPr="00831EDF">
        <w:rPr>
          <w:rFonts w:ascii="Arial" w:hAnsi="Arial" w:cs="Arial"/>
          <w:sz w:val="24"/>
        </w:rPr>
        <w:t>:</w:t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  <w:r w:rsidRPr="00831EDF">
        <w:rPr>
          <w:rFonts w:ascii="Arial" w:hAnsi="Arial" w:cs="Arial"/>
          <w:sz w:val="24"/>
        </w:rPr>
        <w:tab/>
      </w:r>
    </w:p>
    <w:p w14:paraId="4DC23C98" w14:textId="77777777" w:rsidR="00130495" w:rsidRPr="00831EDF" w:rsidRDefault="00130495" w:rsidP="00965E22">
      <w:pPr>
        <w:pStyle w:val="Titolo9"/>
        <w:spacing w:before="120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t>Cave di monte o di pianura aperta:</w:t>
      </w:r>
    </w:p>
    <w:p w14:paraId="2F9B6D22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microgradonatura del singolo gradone</w:t>
      </w:r>
    </w:p>
    <w:p w14:paraId="78B689FD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abbattimento dei cigli di gradone o microgradone</w:t>
      </w:r>
    </w:p>
    <w:p w14:paraId="0DD8AA8C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coltivazione</w:t>
      </w:r>
    </w:p>
    <w:p w14:paraId="4C13653F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sull’area del profilo di abbandono</w:t>
      </w:r>
      <w:r w:rsidR="00D111C2" w:rsidRPr="005A35E1">
        <w:rPr>
          <w:rFonts w:ascii="Arial" w:hAnsi="Arial" w:cs="Arial"/>
        </w:rPr>
        <w:t xml:space="preserve"> </w:t>
      </w:r>
      <w:r w:rsidRPr="005A35E1">
        <w:rPr>
          <w:rFonts w:ascii="Arial" w:hAnsi="Arial" w:cs="Arial"/>
        </w:rPr>
        <w:t>dei fronti</w:t>
      </w:r>
    </w:p>
    <w:p w14:paraId="1F1FF80E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 xml:space="preserve">riporto di terreno vegetale sulle aree </w:t>
      </w:r>
      <w:r w:rsidR="00FC0068" w:rsidRPr="005A35E1">
        <w:rPr>
          <w:rFonts w:ascii="Arial" w:hAnsi="Arial" w:cs="Arial"/>
        </w:rPr>
        <w:t>sub pianeggianti</w:t>
      </w:r>
      <w:r w:rsidRPr="005A35E1">
        <w:rPr>
          <w:rFonts w:ascii="Arial" w:hAnsi="Arial" w:cs="Arial"/>
        </w:rPr>
        <w:t xml:space="preserve"> abbandonate</w:t>
      </w:r>
    </w:p>
    <w:p w14:paraId="287C0695" w14:textId="77777777" w:rsidR="00130495" w:rsidRPr="005A35E1" w:rsidRDefault="00130495" w:rsidP="00CF7AFA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CF7AFA">
        <w:rPr>
          <w:rFonts w:ascii="Arial" w:hAnsi="Arial" w:cs="Arial"/>
        </w:rPr>
        <w:t xml:space="preserve"> ___________________________________________________________________________</w:t>
      </w:r>
    </w:p>
    <w:p w14:paraId="39153F45" w14:textId="77777777" w:rsidR="00130495" w:rsidRPr="00831EDF" w:rsidRDefault="00130495" w:rsidP="00AD7246">
      <w:pPr>
        <w:pStyle w:val="Titolo9"/>
        <w:ind w:left="357"/>
        <w:rPr>
          <w:rFonts w:ascii="Arial" w:hAnsi="Arial" w:cs="Arial"/>
          <w:b/>
          <w:i/>
          <w:sz w:val="24"/>
        </w:rPr>
      </w:pPr>
      <w:r w:rsidRPr="00831EDF">
        <w:rPr>
          <w:rFonts w:ascii="Arial" w:hAnsi="Arial" w:cs="Arial"/>
          <w:b/>
          <w:i/>
          <w:sz w:val="24"/>
        </w:rPr>
        <w:lastRenderedPageBreak/>
        <w:t>Cave di pianura chiusa</w:t>
      </w:r>
    </w:p>
    <w:p w14:paraId="7F291C4B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colmamento delle fosse di scavo:</w:t>
      </w:r>
      <w:r w:rsidR="00EE559E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totale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parziale</w:t>
      </w:r>
      <w:r w:rsidRPr="005A35E1">
        <w:rPr>
          <w:rFonts w:ascii="Arial" w:hAnsi="Arial" w:cs="Arial"/>
        </w:rPr>
        <w:tab/>
      </w:r>
      <w:r w:rsidRPr="005A35E1">
        <w:rPr>
          <w:rFonts w:ascii="Arial" w:hAnsi="Arial" w:cs="Arial"/>
        </w:rPr>
        <w:tab/>
      </w:r>
    </w:p>
    <w:p w14:paraId="672F6E77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creazione di un unico profilo finale di abbandono della fossa di coltivazione</w:t>
      </w:r>
    </w:p>
    <w:p w14:paraId="21ADC9F0" w14:textId="77777777" w:rsidR="00130495" w:rsidRPr="005A35E1" w:rsidRDefault="00130495" w:rsidP="00EE559E">
      <w:pPr>
        <w:numPr>
          <w:ilvl w:val="0"/>
          <w:numId w:val="9"/>
        </w:numPr>
        <w:tabs>
          <w:tab w:val="clear" w:pos="3537"/>
        </w:tabs>
        <w:spacing w:line="24" w:lineRule="atLeast"/>
        <w:ind w:left="851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riporto di terreno vegetale sulle scarpate di abbandono fossa di coltivazione</w:t>
      </w:r>
    </w:p>
    <w:p w14:paraId="2328B596" w14:textId="77777777" w:rsidR="00D111C2" w:rsidRPr="005A35E1" w:rsidRDefault="00D111C2" w:rsidP="00F86D45">
      <w:pPr>
        <w:numPr>
          <w:ilvl w:val="0"/>
          <w:numId w:val="9"/>
        </w:numPr>
        <w:tabs>
          <w:tab w:val="clear" w:pos="3537"/>
        </w:tabs>
        <w:spacing w:after="120" w:line="24" w:lineRule="atLeast"/>
        <w:ind w:left="850" w:hanging="425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altro</w:t>
      </w:r>
      <w:r w:rsidR="00EE559E">
        <w:rPr>
          <w:rFonts w:ascii="Arial" w:hAnsi="Arial" w:cs="Arial"/>
        </w:rPr>
        <w:t xml:space="preserve"> ___________________________________________________________________________</w:t>
      </w:r>
    </w:p>
    <w:p w14:paraId="6407A8B6" w14:textId="77777777" w:rsidR="00477DF3" w:rsidRPr="00831EDF" w:rsidRDefault="00477DF3" w:rsidP="00AD7246">
      <w:pPr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 xml:space="preserve">Superfici e volumi del progetto </w:t>
      </w:r>
    </w:p>
    <w:p w14:paraId="14E039F1" w14:textId="360D3238" w:rsidR="00477DF3" w:rsidRPr="00EA4619" w:rsidRDefault="00477DF3" w:rsidP="00EB7CE5">
      <w:pPr>
        <w:spacing w:before="12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Sup. tot. giacimento</w:t>
      </w:r>
      <w:r w:rsidR="00EB7CE5" w:rsidRPr="00EA4619">
        <w:rPr>
          <w:rFonts w:ascii="Arial" w:hAnsi="Arial" w:cs="Arial"/>
          <w:vertAlign w:val="superscript"/>
        </w:rPr>
        <w:endnoteReference w:id="24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2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 xml:space="preserve"> _________________</w:t>
      </w:r>
      <w:r w:rsidR="00F63544" w:rsidRPr="00EA4619">
        <w:rPr>
          <w:rFonts w:ascii="Arial" w:hAnsi="Arial" w:cs="Arial"/>
        </w:rPr>
        <w:t>___</w:t>
      </w:r>
      <w:r w:rsidR="001C256D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Volume tot. giacimento</w:t>
      </w:r>
      <w:r w:rsidR="00EB7CE5" w:rsidRPr="00EA4619">
        <w:rPr>
          <w:rFonts w:ascii="Arial" w:hAnsi="Arial" w:cs="Arial"/>
          <w:vertAlign w:val="superscript"/>
        </w:rPr>
        <w:endnoteReference w:id="25"/>
      </w:r>
      <w:r w:rsidRPr="00EA4619">
        <w:rPr>
          <w:rFonts w:ascii="Arial" w:hAnsi="Arial" w:cs="Arial"/>
        </w:rPr>
        <w:t xml:space="preserve"> (m</w:t>
      </w:r>
      <w:proofErr w:type="gramStart"/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>_</w:t>
      </w:r>
      <w:proofErr w:type="gramEnd"/>
      <w:r w:rsidR="001C256D" w:rsidRPr="00EA4619">
        <w:rPr>
          <w:rFonts w:ascii="Arial" w:hAnsi="Arial" w:cs="Arial"/>
        </w:rPr>
        <w:t>________________</w:t>
      </w:r>
      <w:r w:rsidR="00F63544" w:rsidRPr="00EA4619">
        <w:rPr>
          <w:rFonts w:ascii="Arial" w:hAnsi="Arial" w:cs="Arial"/>
        </w:rPr>
        <w:t>_</w:t>
      </w:r>
    </w:p>
    <w:p w14:paraId="791B94A2" w14:textId="15BB7F72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Volume sterile di scoperta</w:t>
      </w:r>
      <w:r w:rsidR="00EB7CE5" w:rsidRPr="00EA4619">
        <w:rPr>
          <w:rFonts w:ascii="Arial" w:hAnsi="Arial" w:cs="Arial"/>
          <w:vertAlign w:val="superscript"/>
        </w:rPr>
        <w:endnoteReference w:id="26"/>
      </w:r>
      <w:r w:rsidRPr="00EA4619">
        <w:rPr>
          <w:rFonts w:ascii="Arial" w:hAnsi="Arial" w:cs="Arial"/>
        </w:rPr>
        <w:t xml:space="preserve"> (m</w:t>
      </w:r>
      <w:proofErr w:type="gramStart"/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>_</w:t>
      </w:r>
      <w:proofErr w:type="gramEnd"/>
      <w:r w:rsidR="001C256D" w:rsidRPr="00EA4619">
        <w:rPr>
          <w:rFonts w:ascii="Arial" w:hAnsi="Arial" w:cs="Arial"/>
        </w:rPr>
        <w:t>______________</w:t>
      </w:r>
      <w:r w:rsidR="00F63544" w:rsidRPr="00EA4619">
        <w:rPr>
          <w:rFonts w:ascii="Arial" w:hAnsi="Arial" w:cs="Arial"/>
        </w:rPr>
        <w:t>_</w:t>
      </w:r>
      <w:r w:rsidR="001C256D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Volume di terreno vegetale</w:t>
      </w:r>
      <w:r w:rsidR="00EB7CE5" w:rsidRPr="00EA4619">
        <w:rPr>
          <w:rFonts w:ascii="Arial" w:hAnsi="Arial" w:cs="Arial"/>
          <w:vertAlign w:val="superscript"/>
        </w:rPr>
        <w:endnoteReference w:id="27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>______________</w:t>
      </w:r>
      <w:r w:rsidR="00F63544" w:rsidRPr="00EA4619">
        <w:rPr>
          <w:rFonts w:ascii="Arial" w:hAnsi="Arial" w:cs="Arial"/>
        </w:rPr>
        <w:t>_</w:t>
      </w:r>
    </w:p>
    <w:p w14:paraId="322212FF" w14:textId="6FF22EAF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Volume di scarto</w:t>
      </w:r>
      <w:r w:rsidR="00EB7CE5" w:rsidRPr="00EA4619">
        <w:rPr>
          <w:rFonts w:ascii="Arial" w:hAnsi="Arial" w:cs="Arial"/>
          <w:vertAlign w:val="superscript"/>
        </w:rPr>
        <w:endnoteReference w:id="28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 xml:space="preserve"> _________________</w:t>
      </w:r>
      <w:r w:rsidR="001C256D" w:rsidRPr="00EA4619">
        <w:rPr>
          <w:rFonts w:ascii="Arial" w:hAnsi="Arial" w:cs="Arial"/>
        </w:rPr>
        <w:tab/>
      </w:r>
      <w:r w:rsidR="001C256D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Volume utile</w:t>
      </w:r>
      <w:r w:rsidR="00EB7CE5" w:rsidRPr="00EA4619">
        <w:rPr>
          <w:rFonts w:ascii="Arial" w:hAnsi="Arial" w:cs="Arial"/>
          <w:vertAlign w:val="superscript"/>
        </w:rPr>
        <w:endnoteReference w:id="29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1C256D" w:rsidRPr="00EA4619">
        <w:rPr>
          <w:rFonts w:ascii="Arial" w:hAnsi="Arial" w:cs="Arial"/>
        </w:rPr>
        <w:t xml:space="preserve"> _________________</w:t>
      </w:r>
      <w:r w:rsidR="00F63544" w:rsidRPr="00EA4619">
        <w:rPr>
          <w:rFonts w:ascii="Arial" w:hAnsi="Arial" w:cs="Arial"/>
        </w:rPr>
        <w:t>_________</w:t>
      </w:r>
    </w:p>
    <w:p w14:paraId="603F9C1F" w14:textId="7D02F40C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Altezza max totale del fronte di coltivazione</w:t>
      </w:r>
      <w:r w:rsidR="00EB7CE5" w:rsidRPr="00EA4619">
        <w:rPr>
          <w:rFonts w:ascii="Arial" w:hAnsi="Arial" w:cs="Arial"/>
          <w:vertAlign w:val="superscript"/>
        </w:rPr>
        <w:endnoteReference w:id="30"/>
      </w:r>
      <w:r w:rsidRPr="00EA4619">
        <w:rPr>
          <w:rFonts w:ascii="Arial" w:hAnsi="Arial" w:cs="Arial"/>
        </w:rPr>
        <w:t xml:space="preserve"> (m) </w:t>
      </w:r>
      <w:r w:rsidR="004160D2" w:rsidRPr="00EA4619">
        <w:rPr>
          <w:rFonts w:ascii="Arial" w:hAnsi="Arial" w:cs="Arial"/>
        </w:rPr>
        <w:t>_________</w:t>
      </w:r>
      <w:r w:rsidRPr="00EA4619">
        <w:rPr>
          <w:rFonts w:ascii="Arial" w:hAnsi="Arial" w:cs="Arial"/>
        </w:rPr>
        <w:t xml:space="preserve"> Altezza max singolo gradone</w:t>
      </w:r>
      <w:r w:rsidR="00EB7CE5" w:rsidRPr="00EA4619">
        <w:rPr>
          <w:rFonts w:ascii="Arial" w:hAnsi="Arial" w:cs="Arial"/>
          <w:vertAlign w:val="superscript"/>
        </w:rPr>
        <w:endnoteReference w:id="31"/>
      </w:r>
      <w:r w:rsidRPr="00EA4619">
        <w:rPr>
          <w:rFonts w:ascii="Arial" w:hAnsi="Arial" w:cs="Arial"/>
        </w:rPr>
        <w:t xml:space="preserve"> (m) </w:t>
      </w:r>
      <w:r w:rsidR="004160D2" w:rsidRPr="00EA4619">
        <w:rPr>
          <w:rFonts w:ascii="Arial" w:hAnsi="Arial" w:cs="Arial"/>
        </w:rPr>
        <w:t>_________</w:t>
      </w:r>
    </w:p>
    <w:p w14:paraId="03554927" w14:textId="2205D4D5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Pendenza max fronte di coltivazione</w:t>
      </w:r>
      <w:r w:rsidR="00EB7CE5" w:rsidRPr="00EA4619">
        <w:rPr>
          <w:rFonts w:ascii="Arial" w:hAnsi="Arial" w:cs="Arial"/>
          <w:vertAlign w:val="superscript"/>
        </w:rPr>
        <w:endnoteReference w:id="32"/>
      </w:r>
      <w:r w:rsidRPr="00EA4619">
        <w:rPr>
          <w:rFonts w:ascii="Arial" w:hAnsi="Arial" w:cs="Arial"/>
        </w:rPr>
        <w:t xml:space="preserve"> (°) </w:t>
      </w:r>
      <w:r w:rsidR="004160D2" w:rsidRPr="00EA4619">
        <w:rPr>
          <w:rFonts w:ascii="Arial" w:hAnsi="Arial" w:cs="Arial"/>
        </w:rPr>
        <w:t>_________</w:t>
      </w:r>
      <w:r w:rsidR="00F63544" w:rsidRPr="00EA4619">
        <w:rPr>
          <w:rFonts w:ascii="Arial" w:hAnsi="Arial" w:cs="Arial"/>
        </w:rPr>
        <w:t>_</w:t>
      </w:r>
      <w:r w:rsidR="00F63544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Pendenza max singolo gradone</w:t>
      </w:r>
      <w:r w:rsidR="00EB7CE5" w:rsidRPr="00EA4619">
        <w:rPr>
          <w:rFonts w:ascii="Arial" w:hAnsi="Arial" w:cs="Arial"/>
          <w:vertAlign w:val="superscript"/>
        </w:rPr>
        <w:endnoteReference w:id="33"/>
      </w:r>
      <w:r w:rsidRPr="00EA4619">
        <w:rPr>
          <w:rFonts w:ascii="Arial" w:hAnsi="Arial" w:cs="Arial"/>
        </w:rPr>
        <w:t xml:space="preserve"> (°)</w:t>
      </w:r>
      <w:r w:rsidR="004160D2" w:rsidRPr="00EA4619">
        <w:rPr>
          <w:rFonts w:ascii="Arial" w:hAnsi="Arial" w:cs="Arial"/>
        </w:rPr>
        <w:t xml:space="preserve"> _________</w:t>
      </w:r>
      <w:r w:rsidR="00F63544" w:rsidRPr="00EA4619">
        <w:rPr>
          <w:rFonts w:ascii="Arial" w:hAnsi="Arial" w:cs="Arial"/>
        </w:rPr>
        <w:t>___</w:t>
      </w:r>
    </w:p>
    <w:p w14:paraId="79E40241" w14:textId="18694598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Pendenza max profilo ricomposizione</w:t>
      </w:r>
      <w:r w:rsidR="00EB7CE5" w:rsidRPr="00EA4619">
        <w:rPr>
          <w:rFonts w:ascii="Arial" w:hAnsi="Arial" w:cs="Arial"/>
          <w:vertAlign w:val="superscript"/>
        </w:rPr>
        <w:endnoteReference w:id="34"/>
      </w:r>
      <w:r w:rsidR="00B94C29" w:rsidRPr="00EA4619">
        <w:rPr>
          <w:rFonts w:ascii="Arial" w:hAnsi="Arial" w:cs="Arial"/>
        </w:rPr>
        <w:t xml:space="preserve"> </w:t>
      </w:r>
      <w:r w:rsidRPr="00EA4619">
        <w:rPr>
          <w:rFonts w:ascii="Arial" w:hAnsi="Arial" w:cs="Arial"/>
        </w:rPr>
        <w:t xml:space="preserve">(°) </w:t>
      </w:r>
      <w:r w:rsidR="004160D2" w:rsidRPr="00EA4619">
        <w:rPr>
          <w:rFonts w:ascii="Arial" w:hAnsi="Arial" w:cs="Arial"/>
        </w:rPr>
        <w:t>_________</w:t>
      </w:r>
      <w:r w:rsidRPr="00EA4619">
        <w:rPr>
          <w:rFonts w:ascii="Arial" w:hAnsi="Arial" w:cs="Arial"/>
        </w:rPr>
        <w:t xml:space="preserve"> </w:t>
      </w:r>
      <w:r w:rsidR="00F63544" w:rsidRPr="00EA4619">
        <w:rPr>
          <w:rFonts w:ascii="Arial" w:hAnsi="Arial" w:cs="Arial"/>
        </w:rPr>
        <w:tab/>
      </w:r>
      <w:r w:rsidRPr="00EA4619">
        <w:rPr>
          <w:rFonts w:ascii="Arial" w:hAnsi="Arial" w:cs="Arial"/>
        </w:rPr>
        <w:t>Pendenza max profilo originario</w:t>
      </w:r>
      <w:r w:rsidR="00EB7CE5" w:rsidRPr="00EA4619">
        <w:rPr>
          <w:rFonts w:ascii="Arial" w:hAnsi="Arial" w:cs="Arial"/>
          <w:vertAlign w:val="superscript"/>
        </w:rPr>
        <w:endnoteReference w:id="35"/>
      </w:r>
      <w:r w:rsidR="00B94C29" w:rsidRPr="00EA4619">
        <w:rPr>
          <w:rFonts w:ascii="Arial" w:hAnsi="Arial" w:cs="Arial"/>
        </w:rPr>
        <w:t xml:space="preserve"> </w:t>
      </w:r>
      <w:r w:rsidRPr="00EA4619">
        <w:rPr>
          <w:rFonts w:ascii="Arial" w:hAnsi="Arial" w:cs="Arial"/>
        </w:rPr>
        <w:t>(°)</w:t>
      </w:r>
      <w:r w:rsidR="004160D2" w:rsidRPr="00EA4619">
        <w:rPr>
          <w:rFonts w:ascii="Arial" w:hAnsi="Arial" w:cs="Arial"/>
        </w:rPr>
        <w:t xml:space="preserve"> _________</w:t>
      </w:r>
      <w:r w:rsidR="00F63544" w:rsidRPr="00EA4619">
        <w:rPr>
          <w:rFonts w:ascii="Arial" w:hAnsi="Arial" w:cs="Arial"/>
        </w:rPr>
        <w:t>___</w:t>
      </w:r>
    </w:p>
    <w:p w14:paraId="3B377472" w14:textId="108237FB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Superficie reale delle aree sub-pianeggianti</w:t>
      </w:r>
      <w:r w:rsidR="00EB7CE5" w:rsidRPr="00EA4619">
        <w:rPr>
          <w:rFonts w:ascii="Arial" w:hAnsi="Arial" w:cs="Arial"/>
          <w:vertAlign w:val="superscript"/>
        </w:rPr>
        <w:endnoteReference w:id="36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2</w:t>
      </w:r>
      <w:r w:rsidRPr="00EA4619">
        <w:rPr>
          <w:rFonts w:ascii="Arial" w:hAnsi="Arial" w:cs="Arial"/>
        </w:rPr>
        <w:t>)</w:t>
      </w:r>
      <w:r w:rsidR="004160D2" w:rsidRPr="00EA4619">
        <w:rPr>
          <w:rFonts w:ascii="Arial" w:hAnsi="Arial" w:cs="Arial"/>
        </w:rPr>
        <w:t xml:space="preserve"> _________________</w:t>
      </w:r>
      <w:r w:rsidR="00F63544" w:rsidRPr="00EA4619">
        <w:rPr>
          <w:rFonts w:ascii="Arial" w:hAnsi="Arial" w:cs="Arial"/>
        </w:rPr>
        <w:t>_____________________________</w:t>
      </w:r>
    </w:p>
    <w:p w14:paraId="597B1B7E" w14:textId="193EC060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Volume del terreno vegetale di riporto sulle superfici reali aree sub-pianeggianti</w:t>
      </w:r>
      <w:r w:rsidR="00EB7CE5" w:rsidRPr="00EA4619">
        <w:rPr>
          <w:rFonts w:ascii="Arial" w:hAnsi="Arial" w:cs="Arial"/>
          <w:vertAlign w:val="superscript"/>
        </w:rPr>
        <w:endnoteReference w:id="37"/>
      </w:r>
      <w:r w:rsidRPr="00EA4619">
        <w:rPr>
          <w:rFonts w:ascii="Arial" w:hAnsi="Arial" w:cs="Arial"/>
        </w:rPr>
        <w:t xml:space="preserve"> (m</w:t>
      </w:r>
      <w:proofErr w:type="gramStart"/>
      <w:r w:rsidRPr="00EA4619">
        <w:rPr>
          <w:rFonts w:ascii="Arial" w:hAnsi="Arial" w:cs="Arial"/>
          <w:vertAlign w:val="superscript"/>
        </w:rPr>
        <w:t>3</w:t>
      </w:r>
      <w:r w:rsidR="004160D2" w:rsidRPr="00EA4619">
        <w:rPr>
          <w:rFonts w:ascii="Arial" w:hAnsi="Arial" w:cs="Arial"/>
        </w:rPr>
        <w:t>)_</w:t>
      </w:r>
      <w:proofErr w:type="gramEnd"/>
      <w:r w:rsidR="004160D2" w:rsidRPr="00EA4619">
        <w:rPr>
          <w:rFonts w:ascii="Arial" w:hAnsi="Arial" w:cs="Arial"/>
        </w:rPr>
        <w:t>_______________</w:t>
      </w:r>
      <w:r w:rsidR="00EB7CE5" w:rsidRPr="00EA4619">
        <w:rPr>
          <w:rFonts w:ascii="Arial" w:hAnsi="Arial" w:cs="Arial"/>
        </w:rPr>
        <w:t>_</w:t>
      </w:r>
      <w:r w:rsidR="00F63544" w:rsidRPr="00EA4619">
        <w:rPr>
          <w:rFonts w:ascii="Arial" w:hAnsi="Arial" w:cs="Arial"/>
        </w:rPr>
        <w:t>_</w:t>
      </w:r>
    </w:p>
    <w:p w14:paraId="62DAA80F" w14:textId="18547BE6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Superficie reale dei fronti cava</w:t>
      </w:r>
      <w:r w:rsidR="00EB7CE5" w:rsidRPr="00EA4619">
        <w:rPr>
          <w:rFonts w:ascii="Arial" w:hAnsi="Arial" w:cs="Arial"/>
          <w:vertAlign w:val="superscript"/>
        </w:rPr>
        <w:endnoteReference w:id="38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2</w:t>
      </w:r>
      <w:r w:rsidRPr="00EA4619">
        <w:rPr>
          <w:rFonts w:ascii="Arial" w:hAnsi="Arial" w:cs="Arial"/>
        </w:rPr>
        <w:t>)</w:t>
      </w:r>
      <w:r w:rsidR="004160D2" w:rsidRPr="00EA4619">
        <w:rPr>
          <w:rFonts w:ascii="Arial" w:hAnsi="Arial" w:cs="Arial"/>
        </w:rPr>
        <w:t xml:space="preserve"> _________________</w:t>
      </w:r>
    </w:p>
    <w:p w14:paraId="796E27E1" w14:textId="50D0B375" w:rsidR="00477DF3" w:rsidRPr="00EA4619" w:rsidRDefault="00477DF3" w:rsidP="00EB7CE5">
      <w:pPr>
        <w:spacing w:before="60" w:after="60"/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Volume del terreno vegetale di riporto sulle superfici reali dei fronti di cava</w:t>
      </w:r>
      <w:r w:rsidR="00EB7CE5" w:rsidRPr="00EA4619">
        <w:rPr>
          <w:rFonts w:ascii="Arial" w:hAnsi="Arial" w:cs="Arial"/>
          <w:vertAlign w:val="superscript"/>
        </w:rPr>
        <w:endnoteReference w:id="39"/>
      </w:r>
      <w:r w:rsidRPr="00EA4619">
        <w:rPr>
          <w:rFonts w:ascii="Arial" w:hAnsi="Arial" w:cs="Arial"/>
        </w:rPr>
        <w:t xml:space="preserve"> (m</w:t>
      </w:r>
      <w:r w:rsidRPr="00EA4619">
        <w:rPr>
          <w:rFonts w:ascii="Arial" w:hAnsi="Arial" w:cs="Arial"/>
          <w:vertAlign w:val="superscript"/>
        </w:rPr>
        <w:t>3</w:t>
      </w:r>
      <w:r w:rsidRPr="00EA4619">
        <w:rPr>
          <w:rFonts w:ascii="Arial" w:hAnsi="Arial" w:cs="Arial"/>
        </w:rPr>
        <w:t>)</w:t>
      </w:r>
      <w:r w:rsidR="004160D2" w:rsidRPr="00EA4619">
        <w:rPr>
          <w:rFonts w:ascii="Arial" w:hAnsi="Arial" w:cs="Arial"/>
        </w:rPr>
        <w:t xml:space="preserve"> _________________</w:t>
      </w:r>
      <w:r w:rsidR="00F63544" w:rsidRPr="00EA4619">
        <w:rPr>
          <w:rFonts w:ascii="Arial" w:hAnsi="Arial" w:cs="Arial"/>
        </w:rPr>
        <w:t>____</w:t>
      </w:r>
    </w:p>
    <w:p w14:paraId="11FCDA2D" w14:textId="268867F6" w:rsidR="00477DF3" w:rsidRPr="00EA4619" w:rsidRDefault="00477DF3" w:rsidP="00C175F5">
      <w:pPr>
        <w:jc w:val="both"/>
        <w:rPr>
          <w:rFonts w:ascii="Arial" w:hAnsi="Arial" w:cs="Arial"/>
        </w:rPr>
      </w:pPr>
      <w:r w:rsidRPr="00EA4619">
        <w:rPr>
          <w:rFonts w:ascii="Arial" w:hAnsi="Arial" w:cs="Arial"/>
        </w:rPr>
        <w:t>Superfici oggetto di interventi di compensazione (m</w:t>
      </w:r>
      <w:r w:rsidRPr="00EA4619">
        <w:rPr>
          <w:rFonts w:ascii="Arial" w:hAnsi="Arial" w:cs="Arial"/>
          <w:vertAlign w:val="superscript"/>
        </w:rPr>
        <w:t>2</w:t>
      </w:r>
      <w:r w:rsidRPr="00EA4619">
        <w:rPr>
          <w:rFonts w:ascii="Arial" w:hAnsi="Arial" w:cs="Arial"/>
        </w:rPr>
        <w:t>)</w:t>
      </w:r>
      <w:r w:rsidR="004160D2" w:rsidRPr="00EA4619">
        <w:rPr>
          <w:rFonts w:ascii="Arial" w:hAnsi="Arial" w:cs="Arial"/>
        </w:rPr>
        <w:t xml:space="preserve"> _________________</w:t>
      </w:r>
      <w:r w:rsidR="00F63544" w:rsidRPr="00EA4619">
        <w:rPr>
          <w:rFonts w:ascii="Arial" w:hAnsi="Arial" w:cs="Arial"/>
        </w:rPr>
        <w:t>__________________________</w:t>
      </w:r>
    </w:p>
    <w:p w14:paraId="2C4AB881" w14:textId="77777777" w:rsidR="0067637B" w:rsidRPr="0067637B" w:rsidRDefault="0067637B" w:rsidP="00EB7CE5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  <w:r w:rsidRPr="0067637B">
        <w:rPr>
          <w:rFonts w:ascii="Arial" w:hAnsi="Arial" w:cs="Arial"/>
          <w:b/>
          <w:bCs/>
          <w:sz w:val="24"/>
          <w:szCs w:val="24"/>
        </w:rPr>
        <w:t>Quadri riepilogativi dei Volumi di Giacimento</w:t>
      </w:r>
    </w:p>
    <w:tbl>
      <w:tblPr>
        <w:tblpPr w:leftFromText="141" w:rightFromText="141" w:vertAnchor="text" w:horzAnchor="margin" w:tblpXSpec="center" w:tblpY="109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701"/>
        <w:gridCol w:w="1559"/>
        <w:gridCol w:w="2268"/>
        <w:gridCol w:w="2127"/>
      </w:tblGrid>
      <w:tr w:rsidR="0067637B" w:rsidRPr="001079AA" w14:paraId="5ADB6591" w14:textId="77777777" w:rsidTr="00AC11FE">
        <w:trPr>
          <w:cantSplit/>
          <w:trHeight w:val="20"/>
        </w:trPr>
        <w:tc>
          <w:tcPr>
            <w:tcW w:w="1913" w:type="dxa"/>
            <w:vAlign w:val="center"/>
          </w:tcPr>
          <w:p w14:paraId="499503A1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Durata giacimento richiesto</w:t>
            </w:r>
          </w:p>
          <w:p w14:paraId="74B91E5D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(numero anni)</w:t>
            </w:r>
          </w:p>
        </w:tc>
        <w:tc>
          <w:tcPr>
            <w:tcW w:w="1701" w:type="dxa"/>
            <w:vAlign w:val="center"/>
          </w:tcPr>
          <w:p w14:paraId="7CCEBEAE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</w:t>
            </w:r>
          </w:p>
          <w:p w14:paraId="227624CE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1559" w:type="dxa"/>
            <w:vAlign w:val="center"/>
          </w:tcPr>
          <w:p w14:paraId="296EB59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presunta</w:t>
            </w:r>
          </w:p>
          <w:p w14:paraId="1739825B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268" w:type="dxa"/>
            <w:vAlign w:val="center"/>
          </w:tcPr>
          <w:p w14:paraId="144A9362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lorda media annua presunta</w:t>
            </w:r>
          </w:p>
          <w:p w14:paraId="0C04E488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  <w:tc>
          <w:tcPr>
            <w:tcW w:w="2127" w:type="dxa"/>
          </w:tcPr>
          <w:p w14:paraId="32BFE549" w14:textId="77777777" w:rsidR="0067637B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  <w:r w:rsidRPr="001079AA">
              <w:rPr>
                <w:rFonts w:ascii="Arial" w:hAnsi="Arial" w:cs="Arial"/>
                <w:b/>
                <w:bCs/>
                <w:snapToGrid w:val="0"/>
              </w:rPr>
              <w:t>Cubatura utile media annua presunta</w:t>
            </w:r>
          </w:p>
          <w:p w14:paraId="06CBFDFC" w14:textId="77777777" w:rsidR="0067637B" w:rsidRPr="002F361C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</w:rPr>
            </w:pP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9C3B54" w14:paraId="0861D444" w14:textId="77777777" w:rsidTr="00AC11FE">
        <w:trPr>
          <w:cantSplit/>
          <w:trHeight w:val="20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2DD44E48" w14:textId="77777777" w:rsidR="0067637B" w:rsidRPr="009C3B54" w:rsidRDefault="0067637B" w:rsidP="00AC11FE">
            <w:pPr>
              <w:autoSpaceDE w:val="0"/>
              <w:autoSpaceDN w:val="0"/>
              <w:ind w:left="-7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B7E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07BFAB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F4E5EE8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C9B99A3" w14:textId="77777777" w:rsidR="0067637B" w:rsidRPr="009C3B54" w:rsidRDefault="0067637B" w:rsidP="00AC11FE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napToGrid w:val="0"/>
              </w:rPr>
            </w:pPr>
          </w:p>
        </w:tc>
      </w:tr>
    </w:tbl>
    <w:p w14:paraId="2C18E436" w14:textId="77777777" w:rsidR="0067637B" w:rsidRPr="00AD7246" w:rsidRDefault="0067637B" w:rsidP="00F86D45">
      <w:pPr>
        <w:jc w:val="both"/>
        <w:rPr>
          <w:rFonts w:ascii="Arial" w:hAnsi="Arial" w:cs="Arial"/>
          <w:sz w:val="10"/>
          <w:szCs w:val="10"/>
          <w:u w:val="single"/>
        </w:rPr>
      </w:pPr>
    </w:p>
    <w:tbl>
      <w:tblPr>
        <w:tblpPr w:leftFromText="141" w:rightFromText="141" w:vertAnchor="text" w:horzAnchor="margin" w:tblpXSpec="center" w:tblpY="72"/>
        <w:tblW w:w="69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2"/>
        <w:gridCol w:w="2021"/>
      </w:tblGrid>
      <w:tr w:rsidR="0067637B" w:rsidRPr="00B7645A" w14:paraId="248AE2CA" w14:textId="77777777" w:rsidTr="00AC11FE">
        <w:trPr>
          <w:trHeight w:val="20"/>
        </w:trPr>
        <w:tc>
          <w:tcPr>
            <w:tcW w:w="69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1F7A53C" w14:textId="748A7CB2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DETTAGLIO VOLUMI GIACIMENTO 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(m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  <w:vertAlign w:val="superscript"/>
              </w:rPr>
              <w:t>3</w:t>
            </w:r>
            <w:r w:rsidR="008A062A" w:rsidRPr="00650C50">
              <w:rPr>
                <w:rFonts w:ascii="Arial" w:hAnsi="Arial" w:cs="Arial"/>
                <w:snapToGrid w:val="0"/>
                <w:sz w:val="16"/>
                <w:szCs w:val="16"/>
              </w:rPr>
              <w:t>)</w:t>
            </w:r>
          </w:p>
        </w:tc>
      </w:tr>
      <w:tr w:rsidR="0067637B" w:rsidRPr="00B7645A" w14:paraId="7B04D5B2" w14:textId="77777777" w:rsidTr="00AC11FE">
        <w:trPr>
          <w:trHeight w:val="20"/>
        </w:trPr>
        <w:tc>
          <w:tcPr>
            <w:tcW w:w="49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7F2B19C0" w14:textId="30EC4E74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Giacimento</w:t>
            </w:r>
            <w:r w:rsidR="00650C5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14:paraId="3387C7B2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72FC6637" w14:textId="77777777" w:rsidTr="00AC11FE">
        <w:trPr>
          <w:trHeight w:val="20"/>
        </w:trPr>
        <w:tc>
          <w:tcPr>
            <w:tcW w:w="4952" w:type="dxa"/>
            <w:tcBorders>
              <w:top w:val="nil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0C4C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722F" w14:textId="77777777" w:rsidR="0067637B" w:rsidRPr="00B7645A" w:rsidRDefault="0067637B" w:rsidP="00AC11FE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13E4B8E3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57EA309C" w14:textId="1BE03F3F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Sterile di Scoperta</w:t>
            </w:r>
          </w:p>
        </w:tc>
        <w:tc>
          <w:tcPr>
            <w:tcW w:w="2021" w:type="dxa"/>
            <w:tcBorders>
              <w:top w:val="single" w:sz="12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7A86A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7BC9AA50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48958FCA" w14:textId="4AE52690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Terreno Vegetale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A227C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5B8E6D0C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noWrap/>
            <w:vAlign w:val="bottom"/>
            <w:hideMark/>
          </w:tcPr>
          <w:p w14:paraId="0297B2E8" w14:textId="7AD92B52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Volume di Scarto frammisto al minerale</w:t>
            </w:r>
          </w:p>
        </w:tc>
        <w:tc>
          <w:tcPr>
            <w:tcW w:w="202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B71ADE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7637B" w:rsidRPr="00B7645A" w14:paraId="1A4F8292" w14:textId="77777777" w:rsidTr="00AC11FE">
        <w:trPr>
          <w:trHeight w:val="20"/>
        </w:trPr>
        <w:tc>
          <w:tcPr>
            <w:tcW w:w="495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1FA5143" w14:textId="70A58295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Totale Scarto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0C1A07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7637B" w:rsidRPr="00B7645A" w14:paraId="35184DFF" w14:textId="77777777" w:rsidTr="00AC11FE">
        <w:trPr>
          <w:trHeight w:val="20"/>
        </w:trPr>
        <w:tc>
          <w:tcPr>
            <w:tcW w:w="4952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E78A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21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CF846D" w14:textId="77777777" w:rsidR="0067637B" w:rsidRPr="00B7645A" w:rsidRDefault="0067637B" w:rsidP="00AC11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7637B" w:rsidRPr="00B7645A" w14:paraId="703DC9D9" w14:textId="77777777" w:rsidTr="00AC11FE">
        <w:trPr>
          <w:trHeight w:val="20"/>
        </w:trPr>
        <w:tc>
          <w:tcPr>
            <w:tcW w:w="49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7507FB" w14:textId="32EA78E8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7645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Volume Utile</w:t>
            </w:r>
          </w:p>
        </w:tc>
        <w:tc>
          <w:tcPr>
            <w:tcW w:w="20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BFE195" w14:textId="77777777" w:rsidR="0067637B" w:rsidRPr="00B7645A" w:rsidRDefault="0067637B" w:rsidP="00AC11F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D75826F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70198A1A" w14:textId="77777777" w:rsidR="0067637B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1ED406FA" w14:textId="77777777" w:rsidR="0067637B" w:rsidRPr="005A35E1" w:rsidRDefault="0067637B" w:rsidP="00477DF3">
      <w:pPr>
        <w:spacing w:line="360" w:lineRule="auto"/>
        <w:jc w:val="both"/>
        <w:rPr>
          <w:rFonts w:ascii="Arial" w:hAnsi="Arial" w:cs="Arial"/>
        </w:rPr>
      </w:pPr>
    </w:p>
    <w:p w14:paraId="471C5E4A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265A22F0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6AFB13CC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3D33654E" w14:textId="77777777" w:rsidR="0067637B" w:rsidRDefault="0067637B" w:rsidP="00477DF3">
      <w:pPr>
        <w:jc w:val="both"/>
        <w:rPr>
          <w:rFonts w:ascii="Arial" w:hAnsi="Arial" w:cs="Arial"/>
          <w:b/>
          <w:sz w:val="24"/>
          <w:szCs w:val="24"/>
        </w:rPr>
      </w:pPr>
    </w:p>
    <w:p w14:paraId="77C24643" w14:textId="77777777" w:rsidR="0067637B" w:rsidRPr="00F86D45" w:rsidRDefault="0067637B" w:rsidP="00477DF3">
      <w:pPr>
        <w:jc w:val="both"/>
        <w:rPr>
          <w:rFonts w:ascii="Arial" w:hAnsi="Arial" w:cs="Arial"/>
          <w:b/>
          <w:sz w:val="16"/>
          <w:szCs w:val="16"/>
        </w:rPr>
      </w:pPr>
    </w:p>
    <w:p w14:paraId="730E6BE0" w14:textId="77777777" w:rsidR="00477DF3" w:rsidRPr="00831EDF" w:rsidRDefault="00477DF3" w:rsidP="00C175F5">
      <w:pPr>
        <w:spacing w:after="6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Vincoli e destinazioni d’uso</w:t>
      </w:r>
    </w:p>
    <w:p w14:paraId="0B4D742D" w14:textId="7BF18780" w:rsidR="00477DF3" w:rsidRDefault="00477DF3" w:rsidP="008D2893">
      <w:pPr>
        <w:tabs>
          <w:tab w:val="left" w:pos="3119"/>
        </w:tabs>
        <w:spacing w:after="6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ostativi sull’area di cava</w:t>
      </w:r>
      <w:r w:rsidR="00F86D45" w:rsidRPr="005A35E1">
        <w:rPr>
          <w:rFonts w:ascii="Arial" w:hAnsi="Arial" w:cs="Arial"/>
          <w:vertAlign w:val="superscript"/>
        </w:rPr>
        <w:endnoteReference w:id="40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</w:r>
      <w:r w:rsidR="0021578C">
        <w:rPr>
          <w:rFonts w:ascii="Arial" w:hAnsi="Arial" w:cs="Arial"/>
        </w:rPr>
        <w:t>________________________________________________________</w:t>
      </w:r>
      <w:r w:rsidR="008D2893">
        <w:rPr>
          <w:rFonts w:ascii="Arial" w:hAnsi="Arial" w:cs="Arial"/>
        </w:rPr>
        <w:t>__</w:t>
      </w:r>
    </w:p>
    <w:p w14:paraId="356EA94E" w14:textId="1E309E86" w:rsidR="00477DF3" w:rsidRDefault="00477DF3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Vincoli condizionanti interessati</w:t>
      </w:r>
      <w:r w:rsidR="00F86D45" w:rsidRPr="005A35E1">
        <w:rPr>
          <w:rFonts w:ascii="Arial" w:hAnsi="Arial" w:cs="Arial"/>
          <w:vertAlign w:val="superscript"/>
        </w:rPr>
        <w:endnoteReference w:id="41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ab/>
        <w:t>__________________________________________________________</w:t>
      </w:r>
    </w:p>
    <w:p w14:paraId="7161EFB2" w14:textId="03FD9823" w:rsidR="001B45D9" w:rsidRPr="0021578C" w:rsidRDefault="0021578C" w:rsidP="008D2893">
      <w:pPr>
        <w:tabs>
          <w:tab w:val="left" w:pos="3119"/>
        </w:tabs>
        <w:spacing w:after="60" w:line="288" w:lineRule="auto"/>
        <w:jc w:val="both"/>
        <w:rPr>
          <w:rFonts w:ascii="Arial" w:hAnsi="Arial" w:cs="Arial"/>
        </w:rPr>
      </w:pPr>
      <w:r w:rsidRPr="0021578C">
        <w:rPr>
          <w:rFonts w:ascii="Arial" w:hAnsi="Arial" w:cs="Arial"/>
        </w:rPr>
        <w:t>Vincoli Condizionanti di Visibilità</w:t>
      </w:r>
      <w:r w:rsidR="00F86D45">
        <w:rPr>
          <w:rStyle w:val="Rimandonotadichiusura"/>
          <w:rFonts w:ascii="Arial" w:hAnsi="Arial" w:cs="Arial"/>
        </w:rPr>
        <w:endnoteReference w:id="42"/>
      </w:r>
      <w:r>
        <w:rPr>
          <w:rFonts w:ascii="Arial" w:hAnsi="Arial" w:cs="Arial"/>
        </w:rPr>
        <w:t>:</w:t>
      </w:r>
      <w:r w:rsidRPr="0021578C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</w:t>
      </w:r>
    </w:p>
    <w:p w14:paraId="5535821D" w14:textId="29D0F0BF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urbanistica originaria</w:t>
      </w:r>
      <w:r w:rsidR="00F86D45" w:rsidRPr="005A35E1">
        <w:rPr>
          <w:rFonts w:ascii="Arial" w:hAnsi="Arial" w:cs="Arial"/>
          <w:vertAlign w:val="superscript"/>
        </w:rPr>
        <w:endnoteReference w:id="43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________________________________________________________</w:t>
      </w:r>
    </w:p>
    <w:p w14:paraId="00CD7585" w14:textId="2457EA59" w:rsidR="00477DF3" w:rsidRPr="005A35E1" w:rsidRDefault="00477DF3" w:rsidP="000D69C8">
      <w:pPr>
        <w:spacing w:after="60" w:line="288" w:lineRule="auto"/>
        <w:jc w:val="both"/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Destinazione finale prevista</w:t>
      </w:r>
      <w:r w:rsidR="00F86D45" w:rsidRPr="005A35E1">
        <w:rPr>
          <w:rFonts w:ascii="Arial" w:hAnsi="Arial" w:cs="Arial"/>
          <w:vertAlign w:val="superscript"/>
        </w:rPr>
        <w:endnoteReference w:id="44"/>
      </w:r>
      <w:r w:rsidRPr="005A35E1">
        <w:rPr>
          <w:rFonts w:ascii="Arial" w:hAnsi="Arial" w:cs="Arial"/>
        </w:rPr>
        <w:t>:</w:t>
      </w:r>
      <w:r w:rsidR="008D2893">
        <w:rPr>
          <w:rFonts w:ascii="Arial" w:hAnsi="Arial" w:cs="Arial"/>
        </w:rPr>
        <w:t xml:space="preserve"> </w:t>
      </w:r>
      <w:r w:rsidR="00F86D45">
        <w:rPr>
          <w:rFonts w:ascii="Arial" w:hAnsi="Arial" w:cs="Arial"/>
        </w:rPr>
        <w:t xml:space="preserve"> </w:t>
      </w:r>
      <w:r w:rsidR="008D2893">
        <w:rPr>
          <w:rFonts w:ascii="Arial" w:hAnsi="Arial" w:cs="Arial"/>
        </w:rPr>
        <w:t>_____________________________________________________________</w:t>
      </w:r>
    </w:p>
    <w:p w14:paraId="64F60F6F" w14:textId="77777777" w:rsidR="00AD7246" w:rsidRPr="00512FAE" w:rsidRDefault="00AD7246" w:rsidP="00AD7246">
      <w:pPr>
        <w:tabs>
          <w:tab w:val="left" w:pos="4536"/>
        </w:tabs>
        <w:spacing w:before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  <w:u w:val="single"/>
        </w:rPr>
        <w:t>Smantellamento impianti interni al giacimento richiesto al termine del suo sfruttamento</w:t>
      </w:r>
      <w:r w:rsidRPr="00512FAE">
        <w:rPr>
          <w:rFonts w:ascii="Arial" w:hAnsi="Arial" w:cs="Arial"/>
          <w:b/>
          <w:bCs/>
        </w:rPr>
        <w:t>:</w:t>
      </w:r>
    </w:p>
    <w:p w14:paraId="4EBB0DBC" w14:textId="77777777" w:rsidR="00AD7246" w:rsidRPr="00512FAE" w:rsidRDefault="00AD7246" w:rsidP="00AD7246">
      <w:pPr>
        <w:tabs>
          <w:tab w:val="left" w:pos="993"/>
          <w:tab w:val="left" w:pos="2410"/>
        </w:tabs>
        <w:spacing w:before="60" w:after="120"/>
        <w:jc w:val="both"/>
        <w:rPr>
          <w:rFonts w:ascii="Arial" w:hAnsi="Arial" w:cs="Arial"/>
          <w:b/>
          <w:bCs/>
        </w:rPr>
      </w:pP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NO 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Totale</w:t>
      </w:r>
      <w:r w:rsidRPr="00512FAE">
        <w:rPr>
          <w:rFonts w:ascii="Arial" w:hAnsi="Arial" w:cs="Arial"/>
          <w:b/>
          <w:bCs/>
        </w:rPr>
        <w:tab/>
      </w:r>
      <w:r w:rsidRPr="00512FAE">
        <w:rPr>
          <w:rFonts w:ascii="Arial" w:hAnsi="Arial" w:cs="Arial"/>
          <w:b/>
          <w:bCs/>
        </w:rPr>
        <w:sym w:font="Webdings" w:char="F063"/>
      </w:r>
      <w:r w:rsidRPr="00512FAE">
        <w:rPr>
          <w:rFonts w:ascii="Arial" w:hAnsi="Arial" w:cs="Arial"/>
          <w:b/>
          <w:bCs/>
        </w:rPr>
        <w:t xml:space="preserve"> SI Parziale</w:t>
      </w:r>
    </w:p>
    <w:p w14:paraId="694FFAE9" w14:textId="77777777" w:rsidR="00477DF3" w:rsidRPr="00831EDF" w:rsidRDefault="00477DF3" w:rsidP="00EA68D9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Copertura vegetale</w:t>
      </w:r>
    </w:p>
    <w:p w14:paraId="20189C1C" w14:textId="77777777" w:rsidR="00EA4619" w:rsidRPr="005A35E1" w:rsidRDefault="00EA4619" w:rsidP="00EA4619">
      <w:pPr>
        <w:spacing w:after="60"/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delle aree sub pianeggianti (%):</w:t>
      </w:r>
      <w:r>
        <w:rPr>
          <w:rFonts w:ascii="Arial" w:hAnsi="Arial" w:cs="Arial"/>
        </w:rPr>
        <w:tab/>
        <w:t>___________________</w:t>
      </w:r>
    </w:p>
    <w:p w14:paraId="6B29A940" w14:textId="77777777" w:rsidR="00EA4619" w:rsidRPr="005A35E1" w:rsidRDefault="00EA4619" w:rsidP="00AD7246">
      <w:pPr>
        <w:rPr>
          <w:rFonts w:ascii="Arial" w:hAnsi="Arial" w:cs="Arial"/>
        </w:rPr>
      </w:pPr>
      <w:r w:rsidRPr="005A35E1">
        <w:rPr>
          <w:rFonts w:ascii="Arial" w:hAnsi="Arial" w:cs="Arial"/>
        </w:rPr>
        <w:t>Grado di copertura vegetale del fronte (%)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</w:t>
      </w:r>
    </w:p>
    <w:p w14:paraId="384EED3E" w14:textId="77777777" w:rsidR="00EA4619" w:rsidRPr="005A35E1" w:rsidRDefault="00EA4619" w:rsidP="00AD7246">
      <w:pPr>
        <w:tabs>
          <w:tab w:val="left" w:pos="1843"/>
        </w:tabs>
        <w:rPr>
          <w:rFonts w:ascii="Arial" w:hAnsi="Arial" w:cs="Arial"/>
          <w:u w:val="single"/>
        </w:rPr>
      </w:pP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arboree</w:t>
      </w:r>
      <w:r w:rsidRPr="005A35E1">
        <w:rPr>
          <w:rStyle w:val="Rimandonotadichiusura"/>
          <w:rFonts w:ascii="Arial" w:hAnsi="Arial" w:cs="Arial"/>
        </w:rPr>
        <w:endnoteReference w:id="45"/>
      </w:r>
      <w:r w:rsidRPr="005A35E1">
        <w:rPr>
          <w:rFonts w:ascii="Arial" w:hAnsi="Arial" w:cs="Arial"/>
        </w:rPr>
        <w:t xml:space="preserve"> (</w:t>
      </w:r>
      <w:r w:rsidRPr="00650C50">
        <w:rPr>
          <w:rFonts w:ascii="Arial" w:hAnsi="Arial" w:cs="Arial"/>
          <w:sz w:val="16"/>
          <w:szCs w:val="16"/>
        </w:rPr>
        <w:t>n/m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______________ </w:t>
      </w:r>
      <w:r w:rsidRPr="005A35E1">
        <w:rPr>
          <w:rFonts w:ascii="Arial" w:hAnsi="Arial" w:cs="Arial"/>
        </w:rPr>
        <w:t>h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______________ </w:t>
      </w:r>
      <w:r w:rsidRPr="005A35E1">
        <w:rPr>
          <w:rFonts w:ascii="Arial" w:hAnsi="Arial" w:cs="Arial"/>
        </w:rPr>
        <w:t>circ.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______________</w:t>
      </w:r>
    </w:p>
    <w:p w14:paraId="46F03A11" w14:textId="77777777" w:rsidR="00EA4619" w:rsidRPr="005A35E1" w:rsidRDefault="00EA4619" w:rsidP="00AD7246">
      <w:pPr>
        <w:tabs>
          <w:tab w:val="left" w:pos="1843"/>
        </w:tabs>
        <w:rPr>
          <w:rFonts w:ascii="Arial" w:hAnsi="Arial" w:cs="Arial"/>
          <w:u w:val="single"/>
        </w:rPr>
      </w:pPr>
      <w:r w:rsidRPr="005A35E1">
        <w:rPr>
          <w:rFonts w:ascii="Arial" w:hAnsi="Arial" w:cs="Arial"/>
        </w:rPr>
        <w:t>Densità di impianto:</w:t>
      </w: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arbustive </w:t>
      </w:r>
      <w:r w:rsidRPr="00650C50">
        <w:rPr>
          <w:rFonts w:ascii="Arial" w:hAnsi="Arial" w:cs="Arial"/>
          <w:sz w:val="16"/>
          <w:szCs w:val="16"/>
        </w:rPr>
        <w:t>(n/m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proofErr w:type="gramStart"/>
      <w:r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 _</w:t>
      </w:r>
      <w:proofErr w:type="gramEnd"/>
      <w:r>
        <w:rPr>
          <w:rFonts w:ascii="Arial" w:hAnsi="Arial" w:cs="Arial"/>
        </w:rPr>
        <w:t>_____________</w:t>
      </w:r>
    </w:p>
    <w:p w14:paraId="08F07027" w14:textId="77777777" w:rsidR="00EA4619" w:rsidRDefault="00EA4619" w:rsidP="00EA4619">
      <w:pPr>
        <w:tabs>
          <w:tab w:val="left" w:pos="1843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specie erbacee: a secco (</w:t>
      </w:r>
      <w:r w:rsidRPr="00650C50">
        <w:rPr>
          <w:rFonts w:ascii="Arial" w:hAnsi="Arial" w:cs="Arial"/>
          <w:sz w:val="16"/>
          <w:szCs w:val="16"/>
        </w:rPr>
        <w:t>g/m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Pr="005A35E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</w:t>
      </w:r>
      <w:r w:rsidRPr="005A35E1">
        <w:rPr>
          <w:rFonts w:ascii="Arial" w:hAnsi="Arial" w:cs="Arial"/>
        </w:rPr>
        <w:t xml:space="preserve"> a spaglio (</w:t>
      </w:r>
      <w:r w:rsidRPr="00650C50">
        <w:rPr>
          <w:rFonts w:ascii="Arial" w:hAnsi="Arial" w:cs="Arial"/>
          <w:sz w:val="16"/>
          <w:szCs w:val="16"/>
        </w:rPr>
        <w:t>g/m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r w:rsidRPr="005A35E1">
        <w:rPr>
          <w:rFonts w:ascii="Arial" w:hAnsi="Arial" w:cs="Arial"/>
        </w:rPr>
        <w:t>)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_____</w:t>
      </w:r>
      <w:r w:rsidRPr="005A35E1">
        <w:rPr>
          <w:rFonts w:ascii="Arial" w:hAnsi="Arial" w:cs="Arial"/>
        </w:rPr>
        <w:t xml:space="preserve"> idrosemina (</w:t>
      </w:r>
      <w:r w:rsidRPr="00650C50">
        <w:rPr>
          <w:rFonts w:ascii="Arial" w:hAnsi="Arial" w:cs="Arial"/>
          <w:sz w:val="16"/>
          <w:szCs w:val="16"/>
        </w:rPr>
        <w:t>l/m</w:t>
      </w:r>
      <w:r w:rsidRPr="00650C50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</w:rPr>
        <w:t>) ______</w:t>
      </w:r>
    </w:p>
    <w:p w14:paraId="010B8930" w14:textId="77777777" w:rsidR="00130495" w:rsidRPr="00831EDF" w:rsidRDefault="00D111C2" w:rsidP="001C6F8D">
      <w:pPr>
        <w:pStyle w:val="Paragrafoelenco"/>
        <w:numPr>
          <w:ilvl w:val="0"/>
          <w:numId w:val="21"/>
        </w:numPr>
        <w:spacing w:before="120"/>
        <w:ind w:left="425" w:hanging="425"/>
        <w:contextualSpacing w:val="0"/>
        <w:rPr>
          <w:rFonts w:ascii="Arial" w:hAnsi="Arial" w:cs="Arial"/>
          <w:b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UTILIZZO DEI MATERIALI DI CAVA</w:t>
      </w:r>
    </w:p>
    <w:p w14:paraId="329AA246" w14:textId="3615E99D" w:rsidR="00130495" w:rsidRPr="00831EDF" w:rsidRDefault="00130495" w:rsidP="00235488">
      <w:pPr>
        <w:pStyle w:val="Titolo9"/>
        <w:spacing w:before="12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Settore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6"/>
      </w:r>
    </w:p>
    <w:p w14:paraId="715014DF" w14:textId="77777777" w:rsidR="00130495" w:rsidRPr="005A35E1" w:rsidRDefault="00A36916" w:rsidP="00130495">
      <w:pPr>
        <w:numPr>
          <w:ilvl w:val="0"/>
          <w:numId w:val="9"/>
        </w:numPr>
        <w:tabs>
          <w:tab w:val="clear" w:pos="3537"/>
        </w:tabs>
        <w:ind w:left="426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A</w:t>
      </w:r>
      <w:r w:rsidR="00130495" w:rsidRPr="005A35E1">
        <w:rPr>
          <w:rFonts w:ascii="Arial" w:hAnsi="Arial" w:cs="Arial"/>
        </w:rPr>
        <w:t>rgille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inerti</w:t>
      </w:r>
      <w:r w:rsidR="00130495" w:rsidRPr="005A35E1">
        <w:rPr>
          <w:rFonts w:ascii="Arial" w:hAnsi="Arial" w:cs="Arial"/>
        </w:rPr>
        <w:tab/>
      </w:r>
      <w:r w:rsidR="00130495" w:rsidRPr="005A35E1">
        <w:rPr>
          <w:rFonts w:ascii="Arial" w:hAnsi="Arial" w:cs="Arial"/>
        </w:rPr>
        <w:sym w:font="Webdings" w:char="F063"/>
      </w:r>
      <w:r w:rsidR="00130495" w:rsidRPr="005A35E1">
        <w:rPr>
          <w:rFonts w:ascii="Arial" w:hAnsi="Arial" w:cs="Arial"/>
        </w:rPr>
        <w:t xml:space="preserve">  pietre da taglio</w:t>
      </w:r>
      <w:r>
        <w:rPr>
          <w:rFonts w:ascii="Arial" w:hAnsi="Arial" w:cs="Arial"/>
        </w:rPr>
        <w:tab/>
      </w:r>
      <w:r w:rsidRPr="005A35E1">
        <w:rPr>
          <w:rFonts w:ascii="Arial" w:hAnsi="Arial" w:cs="Arial"/>
        </w:rPr>
        <w:sym w:font="Webdings" w:char="F063"/>
      </w:r>
      <w:r w:rsidRPr="005A35E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micronizzati</w:t>
      </w:r>
    </w:p>
    <w:p w14:paraId="283D9242" w14:textId="7F07583D" w:rsidR="00130495" w:rsidRPr="00831EDF" w:rsidRDefault="00056247" w:rsidP="00A36916">
      <w:pPr>
        <w:pStyle w:val="Titolo9"/>
        <w:spacing w:before="120" w:after="60"/>
        <w:rPr>
          <w:rFonts w:ascii="Arial" w:hAnsi="Arial" w:cs="Arial"/>
          <w:sz w:val="24"/>
        </w:rPr>
      </w:pPr>
      <w:r w:rsidRPr="00831EDF">
        <w:rPr>
          <w:rFonts w:ascii="Arial" w:hAnsi="Arial" w:cs="Arial"/>
          <w:b/>
          <w:sz w:val="24"/>
        </w:rPr>
        <w:t>D</w:t>
      </w:r>
      <w:r w:rsidR="00130495" w:rsidRPr="00831EDF">
        <w:rPr>
          <w:rFonts w:ascii="Arial" w:hAnsi="Arial" w:cs="Arial"/>
          <w:b/>
          <w:sz w:val="24"/>
        </w:rPr>
        <w:t>estinazione d’uso dei materiali</w:t>
      </w:r>
      <w:r w:rsidR="009E74E9" w:rsidRPr="002340A1">
        <w:rPr>
          <w:rStyle w:val="Rimandonotadichiusura"/>
          <w:rFonts w:ascii="Arial" w:hAnsi="Arial" w:cs="Arial"/>
          <w:sz w:val="20"/>
        </w:rPr>
        <w:endnoteReference w:id="47"/>
      </w:r>
    </w:p>
    <w:p w14:paraId="4E6BD4DD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laterizi industriali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19D1FCF3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laterizi artigianali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27E1C7E0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ceramiche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1BBDAECC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calce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56E79A74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cemento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0E1D45E3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macinati industriali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140EBE9A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micronizzati industriali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14B2E913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conglomerati bituminosi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2EA42A30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calcestruzzi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6AF33453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malte e premiscelati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0F2B3989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Style w:val="Rimandonotadichiusura"/>
          <w:rFonts w:ascii="Arial" w:hAnsi="Arial" w:cs="Arial"/>
        </w:rPr>
        <w:endnoteReference w:id="48"/>
      </w:r>
      <w:r w:rsidRPr="009A3B82">
        <w:rPr>
          <w:rFonts w:ascii="Arial" w:hAnsi="Arial" w:cs="Arial"/>
        </w:rPr>
        <w:t>granulati per l’edilizia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084AE71C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pietre da costruzione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3C90C256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pietre per uso ornamentale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187C3AAE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industria farmaceutica</w:t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70E3EC17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industria cosmetica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72E5281C" w14:textId="77777777" w:rsidR="00EA4619" w:rsidRPr="009A3B82" w:rsidRDefault="00EA4619" w:rsidP="00EA4619">
      <w:pPr>
        <w:numPr>
          <w:ilvl w:val="1"/>
          <w:numId w:val="9"/>
        </w:numPr>
        <w:jc w:val="both"/>
        <w:rPr>
          <w:rFonts w:ascii="Arial" w:hAnsi="Arial" w:cs="Arial"/>
        </w:rPr>
      </w:pPr>
      <w:r w:rsidRPr="009A3B82">
        <w:rPr>
          <w:rFonts w:ascii="Arial" w:hAnsi="Arial" w:cs="Arial"/>
        </w:rPr>
        <w:t>altro ___________</w:t>
      </w:r>
      <w:r w:rsidRPr="009A3B82">
        <w:rPr>
          <w:rFonts w:ascii="Arial" w:hAnsi="Arial" w:cs="Arial"/>
        </w:rPr>
        <w:tab/>
      </w:r>
      <w:r w:rsidRPr="009A3B82">
        <w:rPr>
          <w:rFonts w:ascii="Arial" w:hAnsi="Arial" w:cs="Arial"/>
        </w:rPr>
        <w:tab/>
        <w:t>%</w:t>
      </w:r>
      <w:r>
        <w:rPr>
          <w:rFonts w:ascii="Arial" w:hAnsi="Arial" w:cs="Arial"/>
        </w:rPr>
        <w:t xml:space="preserve"> ___________</w:t>
      </w:r>
    </w:p>
    <w:p w14:paraId="5C40C0D1" w14:textId="77777777" w:rsidR="00EA4619" w:rsidRPr="009A3B82" w:rsidRDefault="00EA4619" w:rsidP="00EA4619">
      <w:pPr>
        <w:spacing w:before="60"/>
        <w:ind w:left="6373" w:firstLine="709"/>
        <w:rPr>
          <w:rFonts w:ascii="Arial" w:hAnsi="Arial" w:cs="Arial"/>
          <w:b/>
          <w:bCs/>
        </w:rPr>
      </w:pPr>
      <w:r w:rsidRPr="009A3B82">
        <w:rPr>
          <w:rFonts w:ascii="Arial" w:hAnsi="Arial" w:cs="Arial"/>
          <w:b/>
          <w:bCs/>
        </w:rPr>
        <w:t xml:space="preserve">%   100      </w:t>
      </w:r>
    </w:p>
    <w:p w14:paraId="26342EB4" w14:textId="46FBF5B8" w:rsidR="00130495" w:rsidRPr="00831EDF" w:rsidRDefault="00130495" w:rsidP="00821C36">
      <w:pPr>
        <w:spacing w:before="240" w:after="60"/>
        <w:ind w:firstLine="6"/>
        <w:rPr>
          <w:rFonts w:ascii="Arial" w:hAnsi="Arial" w:cs="Arial"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t>Localizzazione impianti</w:t>
      </w:r>
      <w:r w:rsidR="009E74E9" w:rsidRPr="002340A1">
        <w:rPr>
          <w:rStyle w:val="Rimandonotadichiusura"/>
          <w:rFonts w:ascii="Arial" w:hAnsi="Arial" w:cs="Arial"/>
        </w:rPr>
        <w:endnoteReference w:id="49"/>
      </w:r>
    </w:p>
    <w:p w14:paraId="0505B17A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6763AEF" w14:textId="77777777" w:rsidR="00730E16" w:rsidRPr="005A35E1" w:rsidRDefault="00730E16" w:rsidP="00730E16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INTERNI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40BFC3B5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prima lavorazione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17C3CB47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4D5A1212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13742DFC" w14:textId="77777777" w:rsidR="00730E16" w:rsidRPr="005A35E1" w:rsidRDefault="00730E16" w:rsidP="00730E16">
      <w:pPr>
        <w:pStyle w:val="Titolo9"/>
        <w:spacing w:after="120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6B14D02C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Impianti di trasformazione ESTERNI al giacimento</w:t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tab/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SI  </w:t>
      </w:r>
      <w:r w:rsidRPr="005A35E1">
        <w:rPr>
          <w:rFonts w:ascii="Arial" w:hAnsi="Arial" w:cs="Arial"/>
          <w:sz w:val="20"/>
        </w:rPr>
        <w:sym w:font="Webdings" w:char="F063"/>
      </w:r>
      <w:r w:rsidRPr="005A35E1">
        <w:rPr>
          <w:rFonts w:ascii="Arial" w:hAnsi="Arial" w:cs="Arial"/>
          <w:sz w:val="20"/>
        </w:rPr>
        <w:t xml:space="preserve"> NO</w:t>
      </w:r>
    </w:p>
    <w:p w14:paraId="18830798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75C7235D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  <w:u w:val="single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73A49C1F" w14:textId="77777777" w:rsidR="00730E16" w:rsidRPr="005A35E1" w:rsidRDefault="00730E16" w:rsidP="00730E16">
      <w:pPr>
        <w:pStyle w:val="Titolo9"/>
        <w:rPr>
          <w:rFonts w:ascii="Arial" w:hAnsi="Arial" w:cs="Arial"/>
          <w:sz w:val="20"/>
        </w:rPr>
      </w:pPr>
      <w:r w:rsidRPr="005A35E1">
        <w:rPr>
          <w:rFonts w:ascii="Arial" w:hAnsi="Arial" w:cs="Arial"/>
          <w:sz w:val="20"/>
        </w:rPr>
        <w:t>Comune</w:t>
      </w:r>
      <w:r>
        <w:rPr>
          <w:rFonts w:ascii="Arial" w:hAnsi="Arial" w:cs="Arial"/>
          <w:sz w:val="20"/>
        </w:rPr>
        <w:t xml:space="preserve"> ___________________ </w:t>
      </w:r>
      <w:r w:rsidRPr="005A35E1">
        <w:rPr>
          <w:rFonts w:ascii="Arial" w:hAnsi="Arial" w:cs="Arial"/>
          <w:sz w:val="20"/>
        </w:rPr>
        <w:t>Località</w:t>
      </w:r>
      <w:r>
        <w:rPr>
          <w:rFonts w:ascii="Arial" w:hAnsi="Arial" w:cs="Arial"/>
          <w:sz w:val="20"/>
        </w:rPr>
        <w:t xml:space="preserve"> _________________________ </w:t>
      </w:r>
      <w:r w:rsidRPr="005A35E1">
        <w:rPr>
          <w:rFonts w:ascii="Arial" w:hAnsi="Arial" w:cs="Arial"/>
          <w:sz w:val="20"/>
        </w:rPr>
        <w:t>Distanza (km)</w:t>
      </w:r>
      <w:r>
        <w:rPr>
          <w:rFonts w:ascii="Arial" w:hAnsi="Arial" w:cs="Arial"/>
          <w:sz w:val="20"/>
        </w:rPr>
        <w:t xml:space="preserve"> ____________</w:t>
      </w:r>
    </w:p>
    <w:p w14:paraId="0D063C7D" w14:textId="77777777" w:rsidR="00730E16" w:rsidRPr="00831EDF" w:rsidRDefault="00730E16" w:rsidP="00821C36">
      <w:pPr>
        <w:pStyle w:val="Titolo9"/>
        <w:spacing w:before="240" w:after="60"/>
        <w:rPr>
          <w:rFonts w:ascii="Arial" w:hAnsi="Arial" w:cs="Arial"/>
          <w:b/>
          <w:sz w:val="24"/>
        </w:rPr>
      </w:pPr>
      <w:r w:rsidRPr="00831EDF">
        <w:rPr>
          <w:rFonts w:ascii="Arial" w:hAnsi="Arial" w:cs="Arial"/>
          <w:b/>
          <w:sz w:val="24"/>
        </w:rPr>
        <w:t>Viabilità interessata:</w:t>
      </w:r>
    </w:p>
    <w:p w14:paraId="434B3830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Vicinale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37B76CCB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Comunale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12D57C0B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Provinciale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230472BC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Regionale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7CB26DBC" w14:textId="77777777" w:rsidR="00730E16" w:rsidRPr="005A35E1" w:rsidRDefault="00730E16" w:rsidP="00730E16">
      <w:pPr>
        <w:numPr>
          <w:ilvl w:val="0"/>
          <w:numId w:val="9"/>
        </w:numPr>
        <w:tabs>
          <w:tab w:val="clear" w:pos="3537"/>
        </w:tabs>
        <w:ind w:left="0" w:firstLine="0"/>
        <w:jc w:val="both"/>
        <w:rPr>
          <w:rFonts w:ascii="Arial" w:hAnsi="Arial" w:cs="Arial"/>
        </w:rPr>
      </w:pPr>
      <w:r w:rsidRPr="005A35E1">
        <w:rPr>
          <w:rFonts w:ascii="Arial" w:hAnsi="Arial" w:cs="Arial"/>
        </w:rPr>
        <w:t>Nazionale</w:t>
      </w:r>
      <w:r w:rsidRPr="005A35E1">
        <w:rPr>
          <w:rFonts w:ascii="Arial" w:hAnsi="Arial" w:cs="Arial"/>
        </w:rPr>
        <w:tab/>
        <w:t>Denominazione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_____________________________________________</w:t>
      </w:r>
    </w:p>
    <w:p w14:paraId="6428C486" w14:textId="77777777" w:rsidR="00730E16" w:rsidRPr="005A35E1" w:rsidRDefault="00730E16" w:rsidP="00F070DA">
      <w:pPr>
        <w:pStyle w:val="Titolo9"/>
        <w:spacing w:before="240"/>
        <w:rPr>
          <w:rFonts w:ascii="Arial" w:hAnsi="Arial" w:cs="Arial"/>
          <w:sz w:val="20"/>
          <w:szCs w:val="16"/>
        </w:rPr>
      </w:pPr>
      <w:r w:rsidRPr="005A35E1">
        <w:rPr>
          <w:rFonts w:ascii="Arial" w:hAnsi="Arial" w:cs="Arial"/>
          <w:sz w:val="20"/>
          <w:szCs w:val="16"/>
        </w:rPr>
        <w:t>Frequenza mezzi pesanti in uscita dalla cava (veicoli/giorno)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0B083302" w14:textId="77777777" w:rsidR="00730E16" w:rsidRPr="00841834" w:rsidRDefault="00730E16" w:rsidP="00730E16">
      <w:pPr>
        <w:pStyle w:val="Titolo9"/>
        <w:spacing w:before="120"/>
        <w:rPr>
          <w:rFonts w:ascii="Arial" w:hAnsi="Arial" w:cs="Arial"/>
          <w:sz w:val="20"/>
          <w:szCs w:val="16"/>
        </w:rPr>
      </w:pPr>
      <w:r w:rsidRPr="00841834">
        <w:rPr>
          <w:rFonts w:ascii="Arial" w:hAnsi="Arial" w:cs="Arial"/>
          <w:sz w:val="20"/>
          <w:szCs w:val="16"/>
        </w:rPr>
        <w:t>Numero addetti agli impianti</w:t>
      </w:r>
      <w:r>
        <w:rPr>
          <w:rFonts w:ascii="Arial" w:hAnsi="Arial" w:cs="Arial"/>
          <w:sz w:val="20"/>
          <w:szCs w:val="16"/>
          <w:u w:val="single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_______ </w:t>
      </w:r>
      <w:r w:rsidRPr="00841834">
        <w:rPr>
          <w:rFonts w:ascii="Arial" w:hAnsi="Arial" w:cs="Arial"/>
          <w:sz w:val="20"/>
          <w:szCs w:val="16"/>
        </w:rPr>
        <w:t>Numero addetti alla cava</w:t>
      </w:r>
      <w:r>
        <w:rPr>
          <w:rFonts w:ascii="Arial" w:hAnsi="Arial" w:cs="Arial"/>
          <w:sz w:val="20"/>
          <w:szCs w:val="16"/>
        </w:rPr>
        <w:tab/>
        <w:t>___________________</w:t>
      </w:r>
    </w:p>
    <w:p w14:paraId="0CFB48F0" w14:textId="77777777" w:rsidR="005E628D" w:rsidRPr="00831EDF" w:rsidRDefault="005E628D" w:rsidP="005E628D">
      <w:pPr>
        <w:rPr>
          <w:rFonts w:ascii="Arial" w:hAnsi="Arial" w:cs="Arial"/>
        </w:rPr>
      </w:pPr>
    </w:p>
    <w:p w14:paraId="2235F8EC" w14:textId="4D01EC37" w:rsidR="00130495" w:rsidRPr="00831EDF" w:rsidRDefault="00130495" w:rsidP="00130495">
      <w:pPr>
        <w:rPr>
          <w:rFonts w:ascii="Arial" w:hAnsi="Arial" w:cs="Arial"/>
        </w:rPr>
      </w:pPr>
    </w:p>
    <w:p w14:paraId="29E34ED1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6DF3D5E4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50619328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0EEABF6A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37E63A27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584CA43F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056A63A9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473BD1C4" w14:textId="77777777" w:rsidR="00F070DA" w:rsidRDefault="00F070DA" w:rsidP="00130495">
      <w:pPr>
        <w:pStyle w:val="Rientrocorpodeltesto2"/>
        <w:rPr>
          <w:rFonts w:ascii="Arial" w:hAnsi="Arial" w:cs="Arial"/>
          <w:b w:val="0"/>
          <w:bCs/>
        </w:rPr>
      </w:pPr>
    </w:p>
    <w:p w14:paraId="0B9B4B4E" w14:textId="5D7E0968" w:rsidR="00130495" w:rsidRPr="00831EDF" w:rsidRDefault="00130495" w:rsidP="00130495">
      <w:pPr>
        <w:pStyle w:val="Rientrocorpodeltesto2"/>
        <w:rPr>
          <w:rFonts w:ascii="Arial" w:hAnsi="Arial" w:cs="Arial"/>
        </w:rPr>
      </w:pPr>
      <w:r w:rsidRPr="00831EDF">
        <w:rPr>
          <w:rFonts w:ascii="Arial" w:hAnsi="Arial" w:cs="Arial"/>
        </w:rPr>
        <w:lastRenderedPageBreak/>
        <w:t>ALLEGATI</w:t>
      </w:r>
    </w:p>
    <w:p w14:paraId="5FA4B372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Centroide area di cava autorizzata (tema puntuale)</w:t>
      </w:r>
    </w:p>
    <w:p w14:paraId="4C84FA8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cava autorizzata (tema poligonale) </w:t>
      </w:r>
    </w:p>
    <w:p w14:paraId="248BC5EA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di attuale escavazione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213476AE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in fase di ricomposizione</w:t>
      </w:r>
      <w:r w:rsidR="00613571">
        <w:rPr>
          <w:rFonts w:ascii="Arial" w:hAnsi="Arial" w:cs="Arial"/>
          <w:sz w:val="20"/>
        </w:rPr>
        <w:t xml:space="preserve"> </w:t>
      </w:r>
      <w:r w:rsidRPr="00841834">
        <w:rPr>
          <w:rFonts w:ascii="Arial" w:hAnsi="Arial" w:cs="Arial"/>
          <w:sz w:val="20"/>
        </w:rPr>
        <w:t>(tema poligonale)</w:t>
      </w:r>
    </w:p>
    <w:p w14:paraId="74B9AE6D" w14:textId="77777777" w:rsidR="00130495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riconsegnate agli usi preesistenti o compatibili (tema poligonale)</w:t>
      </w:r>
    </w:p>
    <w:p w14:paraId="126574CD" w14:textId="77777777" w:rsidR="00F303D3" w:rsidRDefault="00F303D3" w:rsidP="00F303D3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</w:t>
      </w:r>
      <w:r>
        <w:rPr>
          <w:rFonts w:ascii="Arial" w:hAnsi="Arial" w:cs="Arial"/>
          <w:sz w:val="20"/>
        </w:rPr>
        <w:t>e</w:t>
      </w:r>
      <w:r w:rsidRPr="0084183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complessivo del Giacimento richiesto</w:t>
      </w:r>
      <w:r w:rsidRPr="00841834">
        <w:rPr>
          <w:rFonts w:ascii="Arial" w:hAnsi="Arial" w:cs="Arial"/>
          <w:sz w:val="20"/>
        </w:rPr>
        <w:t xml:space="preserve"> (tema poligonale)</w:t>
      </w:r>
    </w:p>
    <w:p w14:paraId="593E90D9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Areali delle superfici del giacimento, distinte in stralci</w:t>
      </w:r>
      <w:r w:rsidR="00922D8D" w:rsidRPr="00841834">
        <w:rPr>
          <w:rFonts w:ascii="Arial" w:hAnsi="Arial" w:cs="Arial"/>
          <w:sz w:val="20"/>
        </w:rPr>
        <w:t>,</w:t>
      </w:r>
      <w:r w:rsidRPr="00841834">
        <w:rPr>
          <w:rFonts w:ascii="Arial" w:hAnsi="Arial" w:cs="Arial"/>
          <w:sz w:val="20"/>
        </w:rPr>
        <w:t xml:space="preserve"> fasi </w:t>
      </w:r>
      <w:r w:rsidR="00922D8D" w:rsidRPr="00841834">
        <w:rPr>
          <w:rFonts w:ascii="Arial" w:hAnsi="Arial" w:cs="Arial"/>
          <w:sz w:val="20"/>
        </w:rPr>
        <w:t xml:space="preserve">e lotti </w:t>
      </w:r>
      <w:r w:rsidRPr="00841834">
        <w:rPr>
          <w:rFonts w:ascii="Arial" w:hAnsi="Arial" w:cs="Arial"/>
          <w:sz w:val="20"/>
        </w:rPr>
        <w:t>funzionali (tema poligonale)</w:t>
      </w:r>
    </w:p>
    <w:p w14:paraId="5047AD66" w14:textId="77777777" w:rsidR="00130495" w:rsidRPr="00841834" w:rsidRDefault="00130495" w:rsidP="00922D8D">
      <w:pPr>
        <w:pStyle w:val="Titolo9"/>
        <w:spacing w:before="120"/>
        <w:ind w:left="709" w:hanging="352"/>
        <w:rPr>
          <w:rFonts w:ascii="Arial" w:hAnsi="Arial" w:cs="Arial"/>
          <w:sz w:val="20"/>
        </w:rPr>
      </w:pPr>
      <w:r w:rsidRPr="00841834">
        <w:rPr>
          <w:rFonts w:ascii="Arial" w:hAnsi="Arial" w:cs="Arial"/>
          <w:sz w:val="20"/>
        </w:rPr>
        <w:sym w:font="Webdings" w:char="F063"/>
      </w:r>
      <w:r w:rsidRPr="00841834">
        <w:rPr>
          <w:rFonts w:ascii="Arial" w:hAnsi="Arial" w:cs="Arial"/>
          <w:sz w:val="20"/>
        </w:rPr>
        <w:t xml:space="preserve">  Centroidi degli impianti di prima lavorazione e trasformazione (tema puntuale)</w:t>
      </w:r>
    </w:p>
    <w:p w14:paraId="68D3F05A" w14:textId="77777777" w:rsidR="00130495" w:rsidRPr="00841834" w:rsidRDefault="00130495" w:rsidP="00130495">
      <w:pPr>
        <w:pStyle w:val="Rientrocorpodeltesto2"/>
        <w:rPr>
          <w:rFonts w:ascii="Arial" w:hAnsi="Arial" w:cs="Arial"/>
          <w:b w:val="0"/>
          <w:sz w:val="20"/>
        </w:rPr>
      </w:pPr>
    </w:p>
    <w:p w14:paraId="25B8A5C8" w14:textId="77777777" w:rsidR="00130495" w:rsidRPr="00613571" w:rsidRDefault="00130495" w:rsidP="00613571">
      <w:pPr>
        <w:pStyle w:val="Rientrocorpodeltesto2"/>
        <w:ind w:left="284" w:firstLine="0"/>
        <w:rPr>
          <w:rFonts w:ascii="Arial" w:hAnsi="Arial" w:cs="Arial"/>
          <w:bCs/>
          <w:sz w:val="20"/>
          <w:u w:val="single"/>
        </w:rPr>
      </w:pPr>
      <w:r w:rsidRPr="00613571">
        <w:rPr>
          <w:rFonts w:ascii="Arial" w:hAnsi="Arial" w:cs="Arial"/>
          <w:bCs/>
          <w:sz w:val="20"/>
          <w:u w:val="single"/>
        </w:rPr>
        <w:t>Tutti gli areali di cui sopra –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</w:t>
      </w:r>
      <w:r w:rsidRPr="00613571">
        <w:rPr>
          <w:rFonts w:ascii="Arial" w:hAnsi="Arial" w:cs="Arial"/>
          <w:bCs/>
          <w:sz w:val="20"/>
          <w:u w:val="single"/>
        </w:rPr>
        <w:t>individuati da poligoni chiusi</w:t>
      </w:r>
      <w:r w:rsidR="00613571" w:rsidRPr="00613571">
        <w:rPr>
          <w:rFonts w:ascii="Arial" w:hAnsi="Arial" w:cs="Arial"/>
          <w:bCs/>
          <w:sz w:val="20"/>
          <w:u w:val="single"/>
        </w:rPr>
        <w:t xml:space="preserve"> – </w:t>
      </w:r>
      <w:r w:rsidRPr="00613571">
        <w:rPr>
          <w:rFonts w:ascii="Arial" w:hAnsi="Arial" w:cs="Arial"/>
          <w:bCs/>
          <w:sz w:val="20"/>
          <w:u w:val="single"/>
        </w:rPr>
        <w:t>devono essere forniti in formato digitale georeferenziato secondo il sistema di riferimento regionale Gauss Boaga, in formato .shp (formato shape files), su opportuno supporto magnetico.</w:t>
      </w:r>
    </w:p>
    <w:p w14:paraId="37BCB183" w14:textId="77777777" w:rsidR="00130495" w:rsidRPr="00841834" w:rsidRDefault="00130495" w:rsidP="00130495">
      <w:pPr>
        <w:jc w:val="both"/>
        <w:rPr>
          <w:rFonts w:ascii="Arial" w:hAnsi="Arial" w:cs="Arial"/>
        </w:rPr>
      </w:pPr>
    </w:p>
    <w:p w14:paraId="5CF2CFD8" w14:textId="5DCFEAAC" w:rsidR="00130495" w:rsidRDefault="00130495" w:rsidP="00130495">
      <w:pPr>
        <w:jc w:val="both"/>
        <w:rPr>
          <w:rFonts w:ascii="Arial" w:hAnsi="Arial" w:cs="Arial"/>
        </w:rPr>
      </w:pPr>
    </w:p>
    <w:p w14:paraId="0C6AA985" w14:textId="77777777" w:rsidR="009E74E9" w:rsidRPr="00841834" w:rsidRDefault="009E74E9" w:rsidP="00130495">
      <w:pPr>
        <w:jc w:val="both"/>
        <w:rPr>
          <w:rFonts w:ascii="Arial" w:hAnsi="Arial" w:cs="Arial"/>
        </w:rPr>
      </w:pPr>
    </w:p>
    <w:p w14:paraId="6A1C88D4" w14:textId="77777777" w:rsidR="00130495" w:rsidRDefault="00130495" w:rsidP="00613571">
      <w:pPr>
        <w:ind w:left="5245"/>
        <w:jc w:val="both"/>
        <w:rPr>
          <w:rFonts w:ascii="Arial" w:hAnsi="Arial" w:cs="Arial"/>
        </w:rPr>
      </w:pPr>
      <w:r w:rsidRPr="00841834">
        <w:rPr>
          <w:rFonts w:ascii="Arial" w:hAnsi="Arial" w:cs="Arial"/>
        </w:rPr>
        <w:t xml:space="preserve">_________________lì </w:t>
      </w:r>
      <w:r w:rsidR="00613571" w:rsidRPr="00841834">
        <w:rPr>
          <w:rFonts w:ascii="Arial" w:hAnsi="Arial" w:cs="Arial"/>
        </w:rPr>
        <w:t>_________________</w:t>
      </w:r>
    </w:p>
    <w:p w14:paraId="63BA146A" w14:textId="72F60F68" w:rsidR="00613571" w:rsidRDefault="00613571" w:rsidP="00130495">
      <w:pPr>
        <w:ind w:left="5664"/>
        <w:jc w:val="both"/>
        <w:rPr>
          <w:rFonts w:ascii="Arial" w:hAnsi="Arial" w:cs="Arial"/>
        </w:rPr>
      </w:pPr>
    </w:p>
    <w:p w14:paraId="64B9FC8B" w14:textId="77777777" w:rsidR="009E74E9" w:rsidRDefault="009E74E9" w:rsidP="009E74E9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13571" w14:paraId="5DA02ABA" w14:textId="77777777" w:rsidTr="00613571">
        <w:tc>
          <w:tcPr>
            <w:tcW w:w="4814" w:type="dxa"/>
          </w:tcPr>
          <w:p w14:paraId="74AE19D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REFERENTE TECNICO</w:t>
            </w:r>
          </w:p>
        </w:tc>
        <w:tc>
          <w:tcPr>
            <w:tcW w:w="4815" w:type="dxa"/>
          </w:tcPr>
          <w:p w14:paraId="56217C08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IL PROPONENTE</w:t>
            </w:r>
          </w:p>
        </w:tc>
      </w:tr>
      <w:tr w:rsidR="00613571" w14:paraId="573FC7F7" w14:textId="77777777" w:rsidTr="00613571">
        <w:tc>
          <w:tcPr>
            <w:tcW w:w="4814" w:type="dxa"/>
          </w:tcPr>
          <w:p w14:paraId="64940A05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1E51439A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</w:r>
            <w:r>
              <w:rPr>
                <w:rFonts w:ascii="Arial" w:hAnsi="Arial" w:cs="Arial"/>
              </w:rPr>
              <w:softHyphen/>
              <w:t>____________________________________</w:t>
            </w:r>
          </w:p>
          <w:p w14:paraId="2E9B1FFF" w14:textId="77777777" w:rsidR="00613571" w:rsidRDefault="00613571" w:rsidP="0061357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15" w:type="dxa"/>
          </w:tcPr>
          <w:p w14:paraId="10274432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 w:rsidRPr="00841834">
              <w:rPr>
                <w:rFonts w:ascii="Arial" w:hAnsi="Arial" w:cs="Arial"/>
              </w:rPr>
              <w:t>(Timbro e firma)</w:t>
            </w:r>
          </w:p>
          <w:p w14:paraId="4D6FDB60" w14:textId="77777777" w:rsidR="00613571" w:rsidRDefault="00613571" w:rsidP="006135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____________________________________</w:t>
            </w:r>
          </w:p>
        </w:tc>
      </w:tr>
    </w:tbl>
    <w:p w14:paraId="44E7439E" w14:textId="77777777" w:rsidR="00613571" w:rsidRPr="00841834" w:rsidRDefault="00613571" w:rsidP="00613571">
      <w:pPr>
        <w:jc w:val="both"/>
        <w:rPr>
          <w:rFonts w:ascii="Arial" w:hAnsi="Arial" w:cs="Arial"/>
        </w:rPr>
      </w:pPr>
    </w:p>
    <w:p w14:paraId="7719EC05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8808409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35562FCD" w14:textId="5CEB3720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46AEA82E" w14:textId="3576D995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2B86000C" w14:textId="4EBC9ACF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348BD7DC" w14:textId="73E4D288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2C6DB3C7" w14:textId="0796A340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39018C71" w14:textId="0B759BC1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39E4E047" w14:textId="1C7CE13B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7DD95B50" w14:textId="169105D3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54992992" w14:textId="12DCAF8B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37471162" w14:textId="3C72A4AF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15249D60" w14:textId="38B63083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406FD3C0" w14:textId="1D1B5581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3CABE6CB" w14:textId="29C1C4AD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09A2ECE7" w14:textId="4A671B68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7093352D" w14:textId="5A6BFBBA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7BA4FC7D" w14:textId="03773329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0EF2672B" w14:textId="046C83BD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52069618" w14:textId="61B8E58B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0D4AE2A3" w14:textId="0CE5323A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4FC49896" w14:textId="441E9134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63B54225" w14:textId="3BB75F81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04D7BE72" w14:textId="77777777" w:rsidR="00F070DA" w:rsidRDefault="00F070DA">
      <w:pPr>
        <w:jc w:val="both"/>
        <w:rPr>
          <w:rFonts w:ascii="Arial" w:hAnsi="Arial" w:cs="Arial"/>
          <w:b/>
          <w:sz w:val="24"/>
          <w:szCs w:val="24"/>
        </w:rPr>
      </w:pPr>
    </w:p>
    <w:p w14:paraId="46749FD8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0324E92E" w14:textId="77777777" w:rsidR="00613571" w:rsidRDefault="00613571">
      <w:pPr>
        <w:jc w:val="both"/>
        <w:rPr>
          <w:rFonts w:ascii="Arial" w:hAnsi="Arial" w:cs="Arial"/>
          <w:b/>
          <w:sz w:val="24"/>
          <w:szCs w:val="24"/>
        </w:rPr>
      </w:pPr>
    </w:p>
    <w:p w14:paraId="1AB4AFDA" w14:textId="77777777" w:rsidR="00971343" w:rsidRPr="00831EDF" w:rsidRDefault="00971343">
      <w:pPr>
        <w:jc w:val="both"/>
        <w:rPr>
          <w:rFonts w:ascii="Arial" w:hAnsi="Arial" w:cs="Arial"/>
          <w:b/>
          <w:sz w:val="24"/>
          <w:szCs w:val="24"/>
        </w:rPr>
      </w:pPr>
      <w:r w:rsidRPr="00831EDF">
        <w:rPr>
          <w:rFonts w:ascii="Arial" w:hAnsi="Arial" w:cs="Arial"/>
          <w:b/>
          <w:sz w:val="24"/>
          <w:szCs w:val="24"/>
        </w:rPr>
        <w:lastRenderedPageBreak/>
        <w:t>NOTE PER LA COMPILAZIONE</w:t>
      </w:r>
    </w:p>
    <w:sectPr w:rsidR="00971343" w:rsidRPr="00831EDF" w:rsidSect="009C02D3">
      <w:headerReference w:type="default" r:id="rId8"/>
      <w:footerReference w:type="default" r:id="rId9"/>
      <w:footnotePr>
        <w:pos w:val="beneathText"/>
      </w:footnotePr>
      <w:endnotePr>
        <w:numFmt w:val="decimal"/>
      </w:endnotePr>
      <w:pgSz w:w="11906" w:h="16838"/>
      <w:pgMar w:top="851" w:right="1133" w:bottom="851" w:left="1134" w:header="720" w:footer="2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E4C0F" w14:textId="77777777" w:rsidR="00281452" w:rsidRDefault="00281452">
      <w:r>
        <w:separator/>
      </w:r>
    </w:p>
  </w:endnote>
  <w:endnote w:type="continuationSeparator" w:id="0">
    <w:p w14:paraId="63165DCD" w14:textId="77777777" w:rsidR="00281452" w:rsidRDefault="00281452">
      <w:r>
        <w:continuationSeparator/>
      </w:r>
    </w:p>
  </w:endnote>
  <w:endnote w:id="1">
    <w:p w14:paraId="1D0CEECB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2">
    <w:p w14:paraId="14319A3F" w14:textId="77777777" w:rsidR="00C24C27" w:rsidRPr="006C3824" w:rsidRDefault="00C24C27" w:rsidP="000C735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specificare quale</w:t>
      </w:r>
    </w:p>
  </w:endnote>
  <w:endnote w:id="3">
    <w:p w14:paraId="4DF714B7" w14:textId="2ED1B41E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="00A7709D" w:rsidRPr="00A7709D">
        <w:rPr>
          <w:rFonts w:ascii="Arial" w:hAnsi="Arial" w:cs="Arial"/>
          <w:sz w:val="18"/>
          <w:szCs w:val="18"/>
        </w:rPr>
        <w:t>da compilare soltanto per giacimento di cui alla let. b, comma 1 art.</w:t>
      </w:r>
      <w:r w:rsidR="00A7709D">
        <w:rPr>
          <w:rFonts w:ascii="Arial" w:hAnsi="Arial" w:cs="Arial"/>
          <w:sz w:val="18"/>
          <w:szCs w:val="18"/>
        </w:rPr>
        <w:t xml:space="preserve"> </w:t>
      </w:r>
      <w:r w:rsidR="00A7709D" w:rsidRPr="00A7709D">
        <w:rPr>
          <w:rFonts w:ascii="Arial" w:hAnsi="Arial" w:cs="Arial"/>
          <w:sz w:val="18"/>
          <w:szCs w:val="18"/>
        </w:rPr>
        <w:t xml:space="preserve">8 del R.R. 3/2005; </w:t>
      </w:r>
      <w:r w:rsidRPr="006C3824">
        <w:rPr>
          <w:rFonts w:ascii="Arial" w:hAnsi="Arial" w:cs="Arial"/>
          <w:sz w:val="18"/>
          <w:szCs w:val="18"/>
        </w:rPr>
        <w:t>nel caso l’accertamento interessi più di una cava, ripetere il presente quadro per ogni singola cava attiva</w:t>
      </w:r>
    </w:p>
  </w:endnote>
  <w:endnote w:id="4">
    <w:p w14:paraId="1AE2824E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</w:t>
      </w:r>
      <w:r>
        <w:rPr>
          <w:rFonts w:ascii="Arial" w:hAnsi="Arial" w:cs="Arial"/>
          <w:sz w:val="18"/>
          <w:szCs w:val="18"/>
        </w:rPr>
        <w:t xml:space="preserve">il numero e la data </w:t>
      </w:r>
      <w:r w:rsidRPr="006C3824">
        <w:rPr>
          <w:rFonts w:ascii="Arial" w:hAnsi="Arial" w:cs="Arial"/>
          <w:sz w:val="18"/>
          <w:szCs w:val="18"/>
        </w:rPr>
        <w:t>di rilascio dell’autorizzazione vigente</w:t>
      </w:r>
    </w:p>
  </w:endnote>
  <w:endnote w:id="5">
    <w:p w14:paraId="7EADAB4C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data di scadenza dell’autorizzazione, comprensiva di eventuali proroghe</w:t>
      </w:r>
    </w:p>
  </w:endnote>
  <w:endnote w:id="6">
    <w:p w14:paraId="67916EF4" w14:textId="77777777" w:rsidR="00C24C27" w:rsidRPr="006C3824" w:rsidRDefault="00C24C27" w:rsidP="00AC11F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dell’area di cava autorizzata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7">
    <w:p w14:paraId="515A79A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autorizzata non oggetto di attività di cava alla data di presentazione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della domanda o allo stato di avanzamento del 31 dicembre dell’anno precedente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8">
    <w:p w14:paraId="16F9F4E8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previsto nell’autorizzazione vigente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9">
    <w:p w14:paraId="0E3517B7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autorizzato non ancora estratto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0">
    <w:p w14:paraId="25DB7A22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l’anno di rilascio della prima autorizzazione o di inizio lavori nel caso di attività precedenti la l.r.28/80</w:t>
      </w:r>
    </w:p>
  </w:endnote>
  <w:endnote w:id="11">
    <w:p w14:paraId="6FE93C19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già interessata dall’attività di cava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2">
    <w:p w14:paraId="61B36B70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estratto sulla base delle precedenti autorizzazioni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13">
    <w:p w14:paraId="3B2D984E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la destinazione urbanistica </w:t>
      </w:r>
      <w:r>
        <w:rPr>
          <w:rFonts w:ascii="Arial" w:hAnsi="Arial" w:cs="Arial"/>
          <w:sz w:val="18"/>
          <w:szCs w:val="18"/>
        </w:rPr>
        <w:t>attuale</w:t>
      </w:r>
      <w:r w:rsidRPr="006C3824">
        <w:rPr>
          <w:rFonts w:ascii="Arial" w:hAnsi="Arial" w:cs="Arial"/>
          <w:sz w:val="18"/>
          <w:szCs w:val="18"/>
        </w:rPr>
        <w:t xml:space="preserve"> dell’area di cava autorizzata</w:t>
      </w:r>
    </w:p>
  </w:endnote>
  <w:endnote w:id="14">
    <w:p w14:paraId="5F38C266" w14:textId="77777777" w:rsidR="00C24C27" w:rsidRPr="006C3824" w:rsidRDefault="00C24C27" w:rsidP="004E1C17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destinazione finale prevista dell’area di cava autorizzata</w:t>
      </w:r>
    </w:p>
  </w:endnote>
  <w:endnote w:id="15">
    <w:p w14:paraId="21D83C98" w14:textId="457E619A" w:rsidR="003300AE" w:rsidRPr="006C3824" w:rsidRDefault="003300AE" w:rsidP="003300AE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3300AE">
        <w:rPr>
          <w:rFonts w:ascii="Arial" w:hAnsi="Arial" w:cs="Arial"/>
          <w:sz w:val="18"/>
          <w:szCs w:val="18"/>
        </w:rPr>
        <w:t>indicare la data di presunta fine dell</w:t>
      </w:r>
      <w:r>
        <w:rPr>
          <w:rFonts w:ascii="Arial" w:hAnsi="Arial" w:cs="Arial"/>
          <w:sz w:val="18"/>
          <w:szCs w:val="18"/>
        </w:rPr>
        <w:t>’</w:t>
      </w:r>
      <w:r w:rsidRPr="003300AE">
        <w:rPr>
          <w:rFonts w:ascii="Arial" w:hAnsi="Arial" w:cs="Arial"/>
          <w:sz w:val="18"/>
          <w:szCs w:val="18"/>
        </w:rPr>
        <w:t>attività dei lavori di escavazione</w:t>
      </w:r>
    </w:p>
  </w:endnote>
  <w:endnote w:id="16">
    <w:p w14:paraId="1C4824C6" w14:textId="72724289" w:rsidR="00326516" w:rsidRPr="006C3824" w:rsidRDefault="00326516" w:rsidP="00326516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individuare la localizzazione degli impianti di prima lavorazione e di trasformazione</w:t>
      </w:r>
    </w:p>
  </w:endnote>
  <w:endnote w:id="17">
    <w:p w14:paraId="7D45E22E" w14:textId="77777777" w:rsidR="008A062A" w:rsidRPr="006C3824" w:rsidRDefault="008A062A" w:rsidP="008A062A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durata prevista di sfruttamento del giacimento calcolata sulla base del rapporto tra cubatura utile del giacimento e le esigenze di approvvigionamento degli impianti</w:t>
      </w:r>
    </w:p>
  </w:endnote>
  <w:endnote w:id="18">
    <w:p w14:paraId="5073E37F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numero di lotti funzionali in cui è suddivisa la fase</w:t>
      </w:r>
    </w:p>
  </w:endnote>
  <w:endnote w:id="19">
    <w:p w14:paraId="67715C84" w14:textId="77777777" w:rsidR="002F3228" w:rsidRPr="006C3824" w:rsidRDefault="002F3228" w:rsidP="002F3228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tipologie</w:t>
      </w:r>
    </w:p>
  </w:endnote>
  <w:endnote w:id="20">
    <w:p w14:paraId="20CA9C6A" w14:textId="77777777" w:rsidR="00BE552B" w:rsidRPr="006C3824" w:rsidRDefault="00BE552B" w:rsidP="00BE552B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fogli e particelle catastali dell’area oggetto di accertamento del giacimento (piano particellare)</w:t>
      </w:r>
    </w:p>
  </w:endnote>
  <w:endnote w:id="21">
    <w:p w14:paraId="1F84A487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tipologie</w:t>
      </w:r>
    </w:p>
  </w:endnote>
  <w:endnote w:id="22">
    <w:p w14:paraId="67CC512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delle seguenti tecniche di coltivazione</w:t>
      </w:r>
    </w:p>
  </w:endnote>
  <w:endnote w:id="23">
    <w:p w14:paraId="1D74310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delle seguenti tecniche di ricomposizione</w:t>
      </w:r>
    </w:p>
  </w:endnote>
  <w:endnote w:id="24">
    <w:p w14:paraId="174EE2E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della superficie planimetrica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5">
    <w:p w14:paraId="09E4EE46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cubatura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6">
    <w:p w14:paraId="51D15418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della scoperta (h</w:t>
      </w:r>
      <w:r w:rsidRPr="006C3824">
        <w:rPr>
          <w:rFonts w:ascii="Arial" w:hAnsi="Arial" w:cs="Arial"/>
          <w:sz w:val="18"/>
          <w:szCs w:val="18"/>
          <w:vertAlign w:val="subscript"/>
        </w:rPr>
        <w:t>2</w:t>
      </w:r>
      <w:r w:rsidRPr="006C3824">
        <w:rPr>
          <w:rFonts w:ascii="Arial" w:hAnsi="Arial" w:cs="Arial"/>
          <w:sz w:val="18"/>
          <w:szCs w:val="18"/>
        </w:rPr>
        <w:t>) per la superficie totale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7">
    <w:p w14:paraId="1100F3A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dello spessore medio del terreno vegetale (h</w:t>
      </w:r>
      <w:r w:rsidRPr="006C3824">
        <w:rPr>
          <w:rFonts w:ascii="Arial" w:hAnsi="Arial" w:cs="Arial"/>
          <w:sz w:val="18"/>
          <w:szCs w:val="18"/>
          <w:vertAlign w:val="subscript"/>
        </w:rPr>
        <w:t>1</w:t>
      </w:r>
      <w:r w:rsidRPr="006C3824">
        <w:rPr>
          <w:rFonts w:ascii="Arial" w:hAnsi="Arial" w:cs="Arial"/>
          <w:sz w:val="18"/>
          <w:szCs w:val="18"/>
        </w:rPr>
        <w:t>) per la superficie totale(s)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8">
    <w:p w14:paraId="2822171E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totale di scarto frammisto al materiale di cava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29">
    <w:p w14:paraId="2BDDED01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il volume utile totale del giacimento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0">
    <w:p w14:paraId="175DD0D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fronte o profondità della fossa di coltivazione (m</w:t>
      </w:r>
      <w:r>
        <w:rPr>
          <w:rFonts w:ascii="Arial" w:hAnsi="Arial" w:cs="Arial"/>
          <w:sz w:val="18"/>
          <w:szCs w:val="18"/>
        </w:rPr>
        <w:t>)</w:t>
      </w:r>
    </w:p>
  </w:endnote>
  <w:endnote w:id="31">
    <w:p w14:paraId="16635910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l’altezza massima del singolo gradone (m)</w:t>
      </w:r>
    </w:p>
  </w:endnote>
  <w:endnote w:id="32">
    <w:p w14:paraId="7C751783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fronte o fossa di coltivazione (°)</w:t>
      </w:r>
    </w:p>
  </w:endnote>
  <w:endnote w:id="33">
    <w:p w14:paraId="6D0B57D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singolo gradone (°)</w:t>
      </w:r>
    </w:p>
  </w:endnote>
  <w:endnote w:id="34">
    <w:p w14:paraId="74D40A1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di ricomposizione</w:t>
      </w:r>
      <w:r>
        <w:rPr>
          <w:rFonts w:ascii="Arial" w:hAnsi="Arial" w:cs="Arial"/>
          <w:sz w:val="18"/>
          <w:szCs w:val="18"/>
        </w:rPr>
        <w:t xml:space="preserve"> finale</w:t>
      </w:r>
    </w:p>
  </w:endnote>
  <w:endnote w:id="35">
    <w:p w14:paraId="121E3649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la pendenza massima del profilo del terreno originario</w:t>
      </w:r>
    </w:p>
  </w:endnote>
  <w:endnote w:id="36">
    <w:p w14:paraId="4035F04D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delle aree sub</w:t>
      </w:r>
      <w:r>
        <w:rPr>
          <w:rFonts w:ascii="Arial" w:hAnsi="Arial" w:cs="Arial"/>
          <w:sz w:val="18"/>
          <w:szCs w:val="18"/>
        </w:rPr>
        <w:t xml:space="preserve"> </w:t>
      </w:r>
      <w:r w:rsidRPr="006C3824">
        <w:rPr>
          <w:rFonts w:ascii="Arial" w:hAnsi="Arial" w:cs="Arial"/>
          <w:sz w:val="18"/>
          <w:szCs w:val="18"/>
        </w:rPr>
        <w:t>pianeggianti abbandonate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7">
    <w:p w14:paraId="28A41AE2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38">
    <w:p w14:paraId="7C21E3C5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l’estensione delle superfici reali dei fronti/scarpate di abbandono (m</w:t>
      </w:r>
      <w:r w:rsidRPr="006C3824">
        <w:rPr>
          <w:rFonts w:ascii="Arial" w:hAnsi="Arial" w:cs="Arial"/>
          <w:sz w:val="18"/>
          <w:szCs w:val="18"/>
          <w:vertAlign w:val="superscript"/>
        </w:rPr>
        <w:t>2</w:t>
      </w:r>
      <w:r w:rsidRPr="006C3824">
        <w:rPr>
          <w:rFonts w:ascii="Arial" w:hAnsi="Arial" w:cs="Arial"/>
          <w:sz w:val="18"/>
          <w:szCs w:val="18"/>
        </w:rPr>
        <w:t>)</w:t>
      </w:r>
    </w:p>
  </w:endnote>
  <w:endnote w:id="39">
    <w:p w14:paraId="3A0C1EFA" w14:textId="77777777" w:rsidR="00EB7CE5" w:rsidRPr="006C3824" w:rsidRDefault="00EB7CE5" w:rsidP="00EB7CE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stima valutata come prodotto dell’altezza del terreno vegetale di riporto (h</w:t>
      </w:r>
      <w:r w:rsidRPr="006C3824">
        <w:rPr>
          <w:rFonts w:ascii="Arial" w:hAnsi="Arial" w:cs="Arial"/>
          <w:sz w:val="18"/>
          <w:szCs w:val="18"/>
          <w:vertAlign w:val="subscript"/>
        </w:rPr>
        <w:t>3</w:t>
      </w:r>
      <w:r w:rsidRPr="006C3824">
        <w:rPr>
          <w:rFonts w:ascii="Arial" w:hAnsi="Arial" w:cs="Arial"/>
          <w:sz w:val="18"/>
          <w:szCs w:val="18"/>
        </w:rPr>
        <w:t>) per la superficie dell’area (s) (m</w:t>
      </w:r>
      <w:r w:rsidRPr="006C3824">
        <w:rPr>
          <w:rFonts w:ascii="Arial" w:hAnsi="Arial" w:cs="Arial"/>
          <w:sz w:val="18"/>
          <w:szCs w:val="18"/>
          <w:vertAlign w:val="superscript"/>
        </w:rPr>
        <w:t>3</w:t>
      </w:r>
      <w:r w:rsidRPr="006C3824">
        <w:rPr>
          <w:rFonts w:ascii="Arial" w:hAnsi="Arial" w:cs="Arial"/>
          <w:sz w:val="18"/>
          <w:szCs w:val="18"/>
        </w:rPr>
        <w:t xml:space="preserve">) </w:t>
      </w:r>
    </w:p>
  </w:endnote>
  <w:endnote w:id="40">
    <w:p w14:paraId="7BE82757" w14:textId="77777777" w:rsidR="00F86D45" w:rsidRPr="006C3824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i Vincoli ostativi del PRAE che gravano sull’area del giacimento</w:t>
      </w:r>
    </w:p>
  </w:endnote>
  <w:endnote w:id="41">
    <w:p w14:paraId="4A3E4F6C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i Vincoli condizionanti del PRAE che gravano sull’area del giacimento e sull’ambito territoriale circostante </w:t>
      </w:r>
      <w:r w:rsidRPr="008D2893">
        <w:rPr>
          <w:rFonts w:ascii="Arial" w:hAnsi="Arial" w:cs="Arial"/>
          <w:sz w:val="18"/>
          <w:szCs w:val="18"/>
        </w:rPr>
        <w:t>comunque interessato dall’attività di cava</w:t>
      </w:r>
    </w:p>
  </w:endnote>
  <w:endnote w:id="42">
    <w:p w14:paraId="32C21D27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 xml:space="preserve">Indicare </w:t>
      </w:r>
      <w:r w:rsidRPr="00EF28AE">
        <w:rPr>
          <w:rFonts w:ascii="Arial" w:hAnsi="Arial" w:cs="Arial"/>
          <w:sz w:val="18"/>
          <w:szCs w:val="18"/>
        </w:rPr>
        <w:t xml:space="preserve">i Vincoli condizionanti </w:t>
      </w:r>
      <w:r>
        <w:rPr>
          <w:rFonts w:ascii="Arial" w:hAnsi="Arial" w:cs="Arial"/>
          <w:sz w:val="18"/>
          <w:szCs w:val="18"/>
        </w:rPr>
        <w:t xml:space="preserve">da </w:t>
      </w:r>
      <w:r w:rsidRPr="00EF28AE">
        <w:rPr>
          <w:rFonts w:ascii="Arial" w:hAnsi="Arial" w:cs="Arial"/>
          <w:sz w:val="18"/>
          <w:szCs w:val="18"/>
        </w:rPr>
        <w:t xml:space="preserve">XXI a XXVI </w:t>
      </w:r>
      <w:r>
        <w:rPr>
          <w:rFonts w:ascii="Arial" w:hAnsi="Arial" w:cs="Arial"/>
          <w:sz w:val="18"/>
          <w:szCs w:val="18"/>
        </w:rPr>
        <w:t xml:space="preserve">attivati dall’intervisibilità del giacimento </w:t>
      </w:r>
      <w:r w:rsidRPr="00EF28AE">
        <w:rPr>
          <w:rFonts w:ascii="Arial" w:hAnsi="Arial" w:cs="Arial"/>
          <w:sz w:val="18"/>
          <w:szCs w:val="18"/>
        </w:rPr>
        <w:t>per i quali il P.R.A.E. definisce la necessità di approfondimento (paragrafi 1.4.2.1 e 2.2.2.10)</w:t>
      </w:r>
    </w:p>
  </w:endnote>
  <w:endnote w:id="43">
    <w:p w14:paraId="4FB090F3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destinazione d’uso del PRG dell’area del giacimento</w:t>
      </w:r>
    </w:p>
  </w:endnote>
  <w:endnote w:id="44">
    <w:p w14:paraId="19C97AC4" w14:textId="77777777" w:rsidR="00F86D45" w:rsidRPr="008D2893" w:rsidRDefault="00F86D45" w:rsidP="00F86D45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la prevista destinazione d’uso finale dell’area del giacimento</w:t>
      </w:r>
    </w:p>
  </w:endnote>
  <w:endnote w:id="45">
    <w:p w14:paraId="0B0B30B5" w14:textId="77777777" w:rsidR="00EA4619" w:rsidRPr="008D2893" w:rsidRDefault="00EA4619" w:rsidP="00EA461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8D2893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8D2893">
        <w:rPr>
          <w:rFonts w:ascii="Arial" w:hAnsi="Arial" w:cs="Arial"/>
          <w:sz w:val="18"/>
          <w:szCs w:val="18"/>
        </w:rPr>
        <w:t>indicare l’altezza (h) e la circonferenza del tronco (circ.) rappresentativa delle specie arboree</w:t>
      </w:r>
    </w:p>
  </w:endnote>
  <w:endnote w:id="46">
    <w:p w14:paraId="01AFEF7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 xml:space="preserve">indicare uno </w:t>
      </w:r>
      <w:r>
        <w:rPr>
          <w:rFonts w:ascii="Arial" w:hAnsi="Arial" w:cs="Arial"/>
          <w:sz w:val="18"/>
          <w:szCs w:val="18"/>
        </w:rPr>
        <w:t xml:space="preserve">dei </w:t>
      </w:r>
      <w:r w:rsidRPr="006C3824">
        <w:rPr>
          <w:rFonts w:ascii="Arial" w:hAnsi="Arial" w:cs="Arial"/>
          <w:sz w:val="18"/>
          <w:szCs w:val="18"/>
        </w:rPr>
        <w:t>seguenti settori</w:t>
      </w:r>
    </w:p>
  </w:endnote>
  <w:endnote w:id="47">
    <w:p w14:paraId="57D105CF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indicare una o più destinazione d’uso dei materiali e loro percentuale</w:t>
      </w:r>
    </w:p>
  </w:endnote>
  <w:endnote w:id="48">
    <w:p w14:paraId="3B31FB80" w14:textId="77777777" w:rsidR="00EA4619" w:rsidRPr="006C3824" w:rsidRDefault="00EA4619" w:rsidP="00EA461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si intende materiale non destinato agli impianti, diverso da quanto indicato alle voci precedenti</w:t>
      </w:r>
    </w:p>
  </w:endnote>
  <w:endnote w:id="49">
    <w:p w14:paraId="4B0E7493" w14:textId="77777777" w:rsidR="009E74E9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  <w:r w:rsidRPr="006C3824">
        <w:rPr>
          <w:rStyle w:val="Rimandonotadichiusura"/>
          <w:rFonts w:ascii="Arial" w:hAnsi="Arial" w:cs="Arial"/>
          <w:sz w:val="18"/>
          <w:szCs w:val="18"/>
        </w:rPr>
        <w:endnoteRef/>
      </w:r>
      <w:r>
        <w:rPr>
          <w:rFonts w:ascii="Arial" w:hAnsi="Arial" w:cs="Arial"/>
          <w:sz w:val="18"/>
          <w:szCs w:val="18"/>
        </w:rPr>
        <w:tab/>
      </w:r>
      <w:r w:rsidRPr="006C3824">
        <w:rPr>
          <w:rFonts w:ascii="Arial" w:hAnsi="Arial" w:cs="Arial"/>
          <w:sz w:val="18"/>
          <w:szCs w:val="18"/>
        </w:rPr>
        <w:t>individuare la localizzazione degli impianti di prima lavorazione e di trasformazione</w:t>
      </w:r>
    </w:p>
    <w:p w14:paraId="049B185A" w14:textId="77777777" w:rsidR="009E74E9" w:rsidRPr="006C3824" w:rsidRDefault="009E74E9" w:rsidP="009E74E9">
      <w:pPr>
        <w:pStyle w:val="Testonotadichiusura"/>
        <w:ind w:left="284" w:hanging="284"/>
        <w:jc w:val="both"/>
        <w:rPr>
          <w:rFonts w:ascii="Arial" w:hAnsi="Arial" w:cs="Arial"/>
          <w:sz w:val="18"/>
          <w:szCs w:val="1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iri">
    <w:altName w:val="Courier New"/>
    <w:panose1 w:val="00000500000000000000"/>
    <w:charset w:val="00"/>
    <w:family w:val="auto"/>
    <w:pitch w:val="variable"/>
    <w:sig w:usb0="A000206F" w:usb1="82002042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C0A0B" w14:textId="23560F86" w:rsidR="00C24C27" w:rsidRPr="00A801A8" w:rsidRDefault="00A801A8" w:rsidP="00A801A8">
    <w:pPr>
      <w:pStyle w:val="Pidipagina"/>
      <w:rPr>
        <w:rFonts w:ascii="Arial" w:hAnsi="Arial" w:cs="Arial"/>
        <w:sz w:val="16"/>
        <w:szCs w:val="16"/>
      </w:rPr>
    </w:pPr>
    <w:r w:rsidRPr="00A801A8">
      <w:rPr>
        <w:rStyle w:val="Numeropagina"/>
        <w:rFonts w:ascii="Arial" w:hAnsi="Arial" w:cs="Arial"/>
        <w:sz w:val="12"/>
        <w:szCs w:val="12"/>
      </w:rPr>
      <w:t>SP/FA-2021</w:t>
    </w:r>
    <w:r>
      <w:rPr>
        <w:rStyle w:val="Numeropagina"/>
        <w:rFonts w:ascii="Arial" w:hAnsi="Arial" w:cs="Arial"/>
        <w:sz w:val="16"/>
        <w:szCs w:val="16"/>
      </w:rPr>
      <w:tab/>
    </w:r>
    <w:r>
      <w:rPr>
        <w:rStyle w:val="Numeropagina"/>
        <w:rFonts w:ascii="Arial" w:hAnsi="Arial" w:cs="Arial"/>
        <w:sz w:val="16"/>
        <w:szCs w:val="16"/>
      </w:rPr>
      <w:tab/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PAGE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5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  <w:r w:rsidR="00C24C27" w:rsidRPr="00A801A8">
      <w:rPr>
        <w:rStyle w:val="Numeropagina"/>
        <w:rFonts w:ascii="Arial" w:hAnsi="Arial" w:cs="Arial"/>
        <w:sz w:val="16"/>
        <w:szCs w:val="16"/>
      </w:rPr>
      <w:t>/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begin"/>
    </w:r>
    <w:r w:rsidR="00C24C27" w:rsidRPr="00A801A8">
      <w:rPr>
        <w:rStyle w:val="Numeropagina"/>
        <w:rFonts w:ascii="Arial" w:hAnsi="Arial" w:cs="Arial"/>
        <w:sz w:val="16"/>
        <w:szCs w:val="16"/>
      </w:rPr>
      <w:instrText xml:space="preserve"> NUMPAGES </w:instrTex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separate"/>
    </w:r>
    <w:r w:rsidR="00242EF3" w:rsidRPr="00A801A8">
      <w:rPr>
        <w:rStyle w:val="Numeropagina"/>
        <w:rFonts w:ascii="Arial" w:hAnsi="Arial" w:cs="Arial"/>
        <w:noProof/>
        <w:sz w:val="16"/>
        <w:szCs w:val="16"/>
      </w:rPr>
      <w:t>9</w:t>
    </w:r>
    <w:r w:rsidR="00C24C27" w:rsidRPr="00A801A8">
      <w:rPr>
        <w:rStyle w:val="Numeropagina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AC10" w14:textId="77777777" w:rsidR="00281452" w:rsidRDefault="00281452">
      <w:r>
        <w:separator/>
      </w:r>
    </w:p>
  </w:footnote>
  <w:footnote w:type="continuationSeparator" w:id="0">
    <w:p w14:paraId="18B4FE4A" w14:textId="77777777" w:rsidR="00281452" w:rsidRDefault="002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87627" w14:textId="4F37A9AE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3C2022">
      <w:rPr>
        <w:noProof/>
        <w:sz w:val="28"/>
        <w:szCs w:val="28"/>
      </w:rPr>
      <w:drawing>
        <wp:anchor distT="0" distB="0" distL="114300" distR="114300" simplePos="0" relativeHeight="251670528" behindDoc="0" locked="0" layoutInCell="1" allowOverlap="1" wp14:anchorId="35B5FEF4" wp14:editId="1CD58E41">
          <wp:simplePos x="0" y="0"/>
          <wp:positionH relativeFrom="column">
            <wp:posOffset>-76200</wp:posOffset>
          </wp:positionH>
          <wp:positionV relativeFrom="paragraph">
            <wp:posOffset>-155575</wp:posOffset>
          </wp:positionV>
          <wp:extent cx="823595" cy="971550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59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2022" w:rsidRPr="003C2022">
      <w:rPr>
        <w:b/>
        <w:bCs/>
        <w:sz w:val="36"/>
        <w:szCs w:val="36"/>
      </w:rPr>
      <w:t>REGIONE UMBRIA</w:t>
    </w:r>
  </w:p>
  <w:p w14:paraId="667BF239" w14:textId="77777777" w:rsidR="00C24C27" w:rsidRPr="003C2022" w:rsidRDefault="00C24C27" w:rsidP="009C02D3">
    <w:pPr>
      <w:jc w:val="center"/>
      <w:rPr>
        <w:rFonts w:ascii="Arial" w:hAnsi="Arial" w:cs="Arial"/>
        <w:b/>
        <w:bCs/>
        <w:sz w:val="14"/>
        <w:szCs w:val="14"/>
      </w:rPr>
    </w:pPr>
  </w:p>
  <w:p w14:paraId="3C086E3E" w14:textId="77777777" w:rsidR="00C24C27" w:rsidRPr="00532549" w:rsidRDefault="00C24C27" w:rsidP="001C2D5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Direzione Regionale Governo del Territorio, Ambiente e Protezione Civile</w:t>
    </w:r>
  </w:p>
  <w:p w14:paraId="2A7A0BD4" w14:textId="77777777" w:rsidR="00C24C27" w:rsidRPr="00532549" w:rsidRDefault="00C24C27" w:rsidP="009C02D3">
    <w:pPr>
      <w:jc w:val="center"/>
      <w:rPr>
        <w:rFonts w:ascii="Arial" w:hAnsi="Arial" w:cs="Arial"/>
        <w:b/>
        <w:bCs/>
        <w:sz w:val="18"/>
        <w:szCs w:val="18"/>
      </w:rPr>
    </w:pPr>
    <w:r w:rsidRPr="00532549">
      <w:rPr>
        <w:rFonts w:ascii="Arial" w:hAnsi="Arial" w:cs="Arial"/>
        <w:b/>
        <w:bCs/>
        <w:sz w:val="18"/>
        <w:szCs w:val="18"/>
      </w:rPr>
      <w:t>Servizio Risorse Idriche, Acque Pubbliche, Attività Estrattive e Bonifiche</w:t>
    </w:r>
  </w:p>
  <w:p w14:paraId="27248C8C" w14:textId="77777777" w:rsidR="00C24C27" w:rsidRPr="00E50B72" w:rsidRDefault="00C24C27" w:rsidP="009C02D3">
    <w:pPr>
      <w:jc w:val="center"/>
      <w:rPr>
        <w:rFonts w:ascii="Amiri" w:hAnsi="Amiri" w:cs="Amiri"/>
        <w:b/>
        <w:smallCaps/>
        <w:sz w:val="16"/>
        <w:szCs w:val="16"/>
      </w:rPr>
    </w:pPr>
    <w:r w:rsidRPr="00E50B72">
      <w:rPr>
        <w:rFonts w:ascii="Amiri" w:hAnsi="Amiri" w:cs="Amiri"/>
        <w:b/>
        <w:smallCaps/>
        <w:sz w:val="16"/>
        <w:szCs w:val="16"/>
      </w:rPr>
      <w:t xml:space="preserve">Sezione Risorse Minerarie e Vigilanza </w:t>
    </w:r>
  </w:p>
  <w:p w14:paraId="4030AA1B" w14:textId="77777777" w:rsidR="00C24C27" w:rsidRPr="003C2022" w:rsidRDefault="00C24C27" w:rsidP="009C02D3">
    <w:pPr>
      <w:pStyle w:val="Intestazione"/>
      <w:ind w:right="426"/>
      <w:rPr>
        <w:rFonts w:ascii="Arial" w:hAnsi="Arial" w:cs="Arial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2D65"/>
    <w:multiLevelType w:val="hybridMultilevel"/>
    <w:tmpl w:val="73DEA9B4"/>
    <w:lvl w:ilvl="0" w:tplc="EEEA1188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8251E7B"/>
    <w:multiLevelType w:val="hybridMultilevel"/>
    <w:tmpl w:val="D96C81F0"/>
    <w:lvl w:ilvl="0" w:tplc="5D6C8128">
      <w:start w:val="1"/>
      <w:numFmt w:val="upperLetter"/>
      <w:lvlText w:val="%1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 w:tplc="1456663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9A118C1"/>
    <w:multiLevelType w:val="hybridMultilevel"/>
    <w:tmpl w:val="9078C59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9568BC"/>
    <w:multiLevelType w:val="hybridMultilevel"/>
    <w:tmpl w:val="08E0D674"/>
    <w:lvl w:ilvl="0" w:tplc="7A08FC10">
      <w:start w:val="1"/>
      <w:numFmt w:val="decimal"/>
      <w:lvlText w:val="%1."/>
      <w:lvlJc w:val="left"/>
      <w:pPr>
        <w:tabs>
          <w:tab w:val="num" w:pos="410"/>
        </w:tabs>
        <w:ind w:left="41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4" w15:restartNumberingAfterBreak="0">
    <w:nsid w:val="122B3DED"/>
    <w:multiLevelType w:val="hybridMultilevel"/>
    <w:tmpl w:val="17E0313C"/>
    <w:lvl w:ilvl="0" w:tplc="22A8E6AC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EEC"/>
    <w:multiLevelType w:val="hybridMultilevel"/>
    <w:tmpl w:val="C99C05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F7FD3"/>
    <w:multiLevelType w:val="hybridMultilevel"/>
    <w:tmpl w:val="50F67F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D18A2"/>
    <w:multiLevelType w:val="hybridMultilevel"/>
    <w:tmpl w:val="7FE2A752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31C17AE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6B40FC5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0" w15:restartNumberingAfterBreak="0">
    <w:nsid w:val="2A6224EA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CB72432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4F8423E"/>
    <w:multiLevelType w:val="hybridMultilevel"/>
    <w:tmpl w:val="C8D8B982"/>
    <w:lvl w:ilvl="0" w:tplc="5BCAE8B6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F4D2F"/>
    <w:multiLevelType w:val="singleLevel"/>
    <w:tmpl w:val="27CAF9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BCE15AB"/>
    <w:multiLevelType w:val="multilevel"/>
    <w:tmpl w:val="E63E848A"/>
    <w:lvl w:ilvl="0">
      <w:start w:val="1"/>
      <w:numFmt w:val="none"/>
      <w:lvlText w:val="A)"/>
      <w:lvlJc w:val="left"/>
      <w:pPr>
        <w:tabs>
          <w:tab w:val="num" w:pos="644"/>
        </w:tabs>
        <w:ind w:left="928" w:hanging="284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CCC1166"/>
    <w:multiLevelType w:val="hybridMultilevel"/>
    <w:tmpl w:val="51161606"/>
    <w:lvl w:ilvl="0" w:tplc="14DEC7EC">
      <w:start w:val="1"/>
      <w:numFmt w:val="decimal"/>
      <w:lvlText w:val="a.%1."/>
      <w:lvlJc w:val="left"/>
      <w:pPr>
        <w:ind w:left="142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 w15:restartNumberingAfterBreak="0">
    <w:nsid w:val="3D4C584E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17" w15:restartNumberingAfterBreak="0">
    <w:nsid w:val="3E9F0EF1"/>
    <w:multiLevelType w:val="multilevel"/>
    <w:tmpl w:val="E6B2DDC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 w15:restartNumberingAfterBreak="0">
    <w:nsid w:val="4B9025FD"/>
    <w:multiLevelType w:val="hybridMultilevel"/>
    <w:tmpl w:val="DB2CA180"/>
    <w:lvl w:ilvl="0" w:tplc="EEEA1188">
      <w:numFmt w:val="bullet"/>
      <w:lvlText w:val=""/>
      <w:lvlJc w:val="left"/>
      <w:pPr>
        <w:ind w:left="1426" w:hanging="360"/>
      </w:pPr>
      <w:rPr>
        <w:rFonts w:ascii="Webdings" w:eastAsia="Times New Roman" w:hAnsi="Webdings" w:cs="Times New Roman" w:hint="default"/>
        <w:color w:val="000000" w:themeColor="text1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146" w:hanging="360"/>
      </w:pPr>
    </w:lvl>
    <w:lvl w:ilvl="2" w:tplc="0410001B" w:tentative="1">
      <w:start w:val="1"/>
      <w:numFmt w:val="lowerRoman"/>
      <w:lvlText w:val="%3."/>
      <w:lvlJc w:val="right"/>
      <w:pPr>
        <w:ind w:left="2866" w:hanging="180"/>
      </w:pPr>
    </w:lvl>
    <w:lvl w:ilvl="3" w:tplc="0410000F" w:tentative="1">
      <w:start w:val="1"/>
      <w:numFmt w:val="decimal"/>
      <w:lvlText w:val="%4."/>
      <w:lvlJc w:val="left"/>
      <w:pPr>
        <w:ind w:left="3586" w:hanging="360"/>
      </w:pPr>
    </w:lvl>
    <w:lvl w:ilvl="4" w:tplc="04100019" w:tentative="1">
      <w:start w:val="1"/>
      <w:numFmt w:val="lowerLetter"/>
      <w:lvlText w:val="%5."/>
      <w:lvlJc w:val="left"/>
      <w:pPr>
        <w:ind w:left="4306" w:hanging="360"/>
      </w:pPr>
    </w:lvl>
    <w:lvl w:ilvl="5" w:tplc="0410001B" w:tentative="1">
      <w:start w:val="1"/>
      <w:numFmt w:val="lowerRoman"/>
      <w:lvlText w:val="%6."/>
      <w:lvlJc w:val="right"/>
      <w:pPr>
        <w:ind w:left="5026" w:hanging="180"/>
      </w:pPr>
    </w:lvl>
    <w:lvl w:ilvl="6" w:tplc="0410000F" w:tentative="1">
      <w:start w:val="1"/>
      <w:numFmt w:val="decimal"/>
      <w:lvlText w:val="%7."/>
      <w:lvlJc w:val="left"/>
      <w:pPr>
        <w:ind w:left="5746" w:hanging="360"/>
      </w:pPr>
    </w:lvl>
    <w:lvl w:ilvl="7" w:tplc="04100019" w:tentative="1">
      <w:start w:val="1"/>
      <w:numFmt w:val="lowerLetter"/>
      <w:lvlText w:val="%8."/>
      <w:lvlJc w:val="left"/>
      <w:pPr>
        <w:ind w:left="6466" w:hanging="360"/>
      </w:pPr>
    </w:lvl>
    <w:lvl w:ilvl="8" w:tplc="0410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9" w15:restartNumberingAfterBreak="0">
    <w:nsid w:val="4BDF768D"/>
    <w:multiLevelType w:val="hybridMultilevel"/>
    <w:tmpl w:val="72BCF94E"/>
    <w:lvl w:ilvl="0" w:tplc="B666F6F2">
      <w:numFmt w:val="bullet"/>
      <w:lvlText w:val=""/>
      <w:lvlJc w:val="left"/>
      <w:pPr>
        <w:tabs>
          <w:tab w:val="num" w:pos="649"/>
        </w:tabs>
        <w:ind w:left="649" w:hanging="360"/>
      </w:pPr>
      <w:rPr>
        <w:rFonts w:ascii="Webdings" w:eastAsia="Times New Roman" w:hAnsi="Webdings" w:cs="Times New Roman" w:hint="default"/>
        <w:b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369"/>
        </w:tabs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9"/>
        </w:tabs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9"/>
        </w:tabs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9"/>
        </w:tabs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9"/>
        </w:tabs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9"/>
        </w:tabs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9"/>
        </w:tabs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9"/>
        </w:tabs>
        <w:ind w:left="6409" w:hanging="360"/>
      </w:pPr>
      <w:rPr>
        <w:rFonts w:ascii="Wingdings" w:hAnsi="Wingdings" w:hint="default"/>
      </w:rPr>
    </w:lvl>
  </w:abstractNum>
  <w:abstractNum w:abstractNumId="20" w15:restartNumberingAfterBreak="0">
    <w:nsid w:val="4E3C0C85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E7516A2"/>
    <w:multiLevelType w:val="hybridMultilevel"/>
    <w:tmpl w:val="060A0814"/>
    <w:lvl w:ilvl="0" w:tplc="0410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3844587"/>
    <w:multiLevelType w:val="hybridMultilevel"/>
    <w:tmpl w:val="0F0ED08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51BE3"/>
    <w:multiLevelType w:val="hybridMultilevel"/>
    <w:tmpl w:val="F9CA7504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38BC"/>
    <w:multiLevelType w:val="singleLevel"/>
    <w:tmpl w:val="0410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3CC4BE6"/>
    <w:multiLevelType w:val="multilevel"/>
    <w:tmpl w:val="8D86F2DA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663C6A5F"/>
    <w:multiLevelType w:val="hybridMultilevel"/>
    <w:tmpl w:val="2E64FE46"/>
    <w:lvl w:ilvl="0" w:tplc="EEEA1188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B514AD"/>
    <w:multiLevelType w:val="hybridMultilevel"/>
    <w:tmpl w:val="A810D7EE"/>
    <w:lvl w:ilvl="0" w:tplc="24D2ED5A">
      <w:numFmt w:val="bullet"/>
      <w:lvlText w:val="-"/>
      <w:lvlJc w:val="left"/>
      <w:pPr>
        <w:ind w:left="720" w:hanging="360"/>
      </w:pPr>
      <w:rPr>
        <w:rFonts w:ascii="Arial" w:hAnsi="Arial" w:hint="default"/>
        <w:color w:val="000000" w:themeColor="text1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71A3F"/>
    <w:multiLevelType w:val="hybridMultilevel"/>
    <w:tmpl w:val="33AA646C"/>
    <w:lvl w:ilvl="0" w:tplc="3E7EB5FC">
      <w:numFmt w:val="bullet"/>
      <w:lvlText w:val=""/>
      <w:lvlJc w:val="left"/>
      <w:pPr>
        <w:ind w:left="649" w:hanging="360"/>
      </w:pPr>
      <w:rPr>
        <w:rFonts w:ascii="Webdings" w:eastAsia="Times New Roman" w:hAnsi="Web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9" w:hanging="360"/>
      </w:pPr>
      <w:rPr>
        <w:rFonts w:ascii="Wingdings" w:hAnsi="Wingdings" w:hint="default"/>
      </w:rPr>
    </w:lvl>
  </w:abstractNum>
  <w:abstractNum w:abstractNumId="29" w15:restartNumberingAfterBreak="0">
    <w:nsid w:val="7B59510C"/>
    <w:multiLevelType w:val="multilevel"/>
    <w:tmpl w:val="D3EE06F8"/>
    <w:lvl w:ilvl="0">
      <w:numFmt w:val="bullet"/>
      <w:lvlText w:val=""/>
      <w:lvlJc w:val="left"/>
      <w:pPr>
        <w:tabs>
          <w:tab w:val="num" w:pos="3537"/>
        </w:tabs>
        <w:ind w:left="3537" w:hanging="705"/>
      </w:pPr>
      <w:rPr>
        <w:rFonts w:ascii="Webdings" w:eastAsia="Times New Roman" w:hAnsi="Webdings" w:cs="Times New Roman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8"/>
  </w:num>
  <w:num w:numId="5">
    <w:abstractNumId w:val="8"/>
  </w:num>
  <w:num w:numId="6">
    <w:abstractNumId w:val="13"/>
  </w:num>
  <w:num w:numId="7">
    <w:abstractNumId w:val="2"/>
  </w:num>
  <w:num w:numId="8">
    <w:abstractNumId w:val="5"/>
  </w:num>
  <w:num w:numId="9">
    <w:abstractNumId w:val="0"/>
  </w:num>
  <w:num w:numId="10">
    <w:abstractNumId w:val="16"/>
  </w:num>
  <w:num w:numId="11">
    <w:abstractNumId w:val="9"/>
  </w:num>
  <w:num w:numId="12">
    <w:abstractNumId w:val="29"/>
  </w:num>
  <w:num w:numId="13">
    <w:abstractNumId w:val="1"/>
  </w:num>
  <w:num w:numId="14">
    <w:abstractNumId w:val="21"/>
  </w:num>
  <w:num w:numId="15">
    <w:abstractNumId w:val="7"/>
  </w:num>
  <w:num w:numId="16">
    <w:abstractNumId w:val="25"/>
  </w:num>
  <w:num w:numId="17">
    <w:abstractNumId w:val="19"/>
  </w:num>
  <w:num w:numId="18">
    <w:abstractNumId w:val="3"/>
  </w:num>
  <w:num w:numId="19">
    <w:abstractNumId w:val="17"/>
  </w:num>
  <w:num w:numId="20">
    <w:abstractNumId w:val="14"/>
  </w:num>
  <w:num w:numId="21">
    <w:abstractNumId w:val="12"/>
  </w:num>
  <w:num w:numId="22">
    <w:abstractNumId w:val="4"/>
  </w:num>
  <w:num w:numId="23">
    <w:abstractNumId w:val="28"/>
  </w:num>
  <w:num w:numId="24">
    <w:abstractNumId w:val="6"/>
  </w:num>
  <w:num w:numId="25">
    <w:abstractNumId w:val="15"/>
  </w:num>
  <w:num w:numId="26">
    <w:abstractNumId w:val="27"/>
  </w:num>
  <w:num w:numId="27">
    <w:abstractNumId w:val="18"/>
  </w:num>
  <w:num w:numId="28">
    <w:abstractNumId w:val="22"/>
  </w:num>
  <w:num w:numId="29">
    <w:abstractNumId w:val="2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eaeaea,silver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E9B"/>
    <w:rsid w:val="00000258"/>
    <w:rsid w:val="00012703"/>
    <w:rsid w:val="000141B1"/>
    <w:rsid w:val="00032B0D"/>
    <w:rsid w:val="000332A0"/>
    <w:rsid w:val="00043F0C"/>
    <w:rsid w:val="00053678"/>
    <w:rsid w:val="00056247"/>
    <w:rsid w:val="00060920"/>
    <w:rsid w:val="00067AE9"/>
    <w:rsid w:val="0009090C"/>
    <w:rsid w:val="000917E8"/>
    <w:rsid w:val="00092CE5"/>
    <w:rsid w:val="000A45E7"/>
    <w:rsid w:val="000A52C0"/>
    <w:rsid w:val="000B768C"/>
    <w:rsid w:val="000C2D5B"/>
    <w:rsid w:val="000C735B"/>
    <w:rsid w:val="000D5CD9"/>
    <w:rsid w:val="000D69C8"/>
    <w:rsid w:val="000E7098"/>
    <w:rsid w:val="000F2910"/>
    <w:rsid w:val="000F36F9"/>
    <w:rsid w:val="000F49B9"/>
    <w:rsid w:val="00120A07"/>
    <w:rsid w:val="00127EE1"/>
    <w:rsid w:val="00130495"/>
    <w:rsid w:val="0015666A"/>
    <w:rsid w:val="00181772"/>
    <w:rsid w:val="001877AC"/>
    <w:rsid w:val="00187B75"/>
    <w:rsid w:val="00193B4A"/>
    <w:rsid w:val="001B45D9"/>
    <w:rsid w:val="001B5A7F"/>
    <w:rsid w:val="001C256D"/>
    <w:rsid w:val="001C2AA3"/>
    <w:rsid w:val="001C2D53"/>
    <w:rsid w:val="001C6F8D"/>
    <w:rsid w:val="001D5331"/>
    <w:rsid w:val="001F0181"/>
    <w:rsid w:val="001F6529"/>
    <w:rsid w:val="001F6D1D"/>
    <w:rsid w:val="0020380F"/>
    <w:rsid w:val="0021578C"/>
    <w:rsid w:val="00216E9E"/>
    <w:rsid w:val="0022140D"/>
    <w:rsid w:val="00224EC8"/>
    <w:rsid w:val="002337B8"/>
    <w:rsid w:val="002340A1"/>
    <w:rsid w:val="00235488"/>
    <w:rsid w:val="0023604D"/>
    <w:rsid w:val="00242EF3"/>
    <w:rsid w:val="0026445E"/>
    <w:rsid w:val="00264854"/>
    <w:rsid w:val="00266355"/>
    <w:rsid w:val="0027135D"/>
    <w:rsid w:val="00281452"/>
    <w:rsid w:val="002B6D6E"/>
    <w:rsid w:val="002B798F"/>
    <w:rsid w:val="002C28FF"/>
    <w:rsid w:val="002D0630"/>
    <w:rsid w:val="002D1367"/>
    <w:rsid w:val="002D6037"/>
    <w:rsid w:val="002E3D77"/>
    <w:rsid w:val="002F3228"/>
    <w:rsid w:val="002F361C"/>
    <w:rsid w:val="002F6798"/>
    <w:rsid w:val="003034AD"/>
    <w:rsid w:val="0030671E"/>
    <w:rsid w:val="003121D6"/>
    <w:rsid w:val="00326516"/>
    <w:rsid w:val="00326810"/>
    <w:rsid w:val="003300AE"/>
    <w:rsid w:val="003401D7"/>
    <w:rsid w:val="00344FD3"/>
    <w:rsid w:val="003463B0"/>
    <w:rsid w:val="00357FCA"/>
    <w:rsid w:val="00395686"/>
    <w:rsid w:val="003B7842"/>
    <w:rsid w:val="003C1B22"/>
    <w:rsid w:val="003C2022"/>
    <w:rsid w:val="003D59E4"/>
    <w:rsid w:val="004028E7"/>
    <w:rsid w:val="0040580F"/>
    <w:rsid w:val="0041102D"/>
    <w:rsid w:val="004160D2"/>
    <w:rsid w:val="00432CB3"/>
    <w:rsid w:val="0044556E"/>
    <w:rsid w:val="004542A6"/>
    <w:rsid w:val="0045645A"/>
    <w:rsid w:val="00460122"/>
    <w:rsid w:val="00471A2B"/>
    <w:rsid w:val="00477DF3"/>
    <w:rsid w:val="004851BD"/>
    <w:rsid w:val="004A1E4C"/>
    <w:rsid w:val="004A2C45"/>
    <w:rsid w:val="004A5691"/>
    <w:rsid w:val="004B6B30"/>
    <w:rsid w:val="004C0903"/>
    <w:rsid w:val="004D1ACD"/>
    <w:rsid w:val="004E1C17"/>
    <w:rsid w:val="00511BE7"/>
    <w:rsid w:val="00524310"/>
    <w:rsid w:val="005306D9"/>
    <w:rsid w:val="0053782A"/>
    <w:rsid w:val="00537CA0"/>
    <w:rsid w:val="00563462"/>
    <w:rsid w:val="0056560B"/>
    <w:rsid w:val="00581167"/>
    <w:rsid w:val="005A28D2"/>
    <w:rsid w:val="005A35E1"/>
    <w:rsid w:val="005A56AB"/>
    <w:rsid w:val="005A77C0"/>
    <w:rsid w:val="005B675C"/>
    <w:rsid w:val="005D6D72"/>
    <w:rsid w:val="005D751C"/>
    <w:rsid w:val="005E628D"/>
    <w:rsid w:val="005E7D84"/>
    <w:rsid w:val="005F12AE"/>
    <w:rsid w:val="00601F68"/>
    <w:rsid w:val="00613571"/>
    <w:rsid w:val="006422CB"/>
    <w:rsid w:val="0064324F"/>
    <w:rsid w:val="00647A84"/>
    <w:rsid w:val="00650C50"/>
    <w:rsid w:val="0066501E"/>
    <w:rsid w:val="00667099"/>
    <w:rsid w:val="00672FC2"/>
    <w:rsid w:val="0067611E"/>
    <w:rsid w:val="0067637B"/>
    <w:rsid w:val="0068230B"/>
    <w:rsid w:val="00692F2E"/>
    <w:rsid w:val="006C3824"/>
    <w:rsid w:val="006C40FB"/>
    <w:rsid w:val="006C5ED3"/>
    <w:rsid w:val="006C64DE"/>
    <w:rsid w:val="00701B38"/>
    <w:rsid w:val="00705580"/>
    <w:rsid w:val="00716C50"/>
    <w:rsid w:val="00726DEB"/>
    <w:rsid w:val="00730E16"/>
    <w:rsid w:val="00741374"/>
    <w:rsid w:val="00752F05"/>
    <w:rsid w:val="00753BD1"/>
    <w:rsid w:val="00753DE0"/>
    <w:rsid w:val="00777CE1"/>
    <w:rsid w:val="00784D20"/>
    <w:rsid w:val="00792ACB"/>
    <w:rsid w:val="007A3F95"/>
    <w:rsid w:val="007B5CDC"/>
    <w:rsid w:val="007B66E4"/>
    <w:rsid w:val="007F24CA"/>
    <w:rsid w:val="00805E9B"/>
    <w:rsid w:val="008107DF"/>
    <w:rsid w:val="00812DBC"/>
    <w:rsid w:val="00821C36"/>
    <w:rsid w:val="00831EDF"/>
    <w:rsid w:val="00841834"/>
    <w:rsid w:val="00852884"/>
    <w:rsid w:val="00855510"/>
    <w:rsid w:val="00856241"/>
    <w:rsid w:val="00865B48"/>
    <w:rsid w:val="008762FA"/>
    <w:rsid w:val="0088264A"/>
    <w:rsid w:val="008863D8"/>
    <w:rsid w:val="00895612"/>
    <w:rsid w:val="00896205"/>
    <w:rsid w:val="008A062A"/>
    <w:rsid w:val="008B3854"/>
    <w:rsid w:val="008B3D10"/>
    <w:rsid w:val="008C4A8D"/>
    <w:rsid w:val="008D2893"/>
    <w:rsid w:val="008D4D7C"/>
    <w:rsid w:val="008F1D8D"/>
    <w:rsid w:val="008F72AF"/>
    <w:rsid w:val="00906737"/>
    <w:rsid w:val="00922D8D"/>
    <w:rsid w:val="009266FE"/>
    <w:rsid w:val="009271D0"/>
    <w:rsid w:val="00937A0D"/>
    <w:rsid w:val="0094091B"/>
    <w:rsid w:val="00962480"/>
    <w:rsid w:val="00965E22"/>
    <w:rsid w:val="00971343"/>
    <w:rsid w:val="00971568"/>
    <w:rsid w:val="009738D4"/>
    <w:rsid w:val="0098374F"/>
    <w:rsid w:val="00984A37"/>
    <w:rsid w:val="009A67CD"/>
    <w:rsid w:val="009C02D3"/>
    <w:rsid w:val="009C762B"/>
    <w:rsid w:val="009D5055"/>
    <w:rsid w:val="009E64F1"/>
    <w:rsid w:val="009E74E9"/>
    <w:rsid w:val="00A22E30"/>
    <w:rsid w:val="00A36916"/>
    <w:rsid w:val="00A37201"/>
    <w:rsid w:val="00A41617"/>
    <w:rsid w:val="00A4371F"/>
    <w:rsid w:val="00A43B64"/>
    <w:rsid w:val="00A576E5"/>
    <w:rsid w:val="00A6451C"/>
    <w:rsid w:val="00A73D84"/>
    <w:rsid w:val="00A76A8F"/>
    <w:rsid w:val="00A7709D"/>
    <w:rsid w:val="00A801A8"/>
    <w:rsid w:val="00A83A46"/>
    <w:rsid w:val="00A843F9"/>
    <w:rsid w:val="00A9149C"/>
    <w:rsid w:val="00A924AE"/>
    <w:rsid w:val="00AA598A"/>
    <w:rsid w:val="00AC07FB"/>
    <w:rsid w:val="00AC11FE"/>
    <w:rsid w:val="00AC5219"/>
    <w:rsid w:val="00AD3E01"/>
    <w:rsid w:val="00AD7246"/>
    <w:rsid w:val="00AE0255"/>
    <w:rsid w:val="00AE0F41"/>
    <w:rsid w:val="00AF2E3B"/>
    <w:rsid w:val="00AF7E52"/>
    <w:rsid w:val="00B11DD3"/>
    <w:rsid w:val="00B1440B"/>
    <w:rsid w:val="00B261CC"/>
    <w:rsid w:val="00B313AD"/>
    <w:rsid w:val="00B3653C"/>
    <w:rsid w:val="00B57A85"/>
    <w:rsid w:val="00B83F2A"/>
    <w:rsid w:val="00B92ACA"/>
    <w:rsid w:val="00B93265"/>
    <w:rsid w:val="00B94C29"/>
    <w:rsid w:val="00B95475"/>
    <w:rsid w:val="00BA3E70"/>
    <w:rsid w:val="00BB18F7"/>
    <w:rsid w:val="00BB7D9D"/>
    <w:rsid w:val="00BC152F"/>
    <w:rsid w:val="00BE3755"/>
    <w:rsid w:val="00BE552B"/>
    <w:rsid w:val="00BF56E3"/>
    <w:rsid w:val="00BF654D"/>
    <w:rsid w:val="00C05C92"/>
    <w:rsid w:val="00C175F5"/>
    <w:rsid w:val="00C22BCA"/>
    <w:rsid w:val="00C24C27"/>
    <w:rsid w:val="00C31433"/>
    <w:rsid w:val="00C44714"/>
    <w:rsid w:val="00C44C5F"/>
    <w:rsid w:val="00C51671"/>
    <w:rsid w:val="00C523C9"/>
    <w:rsid w:val="00C556D9"/>
    <w:rsid w:val="00C660EA"/>
    <w:rsid w:val="00C7246D"/>
    <w:rsid w:val="00C80C8C"/>
    <w:rsid w:val="00C83047"/>
    <w:rsid w:val="00C92605"/>
    <w:rsid w:val="00C96E66"/>
    <w:rsid w:val="00CA7305"/>
    <w:rsid w:val="00CB54A3"/>
    <w:rsid w:val="00CB5542"/>
    <w:rsid w:val="00CB6390"/>
    <w:rsid w:val="00CE0891"/>
    <w:rsid w:val="00CE0E8B"/>
    <w:rsid w:val="00CF7AFA"/>
    <w:rsid w:val="00D00530"/>
    <w:rsid w:val="00D111C2"/>
    <w:rsid w:val="00D13E2D"/>
    <w:rsid w:val="00D147C9"/>
    <w:rsid w:val="00D31D47"/>
    <w:rsid w:val="00D50826"/>
    <w:rsid w:val="00D5691A"/>
    <w:rsid w:val="00D63D78"/>
    <w:rsid w:val="00D72213"/>
    <w:rsid w:val="00D746AD"/>
    <w:rsid w:val="00D77E4E"/>
    <w:rsid w:val="00D9106D"/>
    <w:rsid w:val="00D95019"/>
    <w:rsid w:val="00DA29CB"/>
    <w:rsid w:val="00DA5296"/>
    <w:rsid w:val="00DC1C69"/>
    <w:rsid w:val="00DC7554"/>
    <w:rsid w:val="00DE2E21"/>
    <w:rsid w:val="00DF2E4F"/>
    <w:rsid w:val="00E058A0"/>
    <w:rsid w:val="00E07094"/>
    <w:rsid w:val="00E2331B"/>
    <w:rsid w:val="00E27D26"/>
    <w:rsid w:val="00E36A22"/>
    <w:rsid w:val="00E67B0E"/>
    <w:rsid w:val="00E70DC1"/>
    <w:rsid w:val="00E73C62"/>
    <w:rsid w:val="00E85DB1"/>
    <w:rsid w:val="00EA4224"/>
    <w:rsid w:val="00EA4619"/>
    <w:rsid w:val="00EA68D9"/>
    <w:rsid w:val="00EB24D3"/>
    <w:rsid w:val="00EB52F7"/>
    <w:rsid w:val="00EB7CE5"/>
    <w:rsid w:val="00ED6887"/>
    <w:rsid w:val="00EE559E"/>
    <w:rsid w:val="00EF28AE"/>
    <w:rsid w:val="00EF4197"/>
    <w:rsid w:val="00F00E34"/>
    <w:rsid w:val="00F02218"/>
    <w:rsid w:val="00F070DA"/>
    <w:rsid w:val="00F1044D"/>
    <w:rsid w:val="00F15E97"/>
    <w:rsid w:val="00F22E5A"/>
    <w:rsid w:val="00F2490B"/>
    <w:rsid w:val="00F26B3A"/>
    <w:rsid w:val="00F303D3"/>
    <w:rsid w:val="00F30DD9"/>
    <w:rsid w:val="00F35152"/>
    <w:rsid w:val="00F45C78"/>
    <w:rsid w:val="00F539C7"/>
    <w:rsid w:val="00F54CF8"/>
    <w:rsid w:val="00F56F49"/>
    <w:rsid w:val="00F61F92"/>
    <w:rsid w:val="00F63544"/>
    <w:rsid w:val="00F70683"/>
    <w:rsid w:val="00F72BAD"/>
    <w:rsid w:val="00F72EB7"/>
    <w:rsid w:val="00F84D67"/>
    <w:rsid w:val="00F86D45"/>
    <w:rsid w:val="00FA5CB5"/>
    <w:rsid w:val="00FB6E72"/>
    <w:rsid w:val="00FC0068"/>
    <w:rsid w:val="00FD2DDC"/>
    <w:rsid w:val="00FD35AB"/>
    <w:rsid w:val="00FE7E66"/>
    <w:rsid w:val="00FF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eaeaea,silver"/>
    </o:shapedefaults>
    <o:shapelayout v:ext="edit">
      <o:idmap v:ext="edit" data="2"/>
    </o:shapelayout>
  </w:shapeDefaults>
  <w:decimalSymbol w:val=","/>
  <w:listSeparator w:val=";"/>
  <w14:docId w14:val="553E5DB5"/>
  <w15:docId w15:val="{59CF6F9F-1211-4034-958F-069F0967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0E16"/>
  </w:style>
  <w:style w:type="paragraph" w:styleId="Titolo1">
    <w:name w:val="heading 1"/>
    <w:basedOn w:val="Normale"/>
    <w:next w:val="Normale"/>
    <w:qFormat/>
    <w:rsid w:val="00581167"/>
    <w:pPr>
      <w:keepNext/>
      <w:ind w:left="4820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rsid w:val="00581167"/>
    <w:pPr>
      <w:keepNext/>
      <w:jc w:val="both"/>
      <w:outlineLvl w:val="1"/>
    </w:pPr>
    <w:rPr>
      <w:rFonts w:ascii="CG Times (WN)" w:hAnsi="CG Times (WN)"/>
      <w:sz w:val="28"/>
    </w:rPr>
  </w:style>
  <w:style w:type="paragraph" w:styleId="Titolo3">
    <w:name w:val="heading 3"/>
    <w:basedOn w:val="Normale"/>
    <w:next w:val="Normale"/>
    <w:qFormat/>
    <w:rsid w:val="00581167"/>
    <w:pPr>
      <w:keepNext/>
      <w:ind w:left="4536"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rsid w:val="00581167"/>
    <w:pPr>
      <w:keepNext/>
      <w:ind w:left="7368" w:firstLine="420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rsid w:val="00581167"/>
    <w:pPr>
      <w:keepNext/>
      <w:ind w:firstLine="5387"/>
      <w:jc w:val="center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581167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581167"/>
    <w:pPr>
      <w:keepNext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581167"/>
    <w:pPr>
      <w:keepNext/>
      <w:ind w:left="360"/>
      <w:jc w:val="both"/>
      <w:outlineLvl w:val="7"/>
    </w:pPr>
    <w:rPr>
      <w:sz w:val="28"/>
    </w:rPr>
  </w:style>
  <w:style w:type="paragraph" w:styleId="Titolo9">
    <w:name w:val="heading 9"/>
    <w:basedOn w:val="Normale"/>
    <w:next w:val="Normale"/>
    <w:link w:val="Titolo9Carattere"/>
    <w:qFormat/>
    <w:rsid w:val="00581167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581167"/>
    <w:pPr>
      <w:jc w:val="center"/>
    </w:pPr>
    <w:rPr>
      <w:b/>
      <w:sz w:val="44"/>
    </w:rPr>
  </w:style>
  <w:style w:type="paragraph" w:styleId="Rientrocorpodeltesto">
    <w:name w:val="Body Text Indent"/>
    <w:basedOn w:val="Normale"/>
    <w:rsid w:val="00581167"/>
    <w:pPr>
      <w:ind w:firstLine="851"/>
      <w:jc w:val="both"/>
    </w:pPr>
    <w:rPr>
      <w:sz w:val="28"/>
    </w:rPr>
  </w:style>
  <w:style w:type="paragraph" w:styleId="Corpotesto">
    <w:name w:val="Body Text"/>
    <w:basedOn w:val="Normale"/>
    <w:rsid w:val="00581167"/>
    <w:rPr>
      <w:b/>
      <w:sz w:val="24"/>
    </w:rPr>
  </w:style>
  <w:style w:type="paragraph" w:styleId="Mappadocumento">
    <w:name w:val="Document Map"/>
    <w:basedOn w:val="Normale"/>
    <w:semiHidden/>
    <w:rsid w:val="00581167"/>
    <w:pPr>
      <w:shd w:val="clear" w:color="auto" w:fill="000080"/>
    </w:pPr>
    <w:rPr>
      <w:rFonts w:ascii="Tahoma" w:hAnsi="Tahoma"/>
    </w:rPr>
  </w:style>
  <w:style w:type="paragraph" w:styleId="Rientrocorpodeltesto2">
    <w:name w:val="Body Text Indent 2"/>
    <w:basedOn w:val="Normale"/>
    <w:rsid w:val="00581167"/>
    <w:pPr>
      <w:ind w:left="357" w:hanging="73"/>
      <w:jc w:val="both"/>
    </w:pPr>
    <w:rPr>
      <w:b/>
      <w:sz w:val="24"/>
    </w:rPr>
  </w:style>
  <w:style w:type="paragraph" w:styleId="Intestazione">
    <w:name w:val="header"/>
    <w:basedOn w:val="Normale"/>
    <w:link w:val="IntestazioneCarattere"/>
    <w:rsid w:val="0058116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8116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D147C9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C96E66"/>
  </w:style>
  <w:style w:type="paragraph" w:styleId="Testonotaapidipagina">
    <w:name w:val="footnote text"/>
    <w:basedOn w:val="Normale"/>
    <w:semiHidden/>
    <w:rsid w:val="00705580"/>
  </w:style>
  <w:style w:type="character" w:styleId="Rimandonotaapidipagina">
    <w:name w:val="footnote reference"/>
    <w:basedOn w:val="Carpredefinitoparagrafo"/>
    <w:semiHidden/>
    <w:rsid w:val="00705580"/>
    <w:rPr>
      <w:vertAlign w:val="superscript"/>
    </w:rPr>
  </w:style>
  <w:style w:type="paragraph" w:styleId="Testonotadichiusura">
    <w:name w:val="endnote text"/>
    <w:basedOn w:val="Normale"/>
    <w:link w:val="TestonotadichiusuraCarattere"/>
    <w:semiHidden/>
    <w:rsid w:val="00AC07FB"/>
  </w:style>
  <w:style w:type="character" w:styleId="Rimandonotadichiusura">
    <w:name w:val="endnote reference"/>
    <w:basedOn w:val="Carpredefinitoparagrafo"/>
    <w:semiHidden/>
    <w:rsid w:val="00AC07FB"/>
    <w:rPr>
      <w:vertAlign w:val="superscript"/>
    </w:rPr>
  </w:style>
  <w:style w:type="character" w:customStyle="1" w:styleId="IntestazioneCarattere">
    <w:name w:val="Intestazione Carattere"/>
    <w:link w:val="Intestazione"/>
    <w:rsid w:val="005A77C0"/>
  </w:style>
  <w:style w:type="paragraph" w:styleId="Paragrafoelenco">
    <w:name w:val="List Paragraph"/>
    <w:basedOn w:val="Normale"/>
    <w:uiPriority w:val="34"/>
    <w:qFormat/>
    <w:rsid w:val="001C2D53"/>
    <w:pPr>
      <w:ind w:left="720"/>
      <w:contextualSpacing/>
    </w:pPr>
  </w:style>
  <w:style w:type="table" w:styleId="Grigliatabella">
    <w:name w:val="Table Grid"/>
    <w:basedOn w:val="Tabellanormale"/>
    <w:uiPriority w:val="39"/>
    <w:rsid w:val="00E67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E67B0E"/>
    <w:pPr>
      <w:suppressLineNumbers/>
      <w:suppressAutoHyphens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21578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578C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578C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578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578C"/>
    <w:rPr>
      <w:b/>
      <w:bCs/>
    </w:rPr>
  </w:style>
  <w:style w:type="character" w:customStyle="1" w:styleId="Titolo9Carattere">
    <w:name w:val="Titolo 9 Carattere"/>
    <w:basedOn w:val="Carpredefinitoparagrafo"/>
    <w:link w:val="Titolo9"/>
    <w:rsid w:val="00F303D3"/>
    <w:rPr>
      <w:sz w:val="28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330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8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CARTA%20INT.%20PROT.CIV.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7ED744-4C93-4820-8410-41C78CD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INT. PROT.CIV..dot</Template>
  <TotalTime>21</TotalTime>
  <Pages>1</Pages>
  <Words>1829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 E G I O N E    D E L L ‘ U M B R I A</vt:lpstr>
    </vt:vector>
  </TitlesOfParts>
  <Company>REGIONE DELL'UMBRIA</Company>
  <LinksUpToDate>false</LinksUpToDate>
  <CharactersWithSpaces>12231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 E G I O N E    D E L L ‘ U M B R I A</dc:title>
  <dc:subject/>
  <dc:creator>FA</dc:creator>
  <cp:keywords/>
  <cp:lastModifiedBy>Fabio Antonielli</cp:lastModifiedBy>
  <cp:revision>14</cp:revision>
  <cp:lastPrinted>2021-10-04T08:12:00Z</cp:lastPrinted>
  <dcterms:created xsi:type="dcterms:W3CDTF">2021-10-01T06:42:00Z</dcterms:created>
  <dcterms:modified xsi:type="dcterms:W3CDTF">2021-10-04T08:12:00Z</dcterms:modified>
</cp:coreProperties>
</file>